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A04" w:rsidRDefault="00010534" w:rsidP="00EE4A04">
      <w:pPr>
        <w:tabs>
          <w:tab w:val="left" w:pos="3402"/>
        </w:tabs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40005</wp:posOffset>
                </wp:positionV>
                <wp:extent cx="3508375" cy="561975"/>
                <wp:effectExtent l="0" t="0" r="158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83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0534" w:rsidRDefault="00010534" w:rsidP="00010534">
                            <w:pPr>
                              <w:pStyle w:val="Titre2"/>
                              <w:tabs>
                                <w:tab w:val="left" w:pos="5387"/>
                                <w:tab w:val="left" w:pos="9214"/>
                              </w:tabs>
                              <w:spacing w:before="0" w:after="0"/>
                              <w:ind w:right="160"/>
                              <w:jc w:val="center"/>
                              <w:rPr>
                                <w:rFonts w:ascii="Arial" w:hAnsi="Arial" w:cs="Arial"/>
                                <w:i w:val="0"/>
                                <w:sz w:val="20"/>
                                <w:szCs w:val="20"/>
                              </w:rPr>
                            </w:pPr>
                          </w:p>
                          <w:p w:rsidR="00CC36CA" w:rsidRPr="008248BA" w:rsidRDefault="00EE4A04" w:rsidP="00010534">
                            <w:pPr>
                              <w:pStyle w:val="Titre2"/>
                              <w:tabs>
                                <w:tab w:val="left" w:pos="5387"/>
                                <w:tab w:val="left" w:pos="9214"/>
                              </w:tabs>
                              <w:spacing w:before="0" w:after="0"/>
                              <w:ind w:right="160"/>
                              <w:jc w:val="center"/>
                              <w:rPr>
                                <w:rFonts w:ascii="Arial" w:hAnsi="Arial" w:cs="Arial"/>
                                <w:i w:val="0"/>
                                <w:sz w:val="20"/>
                                <w:szCs w:val="20"/>
                              </w:rPr>
                            </w:pPr>
                            <w:r w:rsidRPr="008248BA">
                              <w:rPr>
                                <w:rFonts w:ascii="Arial" w:hAnsi="Arial" w:cs="Arial"/>
                                <w:i w:val="0"/>
                                <w:sz w:val="20"/>
                                <w:szCs w:val="20"/>
                              </w:rPr>
                              <w:t xml:space="preserve">BTS </w:t>
                            </w:r>
                            <w:r w:rsidR="008248BA" w:rsidRPr="008248BA">
                              <w:rPr>
                                <w:rFonts w:ascii="Arial" w:hAnsi="Arial" w:cs="Arial"/>
                                <w:i w:val="0"/>
                                <w:sz w:val="20"/>
                                <w:szCs w:val="20"/>
                              </w:rPr>
                              <w:t xml:space="preserve">métiers de </w:t>
                            </w:r>
                            <w:r w:rsidR="00CC36CA">
                              <w:rPr>
                                <w:rFonts w:ascii="Arial" w:hAnsi="Arial" w:cs="Arial"/>
                                <w:i w:val="0"/>
                                <w:sz w:val="20"/>
                                <w:szCs w:val="20"/>
                              </w:rPr>
                              <w:t xml:space="preserve">la coiffure - </w:t>
                            </w:r>
                            <w:r w:rsidR="003E0CDA">
                              <w:rPr>
                                <w:rFonts w:ascii="Arial" w:hAnsi="Arial" w:cs="Arial"/>
                                <w:i w:val="0"/>
                                <w:sz w:val="20"/>
                                <w:szCs w:val="20"/>
                              </w:rPr>
                              <w:t>Session 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.15pt;width:276.25pt;height:44.2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">
                <v:textbox>
                  <w:txbxContent>
                    <w:p w:rsidR="00010534" w:rsidRDefault="00010534" w:rsidP="00010534">
                      <w:pPr>
                        <w:pStyle w:val="Titre2"/>
                        <w:tabs>
                          <w:tab w:val="left" w:pos="5387"/>
                          <w:tab w:val="left" w:pos="9214"/>
                        </w:tabs>
                        <w:spacing w:before="0" w:after="0"/>
                        <w:ind w:right="160"/>
                        <w:jc w:val="center"/>
                        <w:rPr>
                          <w:rFonts w:ascii="Arial" w:hAnsi="Arial" w:cs="Arial"/>
                          <w:i w:val="0"/>
                          <w:sz w:val="20"/>
                          <w:szCs w:val="20"/>
                        </w:rPr>
                      </w:pPr>
                    </w:p>
                    <w:p w:rsidR="00CC36CA" w:rsidRPr="008248BA" w:rsidRDefault="00EE4A04" w:rsidP="00010534">
                      <w:pPr>
                        <w:pStyle w:val="Titre2"/>
                        <w:tabs>
                          <w:tab w:val="left" w:pos="5387"/>
                          <w:tab w:val="left" w:pos="9214"/>
                        </w:tabs>
                        <w:spacing w:before="0" w:after="0"/>
                        <w:ind w:right="160"/>
                        <w:jc w:val="center"/>
                        <w:rPr>
                          <w:rFonts w:ascii="Arial" w:hAnsi="Arial" w:cs="Arial"/>
                          <w:i w:val="0"/>
                          <w:sz w:val="20"/>
                          <w:szCs w:val="20"/>
                        </w:rPr>
                      </w:pPr>
                      <w:r w:rsidRPr="008248BA">
                        <w:rPr>
                          <w:rFonts w:ascii="Arial" w:hAnsi="Arial" w:cs="Arial"/>
                          <w:i w:val="0"/>
                          <w:sz w:val="20"/>
                          <w:szCs w:val="20"/>
                        </w:rPr>
                        <w:t xml:space="preserve">BTS </w:t>
                      </w:r>
                      <w:r w:rsidR="008248BA" w:rsidRPr="008248BA">
                        <w:rPr>
                          <w:rFonts w:ascii="Arial" w:hAnsi="Arial" w:cs="Arial"/>
                          <w:i w:val="0"/>
                          <w:sz w:val="20"/>
                          <w:szCs w:val="20"/>
                        </w:rPr>
                        <w:t xml:space="preserve">métiers de </w:t>
                      </w:r>
                      <w:r w:rsidR="00CC36CA">
                        <w:rPr>
                          <w:rFonts w:ascii="Arial" w:hAnsi="Arial" w:cs="Arial"/>
                          <w:i w:val="0"/>
                          <w:sz w:val="20"/>
                          <w:szCs w:val="20"/>
                        </w:rPr>
                        <w:t xml:space="preserve">la coiffure - </w:t>
                      </w:r>
                      <w:r w:rsidR="003E0CDA">
                        <w:rPr>
                          <w:rFonts w:ascii="Arial" w:hAnsi="Arial" w:cs="Arial"/>
                          <w:i w:val="0"/>
                          <w:sz w:val="20"/>
                          <w:szCs w:val="20"/>
                        </w:rPr>
                        <w:t>Session 2024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10534" w:rsidRDefault="00010534" w:rsidP="00EE4A04">
      <w:pPr>
        <w:tabs>
          <w:tab w:val="left" w:pos="3402"/>
        </w:tabs>
        <w:rPr>
          <w:rFonts w:ascii="Arial" w:hAnsi="Arial" w:cs="Arial"/>
          <w:noProof/>
          <w:sz w:val="20"/>
          <w:szCs w:val="20"/>
        </w:rPr>
      </w:pPr>
    </w:p>
    <w:p w:rsidR="00010534" w:rsidRPr="00EE4A04" w:rsidRDefault="00010534" w:rsidP="00EE4A04">
      <w:pPr>
        <w:tabs>
          <w:tab w:val="left" w:pos="3402"/>
        </w:tabs>
        <w:rPr>
          <w:rFonts w:ascii="Arial" w:hAnsi="Arial" w:cs="Arial"/>
          <w:sz w:val="20"/>
          <w:szCs w:val="20"/>
        </w:rPr>
      </w:pPr>
    </w:p>
    <w:p w:rsidR="00EE4A04" w:rsidRPr="00B27417" w:rsidRDefault="003C520B" w:rsidP="008248BA">
      <w:pPr>
        <w:keepNext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2" w:color="auto" w:shadow="1"/>
        </w:pBdr>
        <w:shd w:val="pct5" w:color="auto" w:fill="FFFFFF"/>
        <w:tabs>
          <w:tab w:val="left" w:pos="3402"/>
          <w:tab w:val="left" w:pos="13892"/>
        </w:tabs>
        <w:spacing w:before="720"/>
        <w:ind w:right="425"/>
        <w:jc w:val="center"/>
        <w:outlineLvl w:val="0"/>
        <w:rPr>
          <w:rFonts w:ascii="Arial" w:hAnsi="Arial" w:cs="Arial"/>
          <w:b/>
          <w:noProof/>
          <w:sz w:val="20"/>
          <w:szCs w:val="20"/>
        </w:rPr>
      </w:pPr>
      <w:r w:rsidRPr="00B27417">
        <w:rPr>
          <w:rFonts w:ascii="Arial" w:hAnsi="Arial" w:cs="Arial"/>
          <w:b/>
          <w:noProof/>
          <w:sz w:val="20"/>
          <w:szCs w:val="20"/>
        </w:rPr>
        <w:t xml:space="preserve">ANNEXE </w:t>
      </w:r>
      <w:r w:rsidR="00F1634A">
        <w:rPr>
          <w:rFonts w:ascii="Arial" w:hAnsi="Arial" w:cs="Arial"/>
          <w:b/>
          <w:noProof/>
          <w:sz w:val="20"/>
          <w:szCs w:val="20"/>
        </w:rPr>
        <w:t>9</w:t>
      </w:r>
      <w:r w:rsidR="00B27417" w:rsidRPr="00B27417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2A59D4">
        <w:rPr>
          <w:rFonts w:ascii="Arial" w:hAnsi="Arial" w:cs="Arial"/>
          <w:b/>
          <w:noProof/>
          <w:sz w:val="20"/>
          <w:szCs w:val="20"/>
        </w:rPr>
        <w:t>– LISTE DES CANDIDATS ET STATUT</w:t>
      </w:r>
      <w:r w:rsidR="00224776">
        <w:rPr>
          <w:rFonts w:ascii="Arial" w:hAnsi="Arial" w:cs="Arial"/>
          <w:b/>
          <w:noProof/>
          <w:sz w:val="20"/>
          <w:szCs w:val="20"/>
        </w:rPr>
        <w:t xml:space="preserve"> D’INSCRIPTION</w:t>
      </w:r>
    </w:p>
    <w:p w:rsidR="00C40FD8" w:rsidRDefault="00C40FD8" w:rsidP="00C40FD8">
      <w:pPr>
        <w:jc w:val="both"/>
      </w:pPr>
    </w:p>
    <w:p w:rsidR="00CE1AC2" w:rsidRPr="0038566F" w:rsidRDefault="00CE1AC2" w:rsidP="00C40FD8">
      <w:pPr>
        <w:jc w:val="both"/>
        <w:rPr>
          <w:rFonts w:ascii="Arial" w:hAnsi="Arial" w:cs="Arial"/>
          <w:b/>
        </w:rPr>
      </w:pPr>
      <w:r w:rsidRPr="0038566F">
        <w:rPr>
          <w:rFonts w:ascii="Arial" w:hAnsi="Arial" w:cs="Arial"/>
          <w:b/>
        </w:rPr>
        <w:t>ETABLISSEMENT :</w:t>
      </w:r>
    </w:p>
    <w:p w:rsidR="00CE1AC2" w:rsidRPr="0038566F" w:rsidRDefault="00CE1AC2" w:rsidP="00C40FD8">
      <w:pPr>
        <w:jc w:val="both"/>
        <w:rPr>
          <w:rFonts w:ascii="Arial" w:hAnsi="Arial" w:cs="Arial"/>
        </w:rPr>
      </w:pPr>
    </w:p>
    <w:p w:rsidR="00CE1AC2" w:rsidRPr="0038566F" w:rsidRDefault="00CE1AC2" w:rsidP="00C40FD8">
      <w:pPr>
        <w:jc w:val="both"/>
        <w:rPr>
          <w:rFonts w:ascii="Arial" w:hAnsi="Arial" w:cs="Arial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2552"/>
        <w:gridCol w:w="3685"/>
      </w:tblGrid>
      <w:tr w:rsidR="002A59D4" w:rsidRPr="0038566F" w:rsidTr="002A59D4">
        <w:trPr>
          <w:trHeight w:val="412"/>
        </w:trPr>
        <w:tc>
          <w:tcPr>
            <w:tcW w:w="7479" w:type="dxa"/>
            <w:vMerge w:val="restart"/>
            <w:shd w:val="clear" w:color="auto" w:fill="auto"/>
          </w:tcPr>
          <w:p w:rsidR="002A59D4" w:rsidRPr="0038566F" w:rsidRDefault="002A59D4" w:rsidP="006C1EEA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>Nom/ Prénom</w:t>
            </w:r>
          </w:p>
          <w:p w:rsidR="002A59D4" w:rsidRPr="0038566F" w:rsidRDefault="002A59D4" w:rsidP="006C1EEA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>Candidat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A59D4" w:rsidRPr="0038566F" w:rsidRDefault="002A59D4" w:rsidP="006C1EEA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>N° Inscription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2A59D4" w:rsidRPr="0038566F" w:rsidRDefault="002A59D4" w:rsidP="006C1EEA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>Statut d’inscription</w:t>
            </w:r>
          </w:p>
        </w:tc>
      </w:tr>
      <w:tr w:rsidR="002A59D4" w:rsidRPr="0038566F" w:rsidTr="002A59D4">
        <w:trPr>
          <w:trHeight w:val="411"/>
        </w:trPr>
        <w:tc>
          <w:tcPr>
            <w:tcW w:w="7479" w:type="dxa"/>
            <w:vMerge/>
            <w:shd w:val="clear" w:color="auto" w:fill="auto"/>
          </w:tcPr>
          <w:p w:rsidR="002A59D4" w:rsidRPr="0038566F" w:rsidRDefault="002A59D4" w:rsidP="006C1E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A59D4" w:rsidRPr="0038566F" w:rsidRDefault="002A59D4" w:rsidP="006C1E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2A59D4" w:rsidRPr="0038566F" w:rsidRDefault="002A59D4" w:rsidP="006C1EE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A59D4" w:rsidTr="002A59D4">
        <w:trPr>
          <w:trHeight w:val="334"/>
        </w:trPr>
        <w:tc>
          <w:tcPr>
            <w:tcW w:w="7479" w:type="dxa"/>
            <w:shd w:val="clear" w:color="auto" w:fill="auto"/>
          </w:tcPr>
          <w:p w:rsidR="002A59D4" w:rsidRPr="006C1EEA" w:rsidRDefault="002A59D4" w:rsidP="006C1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A59D4" w:rsidRPr="006C1EEA" w:rsidRDefault="002A59D4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2A59D4" w:rsidRPr="006C1EEA" w:rsidRDefault="002A59D4" w:rsidP="000A6B96">
            <w:pPr>
              <w:jc w:val="both"/>
              <w:rPr>
                <w:sz w:val="20"/>
                <w:szCs w:val="20"/>
              </w:rPr>
            </w:pPr>
          </w:p>
        </w:tc>
      </w:tr>
      <w:tr w:rsidR="002A59D4" w:rsidTr="002A59D4">
        <w:trPr>
          <w:trHeight w:val="334"/>
        </w:trPr>
        <w:tc>
          <w:tcPr>
            <w:tcW w:w="7479" w:type="dxa"/>
            <w:shd w:val="clear" w:color="auto" w:fill="auto"/>
          </w:tcPr>
          <w:p w:rsidR="002A59D4" w:rsidRPr="006C1EEA" w:rsidRDefault="002A59D4" w:rsidP="006C1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A59D4" w:rsidRPr="006C1EEA" w:rsidRDefault="002A59D4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2A59D4" w:rsidRPr="006C1EEA" w:rsidRDefault="002A59D4" w:rsidP="000A6B96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A59D4" w:rsidTr="002A59D4">
        <w:trPr>
          <w:trHeight w:val="334"/>
        </w:trPr>
        <w:tc>
          <w:tcPr>
            <w:tcW w:w="7479" w:type="dxa"/>
            <w:shd w:val="clear" w:color="auto" w:fill="auto"/>
          </w:tcPr>
          <w:p w:rsidR="002A59D4" w:rsidRPr="006C1EEA" w:rsidRDefault="002A59D4" w:rsidP="006C1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A59D4" w:rsidRPr="006C1EEA" w:rsidRDefault="002A59D4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2A59D4" w:rsidRPr="006C1EEA" w:rsidRDefault="002A59D4" w:rsidP="000A6B96">
            <w:pPr>
              <w:jc w:val="both"/>
              <w:rPr>
                <w:sz w:val="20"/>
                <w:szCs w:val="20"/>
              </w:rPr>
            </w:pPr>
          </w:p>
        </w:tc>
      </w:tr>
      <w:tr w:rsidR="002A59D4" w:rsidTr="002A59D4">
        <w:trPr>
          <w:trHeight w:val="334"/>
        </w:trPr>
        <w:tc>
          <w:tcPr>
            <w:tcW w:w="7479" w:type="dxa"/>
            <w:shd w:val="clear" w:color="auto" w:fill="auto"/>
          </w:tcPr>
          <w:p w:rsidR="002A59D4" w:rsidRPr="006C1EEA" w:rsidRDefault="002A59D4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A59D4" w:rsidRPr="006C1EEA" w:rsidRDefault="002A59D4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2A59D4" w:rsidRPr="006C1EEA" w:rsidRDefault="002A59D4" w:rsidP="000A6B96">
            <w:pPr>
              <w:jc w:val="both"/>
              <w:rPr>
                <w:sz w:val="20"/>
                <w:szCs w:val="20"/>
              </w:rPr>
            </w:pPr>
          </w:p>
        </w:tc>
      </w:tr>
      <w:tr w:rsidR="002A59D4" w:rsidTr="002A59D4">
        <w:trPr>
          <w:trHeight w:val="334"/>
        </w:trPr>
        <w:tc>
          <w:tcPr>
            <w:tcW w:w="7479" w:type="dxa"/>
            <w:shd w:val="clear" w:color="auto" w:fill="auto"/>
          </w:tcPr>
          <w:p w:rsidR="002A59D4" w:rsidRPr="006C1EEA" w:rsidRDefault="002A59D4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A59D4" w:rsidRPr="006C1EEA" w:rsidRDefault="002A59D4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2A59D4" w:rsidRPr="006C1EEA" w:rsidRDefault="002A59D4" w:rsidP="000A6B96">
            <w:pPr>
              <w:jc w:val="both"/>
              <w:rPr>
                <w:sz w:val="20"/>
                <w:szCs w:val="20"/>
              </w:rPr>
            </w:pPr>
          </w:p>
        </w:tc>
      </w:tr>
      <w:tr w:rsidR="002A59D4" w:rsidTr="002A59D4">
        <w:trPr>
          <w:trHeight w:val="334"/>
        </w:trPr>
        <w:tc>
          <w:tcPr>
            <w:tcW w:w="7479" w:type="dxa"/>
            <w:shd w:val="clear" w:color="auto" w:fill="auto"/>
          </w:tcPr>
          <w:p w:rsidR="002A59D4" w:rsidRPr="006C1EEA" w:rsidRDefault="002A59D4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A59D4" w:rsidRPr="006C1EEA" w:rsidRDefault="002A59D4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2A59D4" w:rsidRPr="006C1EEA" w:rsidRDefault="002A59D4" w:rsidP="000A6B96">
            <w:pPr>
              <w:jc w:val="both"/>
              <w:rPr>
                <w:sz w:val="20"/>
                <w:szCs w:val="20"/>
              </w:rPr>
            </w:pPr>
          </w:p>
        </w:tc>
      </w:tr>
      <w:tr w:rsidR="002A59D4" w:rsidTr="002A59D4">
        <w:trPr>
          <w:trHeight w:val="334"/>
        </w:trPr>
        <w:tc>
          <w:tcPr>
            <w:tcW w:w="7479" w:type="dxa"/>
            <w:shd w:val="clear" w:color="auto" w:fill="auto"/>
          </w:tcPr>
          <w:p w:rsidR="002A59D4" w:rsidRPr="006C1EEA" w:rsidRDefault="002A59D4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A59D4" w:rsidRPr="006C1EEA" w:rsidRDefault="002A59D4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2A59D4" w:rsidRPr="006C1EEA" w:rsidRDefault="002A59D4" w:rsidP="000A6B96">
            <w:pPr>
              <w:jc w:val="both"/>
              <w:rPr>
                <w:sz w:val="20"/>
                <w:szCs w:val="20"/>
              </w:rPr>
            </w:pPr>
          </w:p>
        </w:tc>
      </w:tr>
      <w:tr w:rsidR="002A59D4" w:rsidTr="002A59D4">
        <w:trPr>
          <w:trHeight w:val="334"/>
        </w:trPr>
        <w:tc>
          <w:tcPr>
            <w:tcW w:w="7479" w:type="dxa"/>
            <w:shd w:val="clear" w:color="auto" w:fill="auto"/>
          </w:tcPr>
          <w:p w:rsidR="002A59D4" w:rsidRPr="006C1EEA" w:rsidRDefault="002A59D4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A59D4" w:rsidRPr="006C1EEA" w:rsidRDefault="002A59D4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2A59D4" w:rsidRPr="006C1EEA" w:rsidRDefault="002A59D4" w:rsidP="000A6B96">
            <w:pPr>
              <w:jc w:val="both"/>
              <w:rPr>
                <w:sz w:val="20"/>
                <w:szCs w:val="20"/>
              </w:rPr>
            </w:pPr>
          </w:p>
        </w:tc>
      </w:tr>
      <w:tr w:rsidR="002A59D4" w:rsidTr="002A59D4">
        <w:trPr>
          <w:trHeight w:val="334"/>
        </w:trPr>
        <w:tc>
          <w:tcPr>
            <w:tcW w:w="7479" w:type="dxa"/>
            <w:shd w:val="clear" w:color="auto" w:fill="auto"/>
          </w:tcPr>
          <w:p w:rsidR="002A59D4" w:rsidRPr="006C1EEA" w:rsidRDefault="002A59D4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A59D4" w:rsidRPr="006C1EEA" w:rsidRDefault="002A59D4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2A59D4" w:rsidRPr="006C1EEA" w:rsidRDefault="002A59D4" w:rsidP="000A6B96">
            <w:pPr>
              <w:jc w:val="both"/>
              <w:rPr>
                <w:sz w:val="20"/>
                <w:szCs w:val="20"/>
              </w:rPr>
            </w:pPr>
          </w:p>
        </w:tc>
      </w:tr>
      <w:tr w:rsidR="002A59D4" w:rsidTr="002A59D4">
        <w:trPr>
          <w:trHeight w:val="334"/>
        </w:trPr>
        <w:tc>
          <w:tcPr>
            <w:tcW w:w="7479" w:type="dxa"/>
            <w:shd w:val="clear" w:color="auto" w:fill="auto"/>
          </w:tcPr>
          <w:p w:rsidR="002A59D4" w:rsidRPr="006C1EEA" w:rsidRDefault="002A59D4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A59D4" w:rsidRPr="006C1EEA" w:rsidRDefault="002A59D4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2A59D4" w:rsidRPr="006C1EEA" w:rsidRDefault="002A59D4" w:rsidP="000A6B96">
            <w:pPr>
              <w:jc w:val="both"/>
              <w:rPr>
                <w:sz w:val="20"/>
                <w:szCs w:val="20"/>
              </w:rPr>
            </w:pPr>
          </w:p>
        </w:tc>
      </w:tr>
      <w:tr w:rsidR="002A59D4" w:rsidTr="002A59D4">
        <w:trPr>
          <w:trHeight w:val="356"/>
        </w:trPr>
        <w:tc>
          <w:tcPr>
            <w:tcW w:w="7479" w:type="dxa"/>
            <w:shd w:val="clear" w:color="auto" w:fill="auto"/>
          </w:tcPr>
          <w:p w:rsidR="002A59D4" w:rsidRPr="006C1EEA" w:rsidRDefault="002A59D4" w:rsidP="00831117">
            <w:pPr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2A59D4" w:rsidRPr="006C1EEA" w:rsidRDefault="002A59D4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2A59D4" w:rsidRPr="006C1EEA" w:rsidRDefault="002A59D4" w:rsidP="000A6B96">
            <w:pPr>
              <w:jc w:val="both"/>
              <w:rPr>
                <w:sz w:val="20"/>
                <w:szCs w:val="20"/>
              </w:rPr>
            </w:pPr>
          </w:p>
        </w:tc>
      </w:tr>
    </w:tbl>
    <w:p w:rsidR="00F84FA5" w:rsidRPr="003C520B" w:rsidRDefault="00F84FA5" w:rsidP="003C520B">
      <w:pPr>
        <w:jc w:val="both"/>
        <w:rPr>
          <w:rFonts w:ascii="Arial Narrow" w:hAnsi="Arial Narrow" w:cs="Arial"/>
          <w:sz w:val="22"/>
          <w:szCs w:val="22"/>
        </w:rPr>
      </w:pPr>
    </w:p>
    <w:sectPr w:rsidR="00F84FA5" w:rsidRPr="003C520B" w:rsidSect="00F84FA5">
      <w:headerReference w:type="default" r:id="rId7"/>
      <w:pgSz w:w="16838" w:h="11906" w:orient="landscape"/>
      <w:pgMar w:top="539" w:right="1418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E40" w:rsidRDefault="008A4E40">
      <w:r>
        <w:separator/>
      </w:r>
    </w:p>
  </w:endnote>
  <w:endnote w:type="continuationSeparator" w:id="0">
    <w:p w:rsidR="008A4E40" w:rsidRDefault="008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E40" w:rsidRDefault="008A4E40">
      <w:r>
        <w:separator/>
      </w:r>
    </w:p>
  </w:footnote>
  <w:footnote w:type="continuationSeparator" w:id="0">
    <w:p w:rsidR="008A4E40" w:rsidRDefault="008A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534" w:rsidRDefault="00010534" w:rsidP="00A400C1">
    <w:pPr>
      <w:pStyle w:val="En-tte"/>
      <w:ind w:right="7069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5057" type="#_x0000_t75" style="position:absolute;margin-left:630.35pt;margin-top:-70.5pt;width:69.75pt;height:51.45pt;z-index:251659264;mso-position-horizontal-relative:margin;mso-position-vertical-relative:margin">
          <v:imagedata r:id="rId1" o:title="th-320x240-logo_siec.jpg"/>
          <w10:wrap type="square" anchorx="margin" anchory="margin"/>
        </v:shape>
      </w:pict>
    </w:r>
    <w:r>
      <w:pict>
        <v:shape id="_x0000_i1025" type="#_x0000_t75" style="width:73.5pt;height:66.75pt">
          <v:imagedata r:id="rId2" o:title="512px-Republique-francaise-logo.svg"/>
        </v:shape>
      </w:pict>
    </w:r>
  </w:p>
  <w:p w:rsidR="00D008B4" w:rsidRDefault="00D008B4" w:rsidP="00A400C1">
    <w:pPr>
      <w:pStyle w:val="En-tte"/>
      <w:ind w:right="706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A582F"/>
    <w:multiLevelType w:val="hybridMultilevel"/>
    <w:tmpl w:val="A27C1E1E"/>
    <w:lvl w:ilvl="0" w:tplc="C260697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B3D50"/>
    <w:multiLevelType w:val="hybridMultilevel"/>
    <w:tmpl w:val="B0DC7926"/>
    <w:lvl w:ilvl="0" w:tplc="49FA55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721E1"/>
    <w:multiLevelType w:val="hybridMultilevel"/>
    <w:tmpl w:val="9118E748"/>
    <w:lvl w:ilvl="0" w:tplc="755CC59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E841B4"/>
    <w:multiLevelType w:val="hybridMultilevel"/>
    <w:tmpl w:val="2DC2C900"/>
    <w:lvl w:ilvl="0" w:tplc="34365AE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5058" fill="f" fillcolor="white" stroke="f">
      <v:fill color="white" on="f"/>
      <v:stroke on="f"/>
    </o:shapedefaults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C9"/>
    <w:rsid w:val="00005004"/>
    <w:rsid w:val="00007201"/>
    <w:rsid w:val="00007A0B"/>
    <w:rsid w:val="00010534"/>
    <w:rsid w:val="000221D0"/>
    <w:rsid w:val="000A6B96"/>
    <w:rsid w:val="000B3F7A"/>
    <w:rsid w:val="000B7F03"/>
    <w:rsid w:val="000C4237"/>
    <w:rsid w:val="000E3E4F"/>
    <w:rsid w:val="00102375"/>
    <w:rsid w:val="00160ADF"/>
    <w:rsid w:val="001616FE"/>
    <w:rsid w:val="00162079"/>
    <w:rsid w:val="001743B4"/>
    <w:rsid w:val="0018798A"/>
    <w:rsid w:val="001A2D9C"/>
    <w:rsid w:val="001A345A"/>
    <w:rsid w:val="001B1FD3"/>
    <w:rsid w:val="001B2C6A"/>
    <w:rsid w:val="001B6387"/>
    <w:rsid w:val="001B7D9C"/>
    <w:rsid w:val="001E0826"/>
    <w:rsid w:val="001F43F7"/>
    <w:rsid w:val="00205139"/>
    <w:rsid w:val="00220517"/>
    <w:rsid w:val="00224776"/>
    <w:rsid w:val="00281536"/>
    <w:rsid w:val="00296A03"/>
    <w:rsid w:val="002A092F"/>
    <w:rsid w:val="002A59D4"/>
    <w:rsid w:val="002B3D46"/>
    <w:rsid w:val="002C0F2E"/>
    <w:rsid w:val="002D7101"/>
    <w:rsid w:val="002F786D"/>
    <w:rsid w:val="0031628D"/>
    <w:rsid w:val="00322716"/>
    <w:rsid w:val="00331DD8"/>
    <w:rsid w:val="003365E0"/>
    <w:rsid w:val="003443D6"/>
    <w:rsid w:val="00357646"/>
    <w:rsid w:val="00361B76"/>
    <w:rsid w:val="00365F3C"/>
    <w:rsid w:val="00377BCC"/>
    <w:rsid w:val="00383211"/>
    <w:rsid w:val="0038566F"/>
    <w:rsid w:val="00392AC6"/>
    <w:rsid w:val="00397A74"/>
    <w:rsid w:val="003A2047"/>
    <w:rsid w:val="003B37CC"/>
    <w:rsid w:val="003C520B"/>
    <w:rsid w:val="003D03A1"/>
    <w:rsid w:val="003E0CDA"/>
    <w:rsid w:val="003E2BF0"/>
    <w:rsid w:val="003E6B75"/>
    <w:rsid w:val="0040768E"/>
    <w:rsid w:val="004442E5"/>
    <w:rsid w:val="0044460F"/>
    <w:rsid w:val="004625B7"/>
    <w:rsid w:val="00483030"/>
    <w:rsid w:val="00490B5A"/>
    <w:rsid w:val="004A6A03"/>
    <w:rsid w:val="004B003C"/>
    <w:rsid w:val="004B6677"/>
    <w:rsid w:val="004B6F99"/>
    <w:rsid w:val="004D0759"/>
    <w:rsid w:val="004D16ED"/>
    <w:rsid w:val="004D2081"/>
    <w:rsid w:val="00500DCE"/>
    <w:rsid w:val="00526612"/>
    <w:rsid w:val="005477FB"/>
    <w:rsid w:val="00567E1C"/>
    <w:rsid w:val="00590E4A"/>
    <w:rsid w:val="005948D1"/>
    <w:rsid w:val="005A1816"/>
    <w:rsid w:val="005A3CAD"/>
    <w:rsid w:val="005A6505"/>
    <w:rsid w:val="005C0970"/>
    <w:rsid w:val="005C0AEC"/>
    <w:rsid w:val="006129A8"/>
    <w:rsid w:val="00646FBB"/>
    <w:rsid w:val="00656BCC"/>
    <w:rsid w:val="006722F5"/>
    <w:rsid w:val="006739C0"/>
    <w:rsid w:val="00686C85"/>
    <w:rsid w:val="006975D5"/>
    <w:rsid w:val="006C1EEA"/>
    <w:rsid w:val="006C22BB"/>
    <w:rsid w:val="00702590"/>
    <w:rsid w:val="00723E5D"/>
    <w:rsid w:val="007375F8"/>
    <w:rsid w:val="00751661"/>
    <w:rsid w:val="00774F20"/>
    <w:rsid w:val="00782D9F"/>
    <w:rsid w:val="00794078"/>
    <w:rsid w:val="007B546B"/>
    <w:rsid w:val="007B796F"/>
    <w:rsid w:val="007D0940"/>
    <w:rsid w:val="007D1EFE"/>
    <w:rsid w:val="007F3B50"/>
    <w:rsid w:val="007F71D1"/>
    <w:rsid w:val="00810B01"/>
    <w:rsid w:val="008244B0"/>
    <w:rsid w:val="008248BA"/>
    <w:rsid w:val="00831117"/>
    <w:rsid w:val="0084104D"/>
    <w:rsid w:val="00842F1D"/>
    <w:rsid w:val="00872741"/>
    <w:rsid w:val="00874CEF"/>
    <w:rsid w:val="00884AD1"/>
    <w:rsid w:val="008905FA"/>
    <w:rsid w:val="008914A3"/>
    <w:rsid w:val="008A126B"/>
    <w:rsid w:val="008A4A2D"/>
    <w:rsid w:val="008A4E40"/>
    <w:rsid w:val="008C4390"/>
    <w:rsid w:val="008E732B"/>
    <w:rsid w:val="0090731B"/>
    <w:rsid w:val="009205D4"/>
    <w:rsid w:val="00930FA6"/>
    <w:rsid w:val="009538A6"/>
    <w:rsid w:val="009548F0"/>
    <w:rsid w:val="00954F01"/>
    <w:rsid w:val="00990C41"/>
    <w:rsid w:val="00994799"/>
    <w:rsid w:val="009B7C66"/>
    <w:rsid w:val="009C1BDA"/>
    <w:rsid w:val="009E42E5"/>
    <w:rsid w:val="009F6894"/>
    <w:rsid w:val="00A003C9"/>
    <w:rsid w:val="00A307B2"/>
    <w:rsid w:val="00A339E2"/>
    <w:rsid w:val="00A400C1"/>
    <w:rsid w:val="00A602BB"/>
    <w:rsid w:val="00A62078"/>
    <w:rsid w:val="00A653A6"/>
    <w:rsid w:val="00A71D85"/>
    <w:rsid w:val="00AB5C0E"/>
    <w:rsid w:val="00AC3160"/>
    <w:rsid w:val="00AC3BA9"/>
    <w:rsid w:val="00AE41A9"/>
    <w:rsid w:val="00AE650D"/>
    <w:rsid w:val="00B22E38"/>
    <w:rsid w:val="00B27417"/>
    <w:rsid w:val="00B3198C"/>
    <w:rsid w:val="00B57A5E"/>
    <w:rsid w:val="00BA42AE"/>
    <w:rsid w:val="00BB1BEA"/>
    <w:rsid w:val="00BB64F8"/>
    <w:rsid w:val="00BC0D89"/>
    <w:rsid w:val="00BC5F2C"/>
    <w:rsid w:val="00BD21B8"/>
    <w:rsid w:val="00BF1B5E"/>
    <w:rsid w:val="00BF280F"/>
    <w:rsid w:val="00C00DE6"/>
    <w:rsid w:val="00C11D7F"/>
    <w:rsid w:val="00C14EE0"/>
    <w:rsid w:val="00C15A65"/>
    <w:rsid w:val="00C25C8C"/>
    <w:rsid w:val="00C40FD8"/>
    <w:rsid w:val="00C55BEC"/>
    <w:rsid w:val="00CA0776"/>
    <w:rsid w:val="00CB4B54"/>
    <w:rsid w:val="00CB579A"/>
    <w:rsid w:val="00CC05A1"/>
    <w:rsid w:val="00CC36CA"/>
    <w:rsid w:val="00CD33F0"/>
    <w:rsid w:val="00CE1AC2"/>
    <w:rsid w:val="00CE701D"/>
    <w:rsid w:val="00CF0400"/>
    <w:rsid w:val="00D008B4"/>
    <w:rsid w:val="00D278C0"/>
    <w:rsid w:val="00D345E7"/>
    <w:rsid w:val="00D50AA9"/>
    <w:rsid w:val="00D54810"/>
    <w:rsid w:val="00D67031"/>
    <w:rsid w:val="00D67491"/>
    <w:rsid w:val="00D86F39"/>
    <w:rsid w:val="00DC30E9"/>
    <w:rsid w:val="00DC783A"/>
    <w:rsid w:val="00DE106F"/>
    <w:rsid w:val="00E10E4B"/>
    <w:rsid w:val="00E231FD"/>
    <w:rsid w:val="00E24884"/>
    <w:rsid w:val="00E27CF7"/>
    <w:rsid w:val="00E5073B"/>
    <w:rsid w:val="00EA419E"/>
    <w:rsid w:val="00EA7842"/>
    <w:rsid w:val="00EC6220"/>
    <w:rsid w:val="00EE0ADC"/>
    <w:rsid w:val="00EE4A04"/>
    <w:rsid w:val="00EF7ED4"/>
    <w:rsid w:val="00F066AC"/>
    <w:rsid w:val="00F1634A"/>
    <w:rsid w:val="00F53352"/>
    <w:rsid w:val="00F54C31"/>
    <w:rsid w:val="00F84FA5"/>
    <w:rsid w:val="00F87142"/>
    <w:rsid w:val="00FA3A56"/>
    <w:rsid w:val="00FB1FE0"/>
    <w:rsid w:val="00FC0351"/>
    <w:rsid w:val="00FC798A"/>
    <w:rsid w:val="00FD75E1"/>
    <w:rsid w:val="00FE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B704C1B"/>
  <w15:docId w15:val="{A4672DB2-2855-4AD2-B919-1AD8B03B0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link w:val="Titre2Car"/>
    <w:unhideWhenUsed/>
    <w:qFormat/>
    <w:rsid w:val="00EE4A0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008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008B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55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CE701D"/>
    <w:rPr>
      <w:color w:val="0000FF"/>
      <w:u w:val="single"/>
    </w:rPr>
  </w:style>
  <w:style w:type="character" w:customStyle="1" w:styleId="Titre2Car">
    <w:name w:val="Titre 2 Car"/>
    <w:link w:val="Titre2"/>
    <w:rsid w:val="00EE4A0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edebulles">
    <w:name w:val="Balloon Text"/>
    <w:basedOn w:val="Normal"/>
    <w:link w:val="TextedebullesCar"/>
    <w:rsid w:val="003C520B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3C52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iacalone.RECT\Application%20Data\Microsoft\Mod&#232;les\A1%20Courrier%20Type%20FEV%202006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 Courrier Type FEV 2006</Template>
  <TotalTime>2</TotalTime>
  <Pages>1</Pages>
  <Words>17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Recteur de l’Académie de Montpellier</vt:lpstr>
    </vt:vector>
  </TitlesOfParts>
  <Company>Académie de Montpellier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Recteur de l’Académie de Montpellier</dc:title>
  <dc:creator>igiacalone</dc:creator>
  <cp:lastModifiedBy>DONT Barthélemy</cp:lastModifiedBy>
  <cp:revision>3</cp:revision>
  <cp:lastPrinted>2016-01-04T14:19:00Z</cp:lastPrinted>
  <dcterms:created xsi:type="dcterms:W3CDTF">2023-11-20T10:42:00Z</dcterms:created>
  <dcterms:modified xsi:type="dcterms:W3CDTF">2024-01-09T13:58:00Z</dcterms:modified>
</cp:coreProperties>
</file>