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98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9" w:type="dxa"/>
          <w:right w:w="69" w:type="dxa"/>
        </w:tblCellMar>
        <w:tblLook w:val="0000" w:firstRow="0" w:lastRow="0" w:firstColumn="0" w:lastColumn="0" w:noHBand="0" w:noVBand="0"/>
      </w:tblPr>
      <w:tblGrid>
        <w:gridCol w:w="998"/>
        <w:gridCol w:w="970"/>
        <w:gridCol w:w="924"/>
        <w:gridCol w:w="1470"/>
        <w:gridCol w:w="2434"/>
        <w:gridCol w:w="1012"/>
        <w:gridCol w:w="962"/>
        <w:gridCol w:w="925"/>
        <w:gridCol w:w="2620"/>
        <w:gridCol w:w="3666"/>
      </w:tblGrid>
      <w:tr w:rsidR="002B74A6" w:rsidRPr="002B74A6" w14:paraId="4153947D" w14:textId="77777777" w:rsidTr="003567BD">
        <w:trPr>
          <w:cantSplit/>
          <w:trHeight w:val="665"/>
          <w:jc w:val="center"/>
        </w:trPr>
        <w:tc>
          <w:tcPr>
            <w:tcW w:w="436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5074F" w14:textId="45779FA2" w:rsidR="002B74A6" w:rsidRPr="002B74A6" w:rsidRDefault="002B74A6" w:rsidP="00F22137">
            <w:pPr>
              <w:tabs>
                <w:tab w:val="left" w:pos="-850"/>
              </w:tabs>
              <w:suppressAutoHyphens/>
              <w:ind w:right="-153"/>
              <w:jc w:val="center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sz w:val="20"/>
                <w:szCs w:val="20"/>
                <w:lang w:val="fr-FR" w:eastAsia="fr-FR"/>
              </w:rPr>
              <w:t>BTS</w:t>
            </w:r>
          </w:p>
          <w:p w14:paraId="45962177" w14:textId="77777777" w:rsidR="002B74A6" w:rsidRPr="002B74A6" w:rsidRDefault="002B74A6" w:rsidP="00F22137">
            <w:pPr>
              <w:tabs>
                <w:tab w:val="left" w:pos="-850"/>
              </w:tabs>
              <w:suppressAutoHyphens/>
              <w:ind w:right="-153"/>
              <w:jc w:val="center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sz w:val="20"/>
                <w:szCs w:val="20"/>
                <w:lang w:val="fr-FR" w:eastAsia="fr-FR"/>
              </w:rPr>
              <w:t>SUPPORT À L’ACTION MANAGÉRIALE</w:t>
            </w:r>
          </w:p>
        </w:tc>
        <w:tc>
          <w:tcPr>
            <w:tcW w:w="7953" w:type="dxa"/>
            <w:gridSpan w:val="5"/>
            <w:vMerge w:val="restart"/>
            <w:vAlign w:val="center"/>
          </w:tcPr>
          <w:p w14:paraId="2B8E9BD0" w14:textId="77777777" w:rsidR="002B74A6" w:rsidRPr="002B74A6" w:rsidRDefault="002B74A6" w:rsidP="00F22137">
            <w:pPr>
              <w:tabs>
                <w:tab w:val="right" w:leader="dot" w:pos="-11907"/>
                <w:tab w:val="right" w:leader="dot" w:pos="-8857"/>
                <w:tab w:val="left" w:pos="-8370"/>
                <w:tab w:val="left" w:pos="-7662"/>
                <w:tab w:val="left" w:pos="-6954"/>
                <w:tab w:val="left" w:pos="-6246"/>
                <w:tab w:val="left" w:pos="-5538"/>
                <w:tab w:val="left" w:pos="-4830"/>
                <w:tab w:val="left" w:pos="-4122"/>
                <w:tab w:val="left" w:pos="-3414"/>
                <w:tab w:val="left" w:pos="-2706"/>
                <w:tab w:val="left" w:pos="-1998"/>
                <w:tab w:val="left" w:pos="-142"/>
                <w:tab w:val="right" w:leader="dot" w:pos="6986"/>
              </w:tabs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sz w:val="20"/>
                <w:szCs w:val="20"/>
                <w:lang w:val="fr-FR" w:eastAsia="fr-FR"/>
              </w:rPr>
              <w:t>NOM</w:t>
            </w:r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 xml:space="preserve"> (en lettres capitales)</w:t>
            </w:r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ab/>
            </w:r>
          </w:p>
          <w:p w14:paraId="18FC3C47" w14:textId="77777777" w:rsidR="002B74A6" w:rsidRPr="002B74A6" w:rsidRDefault="002B74A6" w:rsidP="00F22137">
            <w:pPr>
              <w:tabs>
                <w:tab w:val="right" w:leader="dot" w:pos="-11907"/>
                <w:tab w:val="right" w:leader="dot" w:pos="-8857"/>
                <w:tab w:val="left" w:pos="-8370"/>
                <w:tab w:val="left" w:pos="-7662"/>
                <w:tab w:val="left" w:pos="-6954"/>
                <w:tab w:val="left" w:pos="-6246"/>
                <w:tab w:val="left" w:pos="-5538"/>
                <w:tab w:val="left" w:pos="-4830"/>
                <w:tab w:val="left" w:pos="-4122"/>
                <w:tab w:val="left" w:pos="-3414"/>
                <w:tab w:val="left" w:pos="-2706"/>
                <w:tab w:val="left" w:pos="-1998"/>
                <w:tab w:val="left" w:pos="-142"/>
                <w:tab w:val="right" w:leader="dot" w:pos="6986"/>
              </w:tabs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sz w:val="20"/>
                <w:szCs w:val="20"/>
                <w:lang w:val="fr-FR" w:eastAsia="fr-FR"/>
              </w:rPr>
              <w:t>Prénom</w:t>
            </w:r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ab/>
            </w:r>
          </w:p>
        </w:tc>
        <w:tc>
          <w:tcPr>
            <w:tcW w:w="3666" w:type="dxa"/>
            <w:vMerge w:val="restart"/>
          </w:tcPr>
          <w:p w14:paraId="1FA12EBC" w14:textId="77777777" w:rsidR="002B74A6" w:rsidRPr="002B74A6" w:rsidRDefault="002B74A6" w:rsidP="00F22137">
            <w:pPr>
              <w:tabs>
                <w:tab w:val="left" w:pos="-12119"/>
                <w:tab w:val="left" w:pos="-12061"/>
                <w:tab w:val="left" w:pos="-11353"/>
                <w:tab w:val="left" w:pos="-10645"/>
                <w:tab w:val="left" w:pos="-9937"/>
                <w:tab w:val="left" w:pos="-9229"/>
                <w:tab w:val="left" w:pos="-8521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058AABF5" w14:textId="77777777" w:rsidR="002B74A6" w:rsidRPr="002B74A6" w:rsidRDefault="002B74A6" w:rsidP="00F22137">
            <w:pPr>
              <w:keepNext/>
              <w:tabs>
                <w:tab w:val="left" w:pos="-12119"/>
                <w:tab w:val="left" w:pos="-12061"/>
                <w:tab w:val="left" w:pos="-11353"/>
                <w:tab w:val="left" w:pos="-10645"/>
                <w:tab w:val="left" w:pos="-9937"/>
                <w:tab w:val="left" w:pos="-9229"/>
                <w:tab w:val="left" w:pos="-8521"/>
              </w:tabs>
              <w:spacing w:line="210" w:lineRule="exact"/>
              <w:jc w:val="both"/>
              <w:outlineLvl w:val="1"/>
              <w:rPr>
                <w:rFonts w:eastAsia="Times New Roman"/>
                <w:b/>
                <w:bCs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bCs/>
                <w:sz w:val="20"/>
                <w:szCs w:val="20"/>
                <w:lang w:val="fr-FR" w:eastAsia="fr-FR"/>
              </w:rPr>
              <w:t>ÉTABLISSEMENT</w:t>
            </w:r>
          </w:p>
          <w:p w14:paraId="33F37852" w14:textId="77777777" w:rsidR="002B74A6" w:rsidRPr="002B74A6" w:rsidRDefault="002B74A6" w:rsidP="00F22137">
            <w:pPr>
              <w:tabs>
                <w:tab w:val="left" w:pos="-12119"/>
                <w:tab w:val="left" w:pos="-12061"/>
                <w:tab w:val="left" w:pos="-11353"/>
                <w:tab w:val="left" w:pos="-10645"/>
                <w:tab w:val="left" w:pos="-9937"/>
                <w:tab w:val="left" w:pos="-9229"/>
                <w:tab w:val="left" w:pos="-8521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>(</w:t>
            </w:r>
            <w:proofErr w:type="gramStart"/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>cachet</w:t>
            </w:r>
            <w:proofErr w:type="gramEnd"/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>)</w:t>
            </w:r>
          </w:p>
          <w:p w14:paraId="1E5BC2F9" w14:textId="77777777" w:rsidR="002B74A6" w:rsidRPr="002B74A6" w:rsidRDefault="002B74A6" w:rsidP="00F22137">
            <w:pPr>
              <w:tabs>
                <w:tab w:val="left" w:pos="-12119"/>
                <w:tab w:val="left" w:pos="-12061"/>
                <w:tab w:val="left" w:pos="-11353"/>
                <w:tab w:val="left" w:pos="-10645"/>
                <w:tab w:val="left" w:pos="-9937"/>
                <w:tab w:val="left" w:pos="-9229"/>
                <w:tab w:val="left" w:pos="-8521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75A681E2" w14:textId="77777777" w:rsidTr="003567BD">
        <w:trPr>
          <w:cantSplit/>
          <w:trHeight w:val="535"/>
          <w:jc w:val="center"/>
        </w:trPr>
        <w:tc>
          <w:tcPr>
            <w:tcW w:w="4362" w:type="dxa"/>
            <w:gridSpan w:val="4"/>
            <w:tcBorders>
              <w:top w:val="single" w:sz="4" w:space="0" w:color="auto"/>
            </w:tcBorders>
            <w:vAlign w:val="center"/>
          </w:tcPr>
          <w:p w14:paraId="3E744492" w14:textId="1C11A93D" w:rsidR="002B74A6" w:rsidRPr="002B74A6" w:rsidRDefault="002B74A6" w:rsidP="00F22137">
            <w:pPr>
              <w:tabs>
                <w:tab w:val="left" w:pos="-850"/>
              </w:tabs>
              <w:suppressAutoHyphens/>
              <w:ind w:right="-153"/>
              <w:jc w:val="center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sz w:val="20"/>
                <w:szCs w:val="20"/>
                <w:lang w:val="fr-FR" w:eastAsia="fr-FR"/>
              </w:rPr>
              <w:t>SESSION 202</w:t>
            </w:r>
            <w:r w:rsidR="00E4378B">
              <w:rPr>
                <w:rFonts w:eastAsia="Times New Roman"/>
                <w:b/>
                <w:sz w:val="20"/>
                <w:szCs w:val="20"/>
                <w:lang w:val="fr-FR" w:eastAsia="fr-FR"/>
              </w:rPr>
              <w:t>4</w:t>
            </w:r>
          </w:p>
        </w:tc>
        <w:tc>
          <w:tcPr>
            <w:tcW w:w="7953" w:type="dxa"/>
            <w:gridSpan w:val="5"/>
            <w:vMerge/>
            <w:vAlign w:val="center"/>
          </w:tcPr>
          <w:p w14:paraId="0D77619F" w14:textId="77777777" w:rsidR="002B74A6" w:rsidRPr="002B74A6" w:rsidRDefault="002B74A6" w:rsidP="00F22137">
            <w:pPr>
              <w:tabs>
                <w:tab w:val="right" w:leader="dot" w:pos="4000"/>
              </w:tabs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3666" w:type="dxa"/>
            <w:vMerge/>
          </w:tcPr>
          <w:p w14:paraId="37E8B64D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66EF357E" w14:textId="77777777" w:rsidTr="008D1605">
        <w:tblPrEx>
          <w:tblCellMar>
            <w:left w:w="68" w:type="dxa"/>
            <w:right w:w="68" w:type="dxa"/>
          </w:tblCellMar>
        </w:tblPrEx>
        <w:trPr>
          <w:cantSplit/>
          <w:trHeight w:val="311"/>
          <w:jc w:val="center"/>
        </w:trPr>
        <w:tc>
          <w:tcPr>
            <w:tcW w:w="2892" w:type="dxa"/>
            <w:gridSpan w:val="3"/>
            <w:vAlign w:val="center"/>
          </w:tcPr>
          <w:p w14:paraId="0FD1BA1C" w14:textId="4A9AF07A" w:rsidR="002B74A6" w:rsidRPr="002B74A6" w:rsidRDefault="00D24CC5" w:rsidP="00F22137">
            <w:pPr>
              <w:tabs>
                <w:tab w:val="left" w:pos="-3937"/>
                <w:tab w:val="left" w:pos="-3527"/>
                <w:tab w:val="left" w:pos="-2819"/>
                <w:tab w:val="left" w:pos="-2111"/>
                <w:tab w:val="left" w:pos="-1403"/>
                <w:tab w:val="left" w:pos="-695"/>
              </w:tabs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>CLASSE de</w:t>
            </w:r>
            <w:r w:rsidR="002B74A6" w:rsidRPr="002B74A6">
              <w:rPr>
                <w:rFonts w:eastAsia="Times New Roman"/>
                <w:sz w:val="20"/>
                <w:szCs w:val="20"/>
                <w:lang w:val="fr-FR" w:eastAsia="fr-FR"/>
              </w:rPr>
              <w:t xml:space="preserve"> (1)</w:t>
            </w:r>
          </w:p>
        </w:tc>
        <w:tc>
          <w:tcPr>
            <w:tcW w:w="3904" w:type="dxa"/>
            <w:gridSpan w:val="2"/>
            <w:vAlign w:val="center"/>
          </w:tcPr>
          <w:p w14:paraId="7BDD7326" w14:textId="77777777" w:rsidR="002B74A6" w:rsidRPr="002B74A6" w:rsidRDefault="002B74A6" w:rsidP="00F22137">
            <w:pPr>
              <w:tabs>
                <w:tab w:val="left" w:pos="-4891"/>
                <w:tab w:val="left" w:pos="-4806"/>
                <w:tab w:val="left" w:pos="-4098"/>
                <w:tab w:val="left" w:pos="-3390"/>
                <w:tab w:val="left" w:pos="-2682"/>
                <w:tab w:val="left" w:pos="-1974"/>
                <w:tab w:val="left" w:pos="-1266"/>
                <w:tab w:val="left" w:pos="-558"/>
                <w:tab w:val="left" w:pos="-142"/>
                <w:tab w:val="left" w:pos="150"/>
                <w:tab w:val="left" w:pos="858"/>
                <w:tab w:val="left" w:pos="1276"/>
                <w:tab w:val="left" w:pos="1566"/>
                <w:tab w:val="left" w:pos="2274"/>
                <w:tab w:val="left" w:pos="2982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sz w:val="20"/>
                <w:szCs w:val="20"/>
                <w:lang w:val="fr-FR" w:eastAsia="fr-FR"/>
              </w:rPr>
              <w:t>MATIÈRES ENSEIGNÉES</w:t>
            </w:r>
          </w:p>
        </w:tc>
        <w:tc>
          <w:tcPr>
            <w:tcW w:w="2899" w:type="dxa"/>
            <w:gridSpan w:val="3"/>
            <w:tcBorders>
              <w:right w:val="nil"/>
            </w:tcBorders>
            <w:vAlign w:val="center"/>
          </w:tcPr>
          <w:p w14:paraId="799774BC" w14:textId="1A69A76E" w:rsidR="002B74A6" w:rsidRPr="002B74A6" w:rsidRDefault="00D24CC5" w:rsidP="00F22137">
            <w:pPr>
              <w:tabs>
                <w:tab w:val="left" w:pos="-12272"/>
                <w:tab w:val="left" w:pos="-12070"/>
                <w:tab w:val="left" w:pos="-11362"/>
                <w:tab w:val="left" w:pos="-10654"/>
                <w:tab w:val="left" w:pos="-9946"/>
                <w:tab w:val="left" w:pos="-9238"/>
                <w:tab w:val="left" w:pos="-8530"/>
                <w:tab w:val="left" w:pos="-7822"/>
                <w:tab w:val="left" w:pos="-7114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>CLASSE de (</w:t>
            </w:r>
            <w:r w:rsidR="002B74A6" w:rsidRPr="002B74A6">
              <w:rPr>
                <w:rFonts w:eastAsia="Times New Roman"/>
                <w:sz w:val="20"/>
                <w:szCs w:val="20"/>
                <w:lang w:val="fr-FR" w:eastAsia="fr-FR"/>
              </w:rPr>
              <w:t>2)</w:t>
            </w:r>
          </w:p>
        </w:tc>
        <w:tc>
          <w:tcPr>
            <w:tcW w:w="6286" w:type="dxa"/>
            <w:gridSpan w:val="2"/>
            <w:vAlign w:val="center"/>
          </w:tcPr>
          <w:p w14:paraId="42663AEC" w14:textId="77777777" w:rsidR="002B74A6" w:rsidRPr="002B74A6" w:rsidRDefault="002B74A6" w:rsidP="00F22137">
            <w:pPr>
              <w:tabs>
                <w:tab w:val="left" w:pos="-14305"/>
                <w:tab w:val="left" w:pos="-14106"/>
                <w:tab w:val="left" w:pos="-13398"/>
                <w:tab w:val="left" w:pos="-12690"/>
                <w:tab w:val="left" w:pos="-11982"/>
                <w:tab w:val="left" w:pos="-11274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sz w:val="20"/>
                <w:szCs w:val="20"/>
                <w:lang w:val="fr-FR" w:eastAsia="fr-FR"/>
              </w:rPr>
              <w:t>APPRÉCIATIONS</w:t>
            </w:r>
          </w:p>
        </w:tc>
      </w:tr>
      <w:tr w:rsidR="002B74A6" w:rsidRPr="002B74A6" w14:paraId="5FBDB652" w14:textId="77777777" w:rsidTr="008D1605">
        <w:tblPrEx>
          <w:tblCellMar>
            <w:left w:w="68" w:type="dxa"/>
            <w:right w:w="68" w:type="dxa"/>
          </w:tblCellMar>
        </w:tblPrEx>
        <w:trPr>
          <w:trHeight w:val="360"/>
          <w:jc w:val="center"/>
        </w:trPr>
        <w:tc>
          <w:tcPr>
            <w:tcW w:w="998" w:type="dxa"/>
            <w:vAlign w:val="center"/>
          </w:tcPr>
          <w:p w14:paraId="01E400BD" w14:textId="77777777" w:rsidR="002B74A6" w:rsidRPr="002B74A6" w:rsidRDefault="002B74A6" w:rsidP="00F22137">
            <w:pPr>
              <w:tabs>
                <w:tab w:val="left" w:pos="-850"/>
              </w:tabs>
              <w:suppressAutoHyphens/>
              <w:jc w:val="both"/>
              <w:rPr>
                <w:rFonts w:eastAsia="Times New Roman"/>
                <w:sz w:val="18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8"/>
                <w:szCs w:val="20"/>
                <w:lang w:val="fr-FR" w:eastAsia="fr-FR"/>
              </w:rPr>
              <w:t>1er semestre</w:t>
            </w:r>
          </w:p>
        </w:tc>
        <w:tc>
          <w:tcPr>
            <w:tcW w:w="970" w:type="dxa"/>
            <w:vAlign w:val="center"/>
          </w:tcPr>
          <w:p w14:paraId="22FCFD99" w14:textId="77777777" w:rsidR="002B74A6" w:rsidRPr="002B74A6" w:rsidRDefault="002B74A6" w:rsidP="00F22137">
            <w:pPr>
              <w:tabs>
                <w:tab w:val="left" w:pos="-2858"/>
                <w:tab w:val="left" w:pos="-2830"/>
                <w:tab w:val="left" w:pos="-2122"/>
              </w:tabs>
              <w:suppressAutoHyphens/>
              <w:jc w:val="both"/>
              <w:rPr>
                <w:rFonts w:eastAsia="Times New Roman"/>
                <w:sz w:val="18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8"/>
                <w:szCs w:val="20"/>
                <w:lang w:val="fr-FR" w:eastAsia="fr-FR"/>
              </w:rPr>
              <w:t>2e semestre</w:t>
            </w:r>
          </w:p>
        </w:tc>
        <w:tc>
          <w:tcPr>
            <w:tcW w:w="924" w:type="dxa"/>
            <w:vAlign w:val="center"/>
          </w:tcPr>
          <w:p w14:paraId="5E998D21" w14:textId="77777777" w:rsidR="002B74A6" w:rsidRPr="002B74A6" w:rsidRDefault="002B74A6" w:rsidP="00F22137">
            <w:pPr>
              <w:tabs>
                <w:tab w:val="left" w:pos="-850"/>
                <w:tab w:val="left" w:pos="-142"/>
                <w:tab w:val="left" w:pos="1276"/>
              </w:tabs>
              <w:suppressAutoHyphens/>
              <w:jc w:val="both"/>
              <w:rPr>
                <w:rFonts w:eastAsia="Times New Roman"/>
                <w:sz w:val="18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8"/>
                <w:szCs w:val="20"/>
                <w:lang w:val="fr-FR" w:eastAsia="fr-FR"/>
              </w:rPr>
              <w:t>Moyenne</w:t>
            </w:r>
          </w:p>
        </w:tc>
        <w:tc>
          <w:tcPr>
            <w:tcW w:w="3904" w:type="dxa"/>
            <w:gridSpan w:val="2"/>
          </w:tcPr>
          <w:p w14:paraId="43C824D2" w14:textId="77777777" w:rsidR="002B74A6" w:rsidRPr="002B74A6" w:rsidRDefault="002B74A6" w:rsidP="00F22137">
            <w:pPr>
              <w:tabs>
                <w:tab w:val="left" w:pos="-4891"/>
                <w:tab w:val="left" w:pos="-4806"/>
                <w:tab w:val="left" w:pos="-4098"/>
                <w:tab w:val="left" w:pos="-3390"/>
                <w:tab w:val="left" w:pos="-2682"/>
                <w:tab w:val="left" w:pos="-1974"/>
                <w:tab w:val="left" w:pos="-1266"/>
                <w:tab w:val="left" w:pos="-558"/>
                <w:tab w:val="left" w:pos="-142"/>
                <w:tab w:val="left" w:pos="150"/>
                <w:tab w:val="left" w:pos="858"/>
                <w:tab w:val="left" w:pos="1276"/>
                <w:tab w:val="left" w:pos="1566"/>
                <w:tab w:val="left" w:pos="2274"/>
                <w:tab w:val="left" w:pos="2982"/>
              </w:tabs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12" w:type="dxa"/>
            <w:vAlign w:val="center"/>
          </w:tcPr>
          <w:p w14:paraId="70397376" w14:textId="77777777" w:rsidR="002B74A6" w:rsidRPr="002B74A6" w:rsidRDefault="002B74A6" w:rsidP="00F22137">
            <w:pPr>
              <w:tabs>
                <w:tab w:val="left" w:pos="-850"/>
                <w:tab w:val="left" w:pos="-142"/>
                <w:tab w:val="left" w:pos="1276"/>
              </w:tabs>
              <w:suppressAutoHyphens/>
              <w:jc w:val="both"/>
              <w:rPr>
                <w:rFonts w:eastAsia="Times New Roman"/>
                <w:sz w:val="18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8"/>
                <w:szCs w:val="20"/>
                <w:lang w:val="fr-FR" w:eastAsia="fr-FR"/>
              </w:rPr>
              <w:t>1er semestre</w:t>
            </w:r>
          </w:p>
        </w:tc>
        <w:tc>
          <w:tcPr>
            <w:tcW w:w="962" w:type="dxa"/>
            <w:vAlign w:val="center"/>
          </w:tcPr>
          <w:p w14:paraId="670F7AA3" w14:textId="77777777" w:rsidR="002B74A6" w:rsidRPr="002B74A6" w:rsidRDefault="002B74A6" w:rsidP="00F22137">
            <w:pPr>
              <w:tabs>
                <w:tab w:val="left" w:pos="-2858"/>
                <w:tab w:val="left" w:pos="-2830"/>
                <w:tab w:val="left" w:pos="-2122"/>
              </w:tabs>
              <w:suppressAutoHyphens/>
              <w:jc w:val="both"/>
              <w:rPr>
                <w:rFonts w:eastAsia="Times New Roman"/>
                <w:sz w:val="18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8"/>
                <w:szCs w:val="20"/>
                <w:lang w:val="fr-FR" w:eastAsia="fr-FR"/>
              </w:rPr>
              <w:t>2e semestre</w:t>
            </w:r>
          </w:p>
        </w:tc>
        <w:tc>
          <w:tcPr>
            <w:tcW w:w="925" w:type="dxa"/>
            <w:vAlign w:val="center"/>
          </w:tcPr>
          <w:p w14:paraId="57E0BA52" w14:textId="77777777" w:rsidR="002B74A6" w:rsidRPr="002B74A6" w:rsidRDefault="002B74A6" w:rsidP="00F22137">
            <w:pPr>
              <w:tabs>
                <w:tab w:val="left" w:pos="-13351"/>
                <w:tab w:val="left" w:pos="-12867"/>
                <w:tab w:val="left" w:pos="-12159"/>
                <w:tab w:val="left" w:pos="-11451"/>
                <w:tab w:val="left" w:pos="-10743"/>
                <w:tab w:val="left" w:pos="-10035"/>
                <w:tab w:val="left" w:pos="-9327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sz w:val="18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8"/>
                <w:szCs w:val="20"/>
                <w:lang w:val="fr-FR" w:eastAsia="fr-FR"/>
              </w:rPr>
              <w:t>Moyenne</w:t>
            </w:r>
          </w:p>
        </w:tc>
        <w:tc>
          <w:tcPr>
            <w:tcW w:w="6286" w:type="dxa"/>
            <w:gridSpan w:val="2"/>
          </w:tcPr>
          <w:p w14:paraId="6358C656" w14:textId="77777777" w:rsidR="002B74A6" w:rsidRPr="002B74A6" w:rsidRDefault="002B74A6" w:rsidP="00F22137">
            <w:pPr>
              <w:tabs>
                <w:tab w:val="left" w:pos="-14305"/>
                <w:tab w:val="left" w:pos="-14106"/>
                <w:tab w:val="left" w:pos="-13398"/>
                <w:tab w:val="left" w:pos="-12690"/>
                <w:tab w:val="left" w:pos="-11982"/>
                <w:tab w:val="left" w:pos="-11274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64C0253D" w14:textId="77777777" w:rsidTr="008D1605">
        <w:tblPrEx>
          <w:tblCellMar>
            <w:left w:w="68" w:type="dxa"/>
            <w:right w:w="68" w:type="dxa"/>
          </w:tblCellMar>
        </w:tblPrEx>
        <w:trPr>
          <w:trHeight w:val="510"/>
          <w:jc w:val="center"/>
        </w:trPr>
        <w:tc>
          <w:tcPr>
            <w:tcW w:w="998" w:type="dxa"/>
          </w:tcPr>
          <w:p w14:paraId="0C0842E8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70" w:type="dxa"/>
          </w:tcPr>
          <w:p w14:paraId="33FB6CF6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24" w:type="dxa"/>
          </w:tcPr>
          <w:p w14:paraId="4F8FF96D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3904" w:type="dxa"/>
            <w:gridSpan w:val="2"/>
            <w:vAlign w:val="center"/>
          </w:tcPr>
          <w:p w14:paraId="61609F31" w14:textId="77777777" w:rsidR="002B74A6" w:rsidRPr="008D1605" w:rsidRDefault="002B74A6" w:rsidP="00F22137">
            <w:pPr>
              <w:suppressAutoHyphens/>
              <w:ind w:right="-153"/>
              <w:rPr>
                <w:rFonts w:eastAsia="Times New Roman"/>
                <w:sz w:val="21"/>
                <w:szCs w:val="21"/>
                <w:lang w:val="fr-FR" w:eastAsia="fr-FR"/>
              </w:rPr>
            </w:pPr>
            <w:r w:rsidRPr="008D1605">
              <w:rPr>
                <w:rFonts w:eastAsia="Times New Roman"/>
                <w:sz w:val="21"/>
                <w:szCs w:val="21"/>
                <w:lang w:val="fr-FR" w:eastAsia="fr-FR"/>
              </w:rPr>
              <w:t>Culture générale et expression</w:t>
            </w:r>
          </w:p>
        </w:tc>
        <w:tc>
          <w:tcPr>
            <w:tcW w:w="1012" w:type="dxa"/>
          </w:tcPr>
          <w:p w14:paraId="52C7F769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962" w:type="dxa"/>
          </w:tcPr>
          <w:p w14:paraId="5C6B6477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925" w:type="dxa"/>
          </w:tcPr>
          <w:p w14:paraId="1EFA0399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6286" w:type="dxa"/>
            <w:gridSpan w:val="2"/>
          </w:tcPr>
          <w:p w14:paraId="7868BA4D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4039742C" w14:textId="77777777" w:rsidTr="008D1605">
        <w:tblPrEx>
          <w:tblCellMar>
            <w:left w:w="68" w:type="dxa"/>
            <w:right w:w="68" w:type="dxa"/>
          </w:tblCellMar>
        </w:tblPrEx>
        <w:trPr>
          <w:trHeight w:val="510"/>
          <w:jc w:val="center"/>
        </w:trPr>
        <w:tc>
          <w:tcPr>
            <w:tcW w:w="998" w:type="dxa"/>
            <w:tcBorders>
              <w:bottom w:val="nil"/>
            </w:tcBorders>
          </w:tcPr>
          <w:p w14:paraId="3A618C5F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70" w:type="dxa"/>
            <w:tcBorders>
              <w:bottom w:val="nil"/>
            </w:tcBorders>
          </w:tcPr>
          <w:p w14:paraId="4B52F1FA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24" w:type="dxa"/>
            <w:tcBorders>
              <w:bottom w:val="nil"/>
            </w:tcBorders>
          </w:tcPr>
          <w:p w14:paraId="4819D903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3904" w:type="dxa"/>
            <w:gridSpan w:val="2"/>
            <w:vAlign w:val="center"/>
          </w:tcPr>
          <w:p w14:paraId="22A73616" w14:textId="49823FF5" w:rsidR="002B74A6" w:rsidRPr="008D1605" w:rsidRDefault="002B74A6" w:rsidP="00F22137">
            <w:pPr>
              <w:suppressAutoHyphens/>
              <w:ind w:right="-153"/>
              <w:rPr>
                <w:rFonts w:eastAsia="Times New Roman"/>
                <w:sz w:val="21"/>
                <w:szCs w:val="21"/>
                <w:lang w:val="fr-FR" w:eastAsia="fr-FR"/>
              </w:rPr>
            </w:pPr>
            <w:r w:rsidRPr="008D1605">
              <w:rPr>
                <w:rFonts w:eastAsia="Times New Roman"/>
                <w:sz w:val="21"/>
                <w:szCs w:val="21"/>
                <w:lang w:val="fr-FR" w:eastAsia="fr-FR"/>
              </w:rPr>
              <w:t>Langue vivante étrangère A</w:t>
            </w:r>
            <w:r w:rsidR="00D24CC5" w:rsidRPr="008D1605">
              <w:rPr>
                <w:rFonts w:eastAsia="Times New Roman"/>
                <w:sz w:val="21"/>
                <w:szCs w:val="21"/>
                <w:lang w:val="fr-FR" w:eastAsia="fr-FR"/>
              </w:rPr>
              <w:t> : …</w:t>
            </w:r>
            <w:proofErr w:type="gramStart"/>
            <w:r w:rsidR="00D24CC5" w:rsidRPr="008D1605">
              <w:rPr>
                <w:rFonts w:eastAsia="Times New Roman"/>
                <w:sz w:val="21"/>
                <w:szCs w:val="21"/>
                <w:lang w:val="fr-FR" w:eastAsia="fr-FR"/>
              </w:rPr>
              <w:t>…….</w:t>
            </w:r>
            <w:proofErr w:type="gramEnd"/>
            <w:r w:rsidR="00D24CC5" w:rsidRPr="008D1605">
              <w:rPr>
                <w:rFonts w:eastAsia="Times New Roman"/>
                <w:sz w:val="21"/>
                <w:szCs w:val="21"/>
                <w:lang w:val="fr-FR" w:eastAsia="fr-FR"/>
              </w:rPr>
              <w:t>.</w:t>
            </w:r>
          </w:p>
        </w:tc>
        <w:tc>
          <w:tcPr>
            <w:tcW w:w="1012" w:type="dxa"/>
            <w:tcBorders>
              <w:bottom w:val="nil"/>
            </w:tcBorders>
          </w:tcPr>
          <w:p w14:paraId="03D2B659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62" w:type="dxa"/>
            <w:tcBorders>
              <w:bottom w:val="nil"/>
            </w:tcBorders>
          </w:tcPr>
          <w:p w14:paraId="45AA2B54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25" w:type="dxa"/>
            <w:tcBorders>
              <w:bottom w:val="nil"/>
            </w:tcBorders>
          </w:tcPr>
          <w:p w14:paraId="2C4D1BCB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6286" w:type="dxa"/>
            <w:gridSpan w:val="2"/>
            <w:tcBorders>
              <w:bottom w:val="nil"/>
            </w:tcBorders>
          </w:tcPr>
          <w:p w14:paraId="25301244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6FD5F731" w14:textId="77777777" w:rsidTr="008D1605">
        <w:tblPrEx>
          <w:tblCellMar>
            <w:left w:w="68" w:type="dxa"/>
            <w:right w:w="68" w:type="dxa"/>
          </w:tblCellMar>
        </w:tblPrEx>
        <w:trPr>
          <w:trHeight w:val="510"/>
          <w:jc w:val="center"/>
        </w:trPr>
        <w:tc>
          <w:tcPr>
            <w:tcW w:w="998" w:type="dxa"/>
          </w:tcPr>
          <w:p w14:paraId="772AA209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70" w:type="dxa"/>
          </w:tcPr>
          <w:p w14:paraId="39971C3F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24" w:type="dxa"/>
          </w:tcPr>
          <w:p w14:paraId="752362CB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3904" w:type="dxa"/>
            <w:gridSpan w:val="2"/>
            <w:vAlign w:val="center"/>
          </w:tcPr>
          <w:p w14:paraId="6991F1A4" w14:textId="029E3973" w:rsidR="002B74A6" w:rsidRPr="008D1605" w:rsidRDefault="002B74A6" w:rsidP="00F22137">
            <w:pPr>
              <w:suppressAutoHyphens/>
              <w:ind w:right="-153"/>
              <w:rPr>
                <w:rFonts w:eastAsia="Times New Roman"/>
                <w:sz w:val="21"/>
                <w:szCs w:val="21"/>
                <w:lang w:val="fr-FR" w:eastAsia="fr-FR"/>
              </w:rPr>
            </w:pPr>
            <w:r w:rsidRPr="008D1605">
              <w:rPr>
                <w:rFonts w:eastAsia="Times New Roman"/>
                <w:sz w:val="21"/>
                <w:szCs w:val="21"/>
                <w:lang w:val="fr-FR" w:eastAsia="fr-FR"/>
              </w:rPr>
              <w:t>Langue vivante étrangère B</w:t>
            </w:r>
            <w:r w:rsidR="00D24CC5" w:rsidRPr="008D1605">
              <w:rPr>
                <w:rFonts w:eastAsia="Times New Roman"/>
                <w:sz w:val="21"/>
                <w:szCs w:val="21"/>
                <w:lang w:val="fr-FR" w:eastAsia="fr-FR"/>
              </w:rPr>
              <w:t> : …</w:t>
            </w:r>
            <w:proofErr w:type="gramStart"/>
            <w:r w:rsidR="00D24CC5" w:rsidRPr="008D1605">
              <w:rPr>
                <w:rFonts w:eastAsia="Times New Roman"/>
                <w:sz w:val="21"/>
                <w:szCs w:val="21"/>
                <w:lang w:val="fr-FR" w:eastAsia="fr-FR"/>
              </w:rPr>
              <w:t>…….</w:t>
            </w:r>
            <w:proofErr w:type="gramEnd"/>
            <w:r w:rsidR="00D24CC5" w:rsidRPr="008D1605">
              <w:rPr>
                <w:rFonts w:eastAsia="Times New Roman"/>
                <w:sz w:val="21"/>
                <w:szCs w:val="21"/>
                <w:lang w:val="fr-FR" w:eastAsia="fr-FR"/>
              </w:rPr>
              <w:t>.</w:t>
            </w:r>
          </w:p>
        </w:tc>
        <w:tc>
          <w:tcPr>
            <w:tcW w:w="1012" w:type="dxa"/>
          </w:tcPr>
          <w:p w14:paraId="1EF01000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62" w:type="dxa"/>
          </w:tcPr>
          <w:p w14:paraId="7AA2874B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25" w:type="dxa"/>
          </w:tcPr>
          <w:p w14:paraId="482D4A65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6286" w:type="dxa"/>
            <w:gridSpan w:val="2"/>
          </w:tcPr>
          <w:p w14:paraId="0C8BF22A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5A0CC056" w14:textId="77777777" w:rsidTr="008D1605">
        <w:tblPrEx>
          <w:tblCellMar>
            <w:left w:w="68" w:type="dxa"/>
            <w:right w:w="68" w:type="dxa"/>
          </w:tblCellMar>
        </w:tblPrEx>
        <w:trPr>
          <w:trHeight w:val="510"/>
          <w:jc w:val="center"/>
        </w:trPr>
        <w:tc>
          <w:tcPr>
            <w:tcW w:w="998" w:type="dxa"/>
          </w:tcPr>
          <w:p w14:paraId="7E790D01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70" w:type="dxa"/>
          </w:tcPr>
          <w:p w14:paraId="04F4E976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24" w:type="dxa"/>
          </w:tcPr>
          <w:p w14:paraId="42ACFE5A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3904" w:type="dxa"/>
            <w:gridSpan w:val="2"/>
            <w:vAlign w:val="center"/>
          </w:tcPr>
          <w:p w14:paraId="01A69C2A" w14:textId="77777777" w:rsidR="002B74A6" w:rsidRPr="008D1605" w:rsidRDefault="002B74A6" w:rsidP="00F22137">
            <w:pPr>
              <w:suppressAutoHyphens/>
              <w:ind w:right="-153"/>
              <w:rPr>
                <w:rFonts w:eastAsia="Times New Roman"/>
                <w:sz w:val="21"/>
                <w:szCs w:val="21"/>
                <w:lang w:val="fr-FR" w:eastAsia="fr-FR"/>
              </w:rPr>
            </w:pPr>
            <w:r w:rsidRPr="008D1605">
              <w:rPr>
                <w:rFonts w:eastAsia="Times New Roman"/>
                <w:sz w:val="21"/>
                <w:szCs w:val="21"/>
                <w:lang w:val="fr-FR" w:eastAsia="fr-FR"/>
              </w:rPr>
              <w:t>Culture économique, juridique et managériale</w:t>
            </w:r>
          </w:p>
        </w:tc>
        <w:tc>
          <w:tcPr>
            <w:tcW w:w="1012" w:type="dxa"/>
          </w:tcPr>
          <w:p w14:paraId="6FC1A616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62" w:type="dxa"/>
          </w:tcPr>
          <w:p w14:paraId="730D87FC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25" w:type="dxa"/>
          </w:tcPr>
          <w:p w14:paraId="6926CCCD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6286" w:type="dxa"/>
            <w:gridSpan w:val="2"/>
          </w:tcPr>
          <w:p w14:paraId="108BB0DD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7D425FA3" w14:textId="77777777" w:rsidTr="008D1605">
        <w:tblPrEx>
          <w:tblCellMar>
            <w:left w:w="68" w:type="dxa"/>
            <w:right w:w="68" w:type="dxa"/>
          </w:tblCellMar>
        </w:tblPrEx>
        <w:trPr>
          <w:trHeight w:val="510"/>
          <w:jc w:val="center"/>
        </w:trPr>
        <w:tc>
          <w:tcPr>
            <w:tcW w:w="998" w:type="dxa"/>
          </w:tcPr>
          <w:p w14:paraId="363B89F8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70" w:type="dxa"/>
          </w:tcPr>
          <w:p w14:paraId="2528CA0F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24" w:type="dxa"/>
          </w:tcPr>
          <w:p w14:paraId="28DC688F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3904" w:type="dxa"/>
            <w:gridSpan w:val="2"/>
            <w:vAlign w:val="center"/>
          </w:tcPr>
          <w:p w14:paraId="3856E8E8" w14:textId="77777777" w:rsidR="008D1605" w:rsidRDefault="002B74A6" w:rsidP="00F22137">
            <w:pPr>
              <w:suppressAutoHyphens/>
              <w:ind w:right="-153"/>
              <w:rPr>
                <w:rFonts w:eastAsia="Times New Roman"/>
                <w:sz w:val="21"/>
                <w:szCs w:val="21"/>
                <w:lang w:val="fr-FR" w:eastAsia="fr-FR"/>
              </w:rPr>
            </w:pPr>
            <w:r w:rsidRPr="008D1605">
              <w:rPr>
                <w:rFonts w:eastAsia="Times New Roman"/>
                <w:sz w:val="21"/>
                <w:szCs w:val="21"/>
                <w:lang w:val="fr-FR" w:eastAsia="fr-FR"/>
              </w:rPr>
              <w:t>Optimisation des processus</w:t>
            </w:r>
          </w:p>
          <w:p w14:paraId="2AA3F7E3" w14:textId="1CE2800B" w:rsidR="002B74A6" w:rsidRPr="008D1605" w:rsidRDefault="002B74A6" w:rsidP="00F22137">
            <w:pPr>
              <w:suppressAutoHyphens/>
              <w:ind w:right="-153"/>
              <w:rPr>
                <w:rFonts w:eastAsia="Times New Roman"/>
                <w:sz w:val="21"/>
                <w:szCs w:val="21"/>
                <w:lang w:val="fr-FR" w:eastAsia="fr-FR"/>
              </w:rPr>
            </w:pPr>
            <w:proofErr w:type="gramStart"/>
            <w:r w:rsidRPr="008D1605">
              <w:rPr>
                <w:rFonts w:eastAsia="Times New Roman"/>
                <w:sz w:val="21"/>
                <w:szCs w:val="21"/>
                <w:lang w:val="fr-FR" w:eastAsia="fr-FR"/>
              </w:rPr>
              <w:t>administratifs</w:t>
            </w:r>
            <w:proofErr w:type="gramEnd"/>
          </w:p>
        </w:tc>
        <w:tc>
          <w:tcPr>
            <w:tcW w:w="1012" w:type="dxa"/>
          </w:tcPr>
          <w:p w14:paraId="6F69934F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62" w:type="dxa"/>
          </w:tcPr>
          <w:p w14:paraId="4045215B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25" w:type="dxa"/>
          </w:tcPr>
          <w:p w14:paraId="371D6A04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6286" w:type="dxa"/>
            <w:gridSpan w:val="2"/>
          </w:tcPr>
          <w:p w14:paraId="7E78D9A4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2C1C1F35" w14:textId="77777777" w:rsidTr="008D1605">
        <w:tblPrEx>
          <w:tblCellMar>
            <w:left w:w="68" w:type="dxa"/>
            <w:right w:w="68" w:type="dxa"/>
          </w:tblCellMar>
        </w:tblPrEx>
        <w:trPr>
          <w:trHeight w:val="510"/>
          <w:jc w:val="center"/>
        </w:trPr>
        <w:tc>
          <w:tcPr>
            <w:tcW w:w="998" w:type="dxa"/>
            <w:tcBorders>
              <w:bottom w:val="nil"/>
            </w:tcBorders>
          </w:tcPr>
          <w:p w14:paraId="765BE22E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70" w:type="dxa"/>
            <w:tcBorders>
              <w:bottom w:val="nil"/>
            </w:tcBorders>
          </w:tcPr>
          <w:p w14:paraId="3E00E331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24" w:type="dxa"/>
            <w:tcBorders>
              <w:bottom w:val="nil"/>
            </w:tcBorders>
          </w:tcPr>
          <w:p w14:paraId="4318989B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3904" w:type="dxa"/>
            <w:gridSpan w:val="2"/>
            <w:vAlign w:val="center"/>
          </w:tcPr>
          <w:p w14:paraId="21A348EE" w14:textId="77777777" w:rsidR="002B74A6" w:rsidRPr="008D1605" w:rsidRDefault="002B74A6" w:rsidP="00F22137">
            <w:pPr>
              <w:suppressAutoHyphens/>
              <w:ind w:right="-153"/>
              <w:rPr>
                <w:rFonts w:eastAsia="Times New Roman"/>
                <w:sz w:val="21"/>
                <w:szCs w:val="21"/>
                <w:lang w:val="fr-FR" w:eastAsia="fr-FR"/>
              </w:rPr>
            </w:pPr>
            <w:r w:rsidRPr="008D1605">
              <w:rPr>
                <w:rFonts w:eastAsia="Times New Roman"/>
                <w:sz w:val="21"/>
                <w:szCs w:val="21"/>
                <w:lang w:val="fr-FR" w:eastAsia="fr-FR"/>
              </w:rPr>
              <w:t>Gestion de projet</w:t>
            </w:r>
          </w:p>
        </w:tc>
        <w:tc>
          <w:tcPr>
            <w:tcW w:w="1012" w:type="dxa"/>
            <w:tcBorders>
              <w:bottom w:val="nil"/>
            </w:tcBorders>
            <w:shd w:val="clear" w:color="auto" w:fill="auto"/>
          </w:tcPr>
          <w:p w14:paraId="1031850A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62" w:type="dxa"/>
            <w:tcBorders>
              <w:bottom w:val="nil"/>
            </w:tcBorders>
            <w:shd w:val="clear" w:color="auto" w:fill="auto"/>
          </w:tcPr>
          <w:p w14:paraId="56C99B69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25" w:type="dxa"/>
            <w:tcBorders>
              <w:bottom w:val="nil"/>
            </w:tcBorders>
            <w:shd w:val="clear" w:color="auto" w:fill="auto"/>
          </w:tcPr>
          <w:p w14:paraId="0F5BEFA0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6286" w:type="dxa"/>
            <w:gridSpan w:val="2"/>
          </w:tcPr>
          <w:p w14:paraId="550496DA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5E111F0A" w14:textId="77777777" w:rsidTr="008D1605">
        <w:tblPrEx>
          <w:tblCellMar>
            <w:left w:w="68" w:type="dxa"/>
            <w:right w:w="68" w:type="dxa"/>
          </w:tblCellMar>
        </w:tblPrEx>
        <w:trPr>
          <w:trHeight w:val="510"/>
          <w:jc w:val="center"/>
        </w:trPr>
        <w:tc>
          <w:tcPr>
            <w:tcW w:w="998" w:type="dxa"/>
          </w:tcPr>
          <w:p w14:paraId="4DE61150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70" w:type="dxa"/>
          </w:tcPr>
          <w:p w14:paraId="0E331AD5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24" w:type="dxa"/>
          </w:tcPr>
          <w:p w14:paraId="59991F04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3904" w:type="dxa"/>
            <w:gridSpan w:val="2"/>
            <w:vAlign w:val="center"/>
          </w:tcPr>
          <w:p w14:paraId="6247BAC9" w14:textId="77777777" w:rsidR="002B74A6" w:rsidRPr="008D1605" w:rsidRDefault="002B74A6" w:rsidP="00F22137">
            <w:pPr>
              <w:suppressAutoHyphens/>
              <w:ind w:right="-153"/>
              <w:rPr>
                <w:rFonts w:eastAsia="Times New Roman"/>
                <w:sz w:val="21"/>
                <w:szCs w:val="21"/>
                <w:lang w:val="fr-FR" w:eastAsia="fr-FR"/>
              </w:rPr>
            </w:pPr>
            <w:r w:rsidRPr="008D1605">
              <w:rPr>
                <w:rFonts w:eastAsia="Times New Roman"/>
                <w:sz w:val="21"/>
                <w:szCs w:val="21"/>
                <w:lang w:val="fr-FR" w:eastAsia="fr-FR"/>
              </w:rPr>
              <w:t xml:space="preserve">Collaboration à la gestion des </w:t>
            </w:r>
          </w:p>
          <w:p w14:paraId="74D5A528" w14:textId="77777777" w:rsidR="002B74A6" w:rsidRPr="008D1605" w:rsidRDefault="002B74A6" w:rsidP="00F22137">
            <w:pPr>
              <w:suppressAutoHyphens/>
              <w:ind w:right="-153"/>
              <w:rPr>
                <w:rFonts w:eastAsia="Times New Roman"/>
                <w:sz w:val="21"/>
                <w:szCs w:val="21"/>
                <w:lang w:val="fr-FR" w:eastAsia="fr-FR"/>
              </w:rPr>
            </w:pPr>
            <w:proofErr w:type="gramStart"/>
            <w:r w:rsidRPr="008D1605">
              <w:rPr>
                <w:rFonts w:eastAsia="Times New Roman"/>
                <w:sz w:val="21"/>
                <w:szCs w:val="21"/>
                <w:lang w:val="fr-FR" w:eastAsia="fr-FR"/>
              </w:rPr>
              <w:t>ressources</w:t>
            </w:r>
            <w:proofErr w:type="gramEnd"/>
            <w:r w:rsidRPr="008D1605">
              <w:rPr>
                <w:rFonts w:eastAsia="Times New Roman"/>
                <w:sz w:val="21"/>
                <w:szCs w:val="21"/>
                <w:lang w:val="fr-FR" w:eastAsia="fr-FR"/>
              </w:rPr>
              <w:t xml:space="preserve"> humaines</w:t>
            </w:r>
          </w:p>
        </w:tc>
        <w:tc>
          <w:tcPr>
            <w:tcW w:w="1012" w:type="dxa"/>
          </w:tcPr>
          <w:p w14:paraId="432DDE33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62" w:type="dxa"/>
          </w:tcPr>
          <w:p w14:paraId="51B22F4E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25" w:type="dxa"/>
          </w:tcPr>
          <w:p w14:paraId="3BCDA8F0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6286" w:type="dxa"/>
            <w:gridSpan w:val="2"/>
          </w:tcPr>
          <w:p w14:paraId="5BD6E4B7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096C0207" w14:textId="77777777" w:rsidTr="008D1605">
        <w:tblPrEx>
          <w:tblCellMar>
            <w:left w:w="68" w:type="dxa"/>
            <w:right w:w="68" w:type="dxa"/>
          </w:tblCellMar>
        </w:tblPrEx>
        <w:trPr>
          <w:trHeight w:val="510"/>
          <w:jc w:val="center"/>
        </w:trPr>
        <w:tc>
          <w:tcPr>
            <w:tcW w:w="2892" w:type="dxa"/>
            <w:gridSpan w:val="3"/>
            <w:shd w:val="clear" w:color="auto" w:fill="D9D9D9" w:themeFill="background1" w:themeFillShade="D9"/>
          </w:tcPr>
          <w:p w14:paraId="51E0A550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3904" w:type="dxa"/>
            <w:gridSpan w:val="2"/>
            <w:vAlign w:val="center"/>
          </w:tcPr>
          <w:p w14:paraId="3232D05F" w14:textId="77777777" w:rsidR="002B74A6" w:rsidRPr="008D1605" w:rsidRDefault="002B74A6" w:rsidP="00F22137">
            <w:pPr>
              <w:suppressAutoHyphens/>
              <w:ind w:right="-153"/>
              <w:rPr>
                <w:rFonts w:eastAsia="Times New Roman"/>
                <w:sz w:val="21"/>
                <w:szCs w:val="21"/>
                <w:lang w:val="fr-FR" w:eastAsia="fr-FR"/>
              </w:rPr>
            </w:pPr>
            <w:r w:rsidRPr="008D1605">
              <w:rPr>
                <w:rFonts w:eastAsia="Times New Roman"/>
                <w:sz w:val="21"/>
                <w:szCs w:val="21"/>
                <w:lang w:val="fr-FR" w:eastAsia="fr-FR"/>
              </w:rPr>
              <w:t>Ateliers de professionnalisation et de CEJM appliquée</w:t>
            </w:r>
          </w:p>
        </w:tc>
        <w:tc>
          <w:tcPr>
            <w:tcW w:w="2899" w:type="dxa"/>
            <w:gridSpan w:val="3"/>
            <w:shd w:val="clear" w:color="auto" w:fill="D9D9D9" w:themeFill="background1" w:themeFillShade="D9"/>
          </w:tcPr>
          <w:p w14:paraId="62708BF9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6286" w:type="dxa"/>
            <w:gridSpan w:val="2"/>
          </w:tcPr>
          <w:p w14:paraId="12B6C9E5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61A21CAE" w14:textId="77777777" w:rsidTr="008D1605">
        <w:tblPrEx>
          <w:tblCellMar>
            <w:left w:w="68" w:type="dxa"/>
            <w:right w:w="68" w:type="dxa"/>
          </w:tblCellMar>
        </w:tblPrEx>
        <w:trPr>
          <w:trHeight w:val="510"/>
          <w:jc w:val="center"/>
        </w:trPr>
        <w:tc>
          <w:tcPr>
            <w:tcW w:w="998" w:type="dxa"/>
          </w:tcPr>
          <w:p w14:paraId="0F9683FD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70" w:type="dxa"/>
          </w:tcPr>
          <w:p w14:paraId="1C52324A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24" w:type="dxa"/>
          </w:tcPr>
          <w:p w14:paraId="18600F43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3904" w:type="dxa"/>
            <w:gridSpan w:val="2"/>
            <w:vAlign w:val="center"/>
          </w:tcPr>
          <w:p w14:paraId="383630AB" w14:textId="77777777" w:rsidR="002B74A6" w:rsidRPr="008D1605" w:rsidRDefault="002B74A6" w:rsidP="00F22137">
            <w:pPr>
              <w:suppressAutoHyphens/>
              <w:ind w:right="-153"/>
              <w:rPr>
                <w:rFonts w:eastAsia="Times New Roman"/>
                <w:sz w:val="21"/>
                <w:szCs w:val="21"/>
                <w:lang w:val="fr-FR" w:eastAsia="fr-FR"/>
              </w:rPr>
            </w:pPr>
            <w:r w:rsidRPr="008D1605">
              <w:rPr>
                <w:rFonts w:eastAsia="Times New Roman"/>
                <w:sz w:val="21"/>
                <w:szCs w:val="21"/>
                <w:lang w:val="fr-FR" w:eastAsia="fr-FR"/>
              </w:rPr>
              <w:t>Langue vivante étrangère C (facultatif)</w:t>
            </w:r>
          </w:p>
        </w:tc>
        <w:tc>
          <w:tcPr>
            <w:tcW w:w="1012" w:type="dxa"/>
          </w:tcPr>
          <w:p w14:paraId="11F5D3DC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62" w:type="dxa"/>
          </w:tcPr>
          <w:p w14:paraId="1ECD5A31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25" w:type="dxa"/>
          </w:tcPr>
          <w:p w14:paraId="4709D747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6286" w:type="dxa"/>
            <w:gridSpan w:val="2"/>
          </w:tcPr>
          <w:p w14:paraId="5F949196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5D79A980" w14:textId="77777777" w:rsidTr="008D1605">
        <w:tblPrEx>
          <w:tblCellMar>
            <w:left w:w="68" w:type="dxa"/>
            <w:right w:w="68" w:type="dxa"/>
          </w:tblCellMar>
        </w:tblPrEx>
        <w:trPr>
          <w:trHeight w:val="510"/>
          <w:jc w:val="center"/>
        </w:trPr>
        <w:tc>
          <w:tcPr>
            <w:tcW w:w="998" w:type="dxa"/>
            <w:tcBorders>
              <w:bottom w:val="single" w:sz="6" w:space="0" w:color="auto"/>
            </w:tcBorders>
          </w:tcPr>
          <w:p w14:paraId="23331C59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70" w:type="dxa"/>
            <w:tcBorders>
              <w:bottom w:val="single" w:sz="6" w:space="0" w:color="auto"/>
            </w:tcBorders>
          </w:tcPr>
          <w:p w14:paraId="7AD353B3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24" w:type="dxa"/>
            <w:tcBorders>
              <w:bottom w:val="single" w:sz="6" w:space="0" w:color="auto"/>
            </w:tcBorders>
          </w:tcPr>
          <w:p w14:paraId="183F0446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3904" w:type="dxa"/>
            <w:gridSpan w:val="2"/>
            <w:tcBorders>
              <w:bottom w:val="single" w:sz="6" w:space="0" w:color="auto"/>
            </w:tcBorders>
            <w:vAlign w:val="center"/>
          </w:tcPr>
          <w:p w14:paraId="4493A9DA" w14:textId="77777777" w:rsidR="002B74A6" w:rsidRPr="008D1605" w:rsidRDefault="002B74A6" w:rsidP="00F22137">
            <w:pPr>
              <w:suppressAutoHyphens/>
              <w:ind w:right="-153"/>
              <w:rPr>
                <w:rFonts w:eastAsia="Times New Roman"/>
                <w:sz w:val="21"/>
                <w:szCs w:val="21"/>
                <w:lang w:val="fr-FR" w:eastAsia="fr-FR"/>
              </w:rPr>
            </w:pPr>
            <w:r w:rsidRPr="008D1605">
              <w:rPr>
                <w:rFonts w:eastAsia="Times New Roman"/>
                <w:sz w:val="21"/>
                <w:szCs w:val="21"/>
                <w:lang w:val="fr-FR" w:eastAsia="fr-FR"/>
              </w:rPr>
              <w:t>Module de parcours individualisé (facultatif)</w:t>
            </w:r>
          </w:p>
        </w:tc>
        <w:tc>
          <w:tcPr>
            <w:tcW w:w="1012" w:type="dxa"/>
            <w:tcBorders>
              <w:bottom w:val="single" w:sz="6" w:space="0" w:color="auto"/>
            </w:tcBorders>
          </w:tcPr>
          <w:p w14:paraId="6FE7E16A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62" w:type="dxa"/>
            <w:tcBorders>
              <w:bottom w:val="single" w:sz="6" w:space="0" w:color="auto"/>
            </w:tcBorders>
          </w:tcPr>
          <w:p w14:paraId="2DBF9BD1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2AC96197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6286" w:type="dxa"/>
            <w:gridSpan w:val="2"/>
            <w:tcBorders>
              <w:bottom w:val="single" w:sz="6" w:space="0" w:color="auto"/>
            </w:tcBorders>
          </w:tcPr>
          <w:p w14:paraId="0AB1AE55" w14:textId="77777777" w:rsidR="002B74A6" w:rsidRPr="002B74A6" w:rsidRDefault="002B74A6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C34DB5" w:rsidRPr="002B74A6" w14:paraId="47E71141" w14:textId="77777777" w:rsidTr="003567BD">
        <w:tblPrEx>
          <w:tblCellMar>
            <w:left w:w="68" w:type="dxa"/>
            <w:right w:w="68" w:type="dxa"/>
          </w:tblCellMar>
        </w:tblPrEx>
        <w:trPr>
          <w:trHeight w:hRule="exact" w:val="57"/>
          <w:jc w:val="center"/>
        </w:trPr>
        <w:tc>
          <w:tcPr>
            <w:tcW w:w="15981" w:type="dxa"/>
            <w:gridSpan w:val="10"/>
            <w:tcBorders>
              <w:left w:val="nil"/>
              <w:bottom w:val="nil"/>
              <w:right w:val="nil"/>
            </w:tcBorders>
          </w:tcPr>
          <w:p w14:paraId="4A6CB84C" w14:textId="77777777" w:rsidR="00C34DB5" w:rsidRPr="002B74A6" w:rsidRDefault="00C34DB5" w:rsidP="00F22137">
            <w:pPr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3567BD" w:rsidRPr="002B74A6" w14:paraId="27ECF057" w14:textId="77777777" w:rsidTr="008D1605">
        <w:tblPrEx>
          <w:tblCellMar>
            <w:left w:w="68" w:type="dxa"/>
            <w:right w:w="68" w:type="dxa"/>
          </w:tblCellMar>
        </w:tblPrEx>
        <w:trPr>
          <w:gridAfter w:val="4"/>
          <w:wAfter w:w="8173" w:type="dxa"/>
          <w:trHeight w:val="552"/>
          <w:jc w:val="center"/>
        </w:trPr>
        <w:tc>
          <w:tcPr>
            <w:tcW w:w="6796" w:type="dxa"/>
            <w:gridSpan w:val="5"/>
            <w:tcBorders>
              <w:right w:val="single" w:sz="8" w:space="0" w:color="auto"/>
            </w:tcBorders>
          </w:tcPr>
          <w:p w14:paraId="6998E788" w14:textId="77777777" w:rsidR="003567BD" w:rsidRPr="00C34DB5" w:rsidRDefault="003567BD" w:rsidP="00F22137">
            <w:pPr>
              <w:suppressAutoHyphens/>
              <w:ind w:right="-153"/>
              <w:rPr>
                <w:rFonts w:eastAsia="Times New Roman"/>
                <w:b/>
                <w:bCs/>
                <w:szCs w:val="18"/>
                <w:lang w:val="fr-FR" w:eastAsia="fr-FR"/>
              </w:rPr>
            </w:pPr>
            <w:r w:rsidRPr="00C34DB5">
              <w:rPr>
                <w:rFonts w:eastAsia="Times New Roman"/>
                <w:b/>
                <w:bCs/>
                <w:szCs w:val="18"/>
                <w:lang w:val="fr-FR" w:eastAsia="fr-FR"/>
              </w:rPr>
              <w:t>Certification de compétences numériques (PIX)</w:t>
            </w:r>
          </w:p>
          <w:p w14:paraId="35DF2FE8" w14:textId="182B61A8" w:rsidR="003567BD" w:rsidRPr="00C34DB5" w:rsidRDefault="003567BD" w:rsidP="00F22137">
            <w:pPr>
              <w:suppressAutoHyphens/>
              <w:ind w:right="-153"/>
              <w:rPr>
                <w:rFonts w:eastAsia="Times New Roman"/>
                <w:i/>
                <w:iCs/>
                <w:szCs w:val="18"/>
                <w:lang w:val="fr-FR" w:eastAsia="fr-FR"/>
              </w:rPr>
            </w:pPr>
            <w:r w:rsidRPr="00C34DB5">
              <w:rPr>
                <w:rFonts w:eastAsia="Times New Roman"/>
                <w:i/>
                <w:iCs/>
                <w:sz w:val="20"/>
                <w:szCs w:val="16"/>
                <w:lang w:val="fr-FR" w:eastAsia="fr-FR"/>
              </w:rPr>
              <w:t>Cocher la case pour attester l’obtention de la certification</w:t>
            </w:r>
          </w:p>
        </w:tc>
        <w:tc>
          <w:tcPr>
            <w:tcW w:w="10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3DB338" w14:textId="7E74C0F3" w:rsidR="003567BD" w:rsidRPr="002E25C8" w:rsidRDefault="002E25C8" w:rsidP="002E25C8">
            <w:pPr>
              <w:suppressAutoHyphens/>
              <w:ind w:right="-153"/>
              <w:rPr>
                <w:rFonts w:eastAsia="Times New Roman"/>
                <w:sz w:val="20"/>
                <w:szCs w:val="20"/>
                <w:lang w:val="fr-FR" w:eastAsia="fr-FR"/>
              </w:rPr>
            </w:pPr>
            <w:r>
              <w:rPr>
                <w:rFonts w:eastAsia="Times New Roman"/>
                <w:sz w:val="44"/>
                <w:szCs w:val="44"/>
                <w:lang w:val="fr-FR" w:eastAsia="fr-FR"/>
              </w:rPr>
              <w:t xml:space="preserve">  </w:t>
            </w:r>
            <w:r>
              <w:rPr>
                <w:rFonts w:eastAsia="Times New Roman"/>
                <w:sz w:val="44"/>
                <w:szCs w:val="44"/>
                <w:lang w:val="fr-FR" w:eastAsia="fr-FR"/>
              </w:rPr>
              <w:sym w:font="Wingdings" w:char="F0A8"/>
            </w:r>
          </w:p>
        </w:tc>
      </w:tr>
    </w:tbl>
    <w:p w14:paraId="1F687D4D" w14:textId="71B69D60" w:rsidR="002B74A6" w:rsidRPr="002B74A6" w:rsidRDefault="002B74A6" w:rsidP="002B74A6">
      <w:pPr>
        <w:suppressAutoHyphens/>
        <w:ind w:right="-153"/>
        <w:jc w:val="both"/>
        <w:rPr>
          <w:rFonts w:eastAsia="Times New Roman"/>
          <w:sz w:val="12"/>
          <w:szCs w:val="12"/>
          <w:lang w:val="fr-FR" w:eastAsia="fr-FR"/>
        </w:rPr>
      </w:pPr>
    </w:p>
    <w:tbl>
      <w:tblPr>
        <w:tblW w:w="15945" w:type="dxa"/>
        <w:tblInd w:w="-141" w:type="dxa"/>
        <w:tblLayout w:type="fixed"/>
        <w:tblCellMar>
          <w:left w:w="69" w:type="dxa"/>
          <w:right w:w="69" w:type="dxa"/>
        </w:tblCellMar>
        <w:tblLook w:val="0000" w:firstRow="0" w:lastRow="0" w:firstColumn="0" w:lastColumn="0" w:noHBand="0" w:noVBand="0"/>
      </w:tblPr>
      <w:tblGrid>
        <w:gridCol w:w="2900"/>
        <w:gridCol w:w="1435"/>
        <w:gridCol w:w="1404"/>
        <w:gridCol w:w="1134"/>
        <w:gridCol w:w="1275"/>
        <w:gridCol w:w="426"/>
        <w:gridCol w:w="964"/>
        <w:gridCol w:w="982"/>
        <w:gridCol w:w="1172"/>
        <w:gridCol w:w="851"/>
        <w:gridCol w:w="752"/>
        <w:gridCol w:w="2650"/>
      </w:tblGrid>
      <w:tr w:rsidR="002B74A6" w:rsidRPr="002B74A6" w14:paraId="205346A5" w14:textId="77777777" w:rsidTr="00F22137">
        <w:trPr>
          <w:cantSplit/>
          <w:trHeight w:val="394"/>
        </w:trPr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9BB8BC" w14:textId="77777777" w:rsidR="002B74A6" w:rsidRPr="002B74A6" w:rsidRDefault="002B74A6" w:rsidP="00F22137">
            <w:pPr>
              <w:spacing w:before="80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sz w:val="20"/>
                <w:szCs w:val="20"/>
                <w:lang w:val="fr-FR" w:eastAsia="fr-FR"/>
              </w:rPr>
              <w:t>AVIS (3) DU CONSEIL DE CLASSE ET OBSERVATIONS ÉVENTUELLES</w:t>
            </w:r>
          </w:p>
        </w:tc>
        <w:tc>
          <w:tcPr>
            <w:tcW w:w="6638" w:type="dxa"/>
            <w:gridSpan w:val="6"/>
            <w:tcBorders>
              <w:top w:val="single" w:sz="6" w:space="0" w:color="auto"/>
              <w:left w:val="nil"/>
            </w:tcBorders>
          </w:tcPr>
          <w:p w14:paraId="1F0ABBE5" w14:textId="77777777" w:rsidR="002B74A6" w:rsidRPr="002B74A6" w:rsidRDefault="002B74A6" w:rsidP="00F22137">
            <w:pPr>
              <w:keepNext/>
              <w:tabs>
                <w:tab w:val="left" w:pos="-7440"/>
                <w:tab w:val="left" w:pos="-6952"/>
                <w:tab w:val="left" w:pos="-6244"/>
                <w:tab w:val="left" w:pos="-5536"/>
                <w:tab w:val="left" w:pos="-4828"/>
                <w:tab w:val="left" w:pos="-4120"/>
                <w:tab w:val="left" w:pos="-3412"/>
                <w:tab w:val="left" w:pos="-2704"/>
                <w:tab w:val="left" w:pos="-1996"/>
                <w:tab w:val="left" w:pos="-1288"/>
                <w:tab w:val="left" w:pos="-580"/>
                <w:tab w:val="left" w:pos="128"/>
                <w:tab w:val="left" w:pos="836"/>
              </w:tabs>
              <w:spacing w:before="120" w:after="120"/>
              <w:jc w:val="both"/>
              <w:outlineLvl w:val="3"/>
              <w:rPr>
                <w:rFonts w:eastAsia="Times New Roman"/>
                <w:b/>
                <w:bCs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bCs/>
                <w:sz w:val="20"/>
                <w:szCs w:val="20"/>
                <w:lang w:val="fr-FR" w:eastAsia="fr-FR"/>
              </w:rPr>
              <w:t>COTATION DE LA CLASSE - AVIS</w:t>
            </w:r>
          </w:p>
        </w:tc>
        <w:tc>
          <w:tcPr>
            <w:tcW w:w="3757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D7117C" w14:textId="77777777" w:rsidR="002B74A6" w:rsidRPr="002B74A6" w:rsidRDefault="002B74A6" w:rsidP="00F22137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spacing w:before="40"/>
              <w:ind w:right="-153"/>
              <w:jc w:val="center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sz w:val="20"/>
                <w:szCs w:val="20"/>
                <w:lang w:val="fr-FR" w:eastAsia="fr-FR"/>
              </w:rPr>
              <w:t xml:space="preserve">RÉSULTATS DE LA SECTION </w:t>
            </w:r>
            <w:r w:rsidRPr="002B74A6">
              <w:rPr>
                <w:rFonts w:eastAsia="Times New Roman"/>
                <w:b/>
                <w:sz w:val="20"/>
                <w:szCs w:val="20"/>
                <w:lang w:val="fr-FR" w:eastAsia="fr-FR"/>
              </w:rPr>
              <w:br/>
              <w:t>LES 3 DERNIÈRES ANNÉES</w:t>
            </w:r>
          </w:p>
        </w:tc>
        <w:tc>
          <w:tcPr>
            <w:tcW w:w="26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AC6C552" w14:textId="77777777" w:rsidR="002B74A6" w:rsidRPr="002B74A6" w:rsidRDefault="002B74A6" w:rsidP="00F22137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spacing w:before="40"/>
              <w:ind w:right="7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sz w:val="20"/>
                <w:szCs w:val="20"/>
                <w:lang w:val="fr-FR" w:eastAsia="fr-FR"/>
              </w:rPr>
              <w:t xml:space="preserve">Date, signature de la candidate ou du candidat </w:t>
            </w:r>
          </w:p>
          <w:p w14:paraId="468CBD9F" w14:textId="77777777" w:rsidR="002B74A6" w:rsidRPr="002B74A6" w:rsidRDefault="002B74A6" w:rsidP="00F22137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  <w:proofErr w:type="gramStart"/>
            <w:r w:rsidRPr="002B74A6">
              <w:rPr>
                <w:rFonts w:eastAsia="Times New Roman"/>
                <w:b/>
                <w:sz w:val="20"/>
                <w:szCs w:val="20"/>
                <w:lang w:val="fr-FR" w:eastAsia="fr-FR"/>
              </w:rPr>
              <w:t>et</w:t>
            </w:r>
            <w:proofErr w:type="gramEnd"/>
            <w:r w:rsidRPr="002B74A6">
              <w:rPr>
                <w:rFonts w:eastAsia="Times New Roman"/>
                <w:b/>
                <w:sz w:val="20"/>
                <w:szCs w:val="20"/>
                <w:lang w:val="fr-FR" w:eastAsia="fr-FR"/>
              </w:rPr>
              <w:t xml:space="preserve"> remarques éventuelles</w:t>
            </w:r>
          </w:p>
        </w:tc>
      </w:tr>
      <w:tr w:rsidR="002B74A6" w:rsidRPr="002B74A6" w14:paraId="0F058687" w14:textId="77777777" w:rsidTr="00F22137">
        <w:trPr>
          <w:cantSplit/>
          <w:trHeight w:val="698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35C9DF2A" w14:textId="77777777" w:rsidR="002B74A6" w:rsidRPr="002B74A6" w:rsidRDefault="002B74A6" w:rsidP="00F22137">
            <w:pPr>
              <w:tabs>
                <w:tab w:val="left" w:pos="-850"/>
                <w:tab w:val="left" w:pos="-142"/>
                <w:tab w:val="left" w:pos="1276"/>
                <w:tab w:val="left" w:pos="1982"/>
                <w:tab w:val="left" w:pos="2690"/>
                <w:tab w:val="left" w:pos="3398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2314" w14:textId="77777777" w:rsidR="002B74A6" w:rsidRPr="002B74A6" w:rsidRDefault="002B74A6" w:rsidP="00F22137">
            <w:pPr>
              <w:tabs>
                <w:tab w:val="left" w:pos="-4888"/>
                <w:tab w:val="left" w:pos="-4680"/>
                <w:tab w:val="left" w:pos="-3972"/>
                <w:tab w:val="left" w:pos="-3264"/>
                <w:tab w:val="left" w:pos="-2556"/>
                <w:tab w:val="left" w:pos="-1848"/>
                <w:tab w:val="left" w:pos="-1140"/>
                <w:tab w:val="left" w:pos="-432"/>
                <w:tab w:val="left" w:pos="276"/>
                <w:tab w:val="left" w:pos="984"/>
                <w:tab w:val="left" w:pos="1692"/>
                <w:tab w:val="left" w:pos="2400"/>
              </w:tabs>
              <w:spacing w:before="240" w:after="60"/>
              <w:jc w:val="both"/>
              <w:outlineLvl w:val="4"/>
              <w:rPr>
                <w:rFonts w:eastAsia="Times New Roman"/>
                <w:bCs/>
                <w:i/>
                <w:iCs/>
                <w:sz w:val="20"/>
                <w:szCs w:val="20"/>
                <w:lang w:val="fr-FR" w:eastAsia="fr-FR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DE5816B" w14:textId="77777777" w:rsidR="002B74A6" w:rsidRPr="002B74A6" w:rsidRDefault="002B74A6" w:rsidP="00F22137">
            <w:pPr>
              <w:tabs>
                <w:tab w:val="left" w:pos="-4888"/>
                <w:tab w:val="left" w:pos="-4680"/>
                <w:tab w:val="left" w:pos="-3972"/>
                <w:tab w:val="left" w:pos="-3264"/>
                <w:tab w:val="left" w:pos="-2556"/>
                <w:tab w:val="left" w:pos="-1848"/>
                <w:tab w:val="left" w:pos="-1140"/>
                <w:tab w:val="left" w:pos="-432"/>
                <w:tab w:val="left" w:pos="276"/>
                <w:tab w:val="left" w:pos="984"/>
                <w:tab w:val="left" w:pos="1692"/>
                <w:tab w:val="left" w:pos="2400"/>
              </w:tabs>
              <w:spacing w:before="120" w:after="60"/>
              <w:jc w:val="center"/>
              <w:outlineLvl w:val="4"/>
              <w:rPr>
                <w:rFonts w:eastAsia="Times New Roman"/>
                <w:bCs/>
                <w:iCs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Cs/>
                <w:iCs/>
                <w:sz w:val="20"/>
                <w:szCs w:val="20"/>
                <w:lang w:val="fr-FR" w:eastAsia="fr-FR"/>
              </w:rPr>
              <w:t>Très favorable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C6D5" w14:textId="77777777" w:rsidR="002B74A6" w:rsidRPr="002B74A6" w:rsidRDefault="002B74A6" w:rsidP="00F22137">
            <w:pPr>
              <w:tabs>
                <w:tab w:val="left" w:pos="-7440"/>
                <w:tab w:val="left" w:pos="-6952"/>
                <w:tab w:val="left" w:pos="-6244"/>
                <w:tab w:val="left" w:pos="-5536"/>
                <w:tab w:val="left" w:pos="-4828"/>
                <w:tab w:val="left" w:pos="-4120"/>
                <w:tab w:val="left" w:pos="-3412"/>
                <w:tab w:val="left" w:pos="-2704"/>
                <w:tab w:val="left" w:pos="-1996"/>
                <w:tab w:val="left" w:pos="-1288"/>
                <w:tab w:val="left" w:pos="-580"/>
                <w:tab w:val="left" w:pos="-142"/>
                <w:tab w:val="left" w:pos="128"/>
                <w:tab w:val="left" w:pos="836"/>
                <w:tab w:val="left" w:pos="1276"/>
              </w:tabs>
              <w:suppressAutoHyphens/>
              <w:jc w:val="center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>Favorable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37B28EA7" w14:textId="77777777" w:rsidR="002B74A6" w:rsidRPr="002B74A6" w:rsidRDefault="002B74A6" w:rsidP="00F22137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jc w:val="center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 xml:space="preserve">Doit faire </w:t>
            </w:r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br/>
              <w:t>ses preuves à l’examen</w:t>
            </w:r>
          </w:p>
        </w:tc>
        <w:tc>
          <w:tcPr>
            <w:tcW w:w="1390" w:type="dxa"/>
            <w:gridSpan w:val="2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77C20" w14:textId="77777777" w:rsidR="002B74A6" w:rsidRPr="002B74A6" w:rsidRDefault="002B74A6" w:rsidP="00F22137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jc w:val="center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>Effectif total de la classe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01C134" w14:textId="77777777" w:rsidR="002B74A6" w:rsidRPr="002B74A6" w:rsidRDefault="002B74A6" w:rsidP="00F22137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jc w:val="center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>Années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5D98BF" w14:textId="77777777" w:rsidR="002B74A6" w:rsidRPr="002B74A6" w:rsidRDefault="002B74A6" w:rsidP="00F22137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jc w:val="center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>Présentés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B99B59" w14:textId="77777777" w:rsidR="002B74A6" w:rsidRPr="002B74A6" w:rsidRDefault="002B74A6" w:rsidP="00F22137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jc w:val="center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>Reçus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2E897582" w14:textId="77777777" w:rsidR="002B74A6" w:rsidRPr="002B74A6" w:rsidRDefault="002B74A6" w:rsidP="00F22137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ind w:right="-153"/>
              <w:jc w:val="center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>%</w:t>
            </w:r>
          </w:p>
        </w:tc>
        <w:tc>
          <w:tcPr>
            <w:tcW w:w="26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DBD56" w14:textId="77777777" w:rsidR="002B74A6" w:rsidRPr="002B74A6" w:rsidRDefault="002B74A6" w:rsidP="00F22137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00E99A20" w14:textId="77777777" w:rsidTr="00F22137">
        <w:trPr>
          <w:cantSplit/>
          <w:trHeight w:val="378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6206AD4D" w14:textId="77777777" w:rsidR="002B74A6" w:rsidRPr="002B74A6" w:rsidRDefault="002B74A6" w:rsidP="00F22137">
            <w:pPr>
              <w:tabs>
                <w:tab w:val="left" w:pos="-850"/>
                <w:tab w:val="left" w:pos="-142"/>
                <w:tab w:val="left" w:pos="1276"/>
                <w:tab w:val="left" w:pos="1982"/>
                <w:tab w:val="left" w:pos="2690"/>
                <w:tab w:val="left" w:pos="3398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143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4F05" w14:textId="77777777" w:rsidR="002B74A6" w:rsidRPr="002B74A6" w:rsidRDefault="002B74A6" w:rsidP="00F22137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 xml:space="preserve">Répartition </w:t>
            </w:r>
          </w:p>
          <w:p w14:paraId="0C6B49D0" w14:textId="77777777" w:rsidR="002B74A6" w:rsidRPr="002B74A6" w:rsidRDefault="002B74A6" w:rsidP="00F22137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  <w:proofErr w:type="gramStart"/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>en</w:t>
            </w:r>
            <w:proofErr w:type="gramEnd"/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 xml:space="preserve"> %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FB5F9F" w14:textId="77777777" w:rsidR="002B74A6" w:rsidRPr="002B74A6" w:rsidRDefault="002B74A6" w:rsidP="00F22137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0CEF" w14:textId="77777777" w:rsidR="002B74A6" w:rsidRPr="002B74A6" w:rsidRDefault="002B74A6" w:rsidP="00F22137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94D132C" w14:textId="77777777" w:rsidR="002B74A6" w:rsidRPr="002B74A6" w:rsidRDefault="002B74A6" w:rsidP="00F22137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1CE583D6" w14:textId="77777777" w:rsidR="002B74A6" w:rsidRPr="002B74A6" w:rsidRDefault="002B74A6" w:rsidP="00F22137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964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14:paraId="2BFF5E2B" w14:textId="77777777" w:rsidR="002B74A6" w:rsidRPr="002B74A6" w:rsidRDefault="002B74A6" w:rsidP="00F22137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CC5EA6" w14:textId="77777777" w:rsidR="002B74A6" w:rsidRPr="002B74A6" w:rsidRDefault="002B74A6" w:rsidP="00F22137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0E01" w14:textId="77777777" w:rsidR="002B74A6" w:rsidRPr="002B74A6" w:rsidRDefault="002B74A6" w:rsidP="00F22137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EE0B" w14:textId="77777777" w:rsidR="002B74A6" w:rsidRPr="002B74A6" w:rsidRDefault="002B74A6" w:rsidP="00F22137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941DFE2" w14:textId="77777777" w:rsidR="002B74A6" w:rsidRPr="002B74A6" w:rsidRDefault="002B74A6" w:rsidP="00F22137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6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6B5CF" w14:textId="77777777" w:rsidR="002B74A6" w:rsidRPr="002B74A6" w:rsidRDefault="002B74A6" w:rsidP="00F22137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6E814595" w14:textId="77777777" w:rsidTr="00F22137">
        <w:trPr>
          <w:cantSplit/>
          <w:trHeight w:val="413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1CCA5B86" w14:textId="77777777" w:rsidR="002B74A6" w:rsidRPr="002B74A6" w:rsidRDefault="002B74A6" w:rsidP="00F22137">
            <w:pPr>
              <w:tabs>
                <w:tab w:val="left" w:pos="-850"/>
                <w:tab w:val="left" w:pos="-142"/>
                <w:tab w:val="left" w:pos="1276"/>
                <w:tab w:val="left" w:pos="1982"/>
                <w:tab w:val="left" w:pos="2690"/>
                <w:tab w:val="left" w:pos="3398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1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E95E" w14:textId="77777777" w:rsidR="002B74A6" w:rsidRPr="002B74A6" w:rsidRDefault="002B74A6" w:rsidP="00F22137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67747" w14:textId="77777777" w:rsidR="002B74A6" w:rsidRPr="002B74A6" w:rsidRDefault="002B74A6" w:rsidP="00F22137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C2DC" w14:textId="77777777" w:rsidR="002B74A6" w:rsidRPr="002B74A6" w:rsidRDefault="002B74A6" w:rsidP="00F22137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5FA24ED5" w14:textId="77777777" w:rsidR="002B74A6" w:rsidRPr="002B74A6" w:rsidRDefault="002B74A6" w:rsidP="00F22137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70B72435" w14:textId="77777777" w:rsidR="002B74A6" w:rsidRPr="002B74A6" w:rsidRDefault="002B74A6" w:rsidP="00F22137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CF4F57F" w14:textId="77777777" w:rsidR="002B74A6" w:rsidRPr="002B74A6" w:rsidRDefault="002B74A6" w:rsidP="00F22137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7AE6E0" w14:textId="77777777" w:rsidR="002B74A6" w:rsidRPr="002B74A6" w:rsidRDefault="002B74A6" w:rsidP="00F22137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DBC5" w14:textId="77777777" w:rsidR="002B74A6" w:rsidRPr="002B74A6" w:rsidRDefault="002B74A6" w:rsidP="00F22137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D77B" w14:textId="77777777" w:rsidR="002B74A6" w:rsidRPr="002B74A6" w:rsidRDefault="002B74A6" w:rsidP="00F22137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D754506" w14:textId="77777777" w:rsidR="002B74A6" w:rsidRPr="002B74A6" w:rsidRDefault="002B74A6" w:rsidP="00F22137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6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5F1FC" w14:textId="77777777" w:rsidR="002B74A6" w:rsidRPr="002B74A6" w:rsidRDefault="002B74A6" w:rsidP="00F22137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64172B0A" w14:textId="77777777" w:rsidTr="00F22137">
        <w:trPr>
          <w:cantSplit/>
          <w:trHeight w:val="419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0575AD7" w14:textId="77777777" w:rsidR="002B74A6" w:rsidRPr="002B74A6" w:rsidRDefault="002B74A6" w:rsidP="00F22137">
            <w:pPr>
              <w:tabs>
                <w:tab w:val="left" w:pos="-850"/>
                <w:tab w:val="left" w:pos="-142"/>
                <w:tab w:val="left" w:pos="1276"/>
                <w:tab w:val="left" w:pos="1982"/>
                <w:tab w:val="left" w:pos="2690"/>
                <w:tab w:val="left" w:pos="3398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1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D1BB" w14:textId="77777777" w:rsidR="002B74A6" w:rsidRPr="002B74A6" w:rsidRDefault="002B74A6" w:rsidP="00F22137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2ED4DE" w14:textId="77777777" w:rsidR="002B74A6" w:rsidRPr="002B74A6" w:rsidRDefault="002B74A6" w:rsidP="00F22137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0BA2" w14:textId="77777777" w:rsidR="002B74A6" w:rsidRPr="002B74A6" w:rsidRDefault="002B74A6" w:rsidP="00F22137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20302E87" w14:textId="77777777" w:rsidR="002B74A6" w:rsidRPr="002B74A6" w:rsidRDefault="002B74A6" w:rsidP="00F22137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7375C170" w14:textId="77777777" w:rsidR="002B74A6" w:rsidRPr="002B74A6" w:rsidRDefault="002B74A6" w:rsidP="00F22137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78AE212" w14:textId="77777777" w:rsidR="002B74A6" w:rsidRPr="002B74A6" w:rsidRDefault="002B74A6" w:rsidP="00F22137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9418" w14:textId="77777777" w:rsidR="002B74A6" w:rsidRPr="002B74A6" w:rsidRDefault="002B74A6" w:rsidP="00F22137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4877" w14:textId="77777777" w:rsidR="002B74A6" w:rsidRPr="002B74A6" w:rsidRDefault="002B74A6" w:rsidP="00F22137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DEDE" w14:textId="77777777" w:rsidR="002B74A6" w:rsidRPr="002B74A6" w:rsidRDefault="002B74A6" w:rsidP="00F22137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7B391C2" w14:textId="77777777" w:rsidR="002B74A6" w:rsidRPr="002B74A6" w:rsidRDefault="002B74A6" w:rsidP="00F22137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6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BB8A3" w14:textId="77777777" w:rsidR="002B74A6" w:rsidRPr="002B74A6" w:rsidRDefault="002B74A6" w:rsidP="00F22137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ind w:right="-153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</w:tr>
    </w:tbl>
    <w:p w14:paraId="67DB1923" w14:textId="7BE866FE" w:rsidR="002B74A6" w:rsidRPr="002B74A6" w:rsidRDefault="002B74A6" w:rsidP="002B74A6">
      <w:pPr>
        <w:tabs>
          <w:tab w:val="left" w:pos="3060"/>
          <w:tab w:val="left" w:pos="5040"/>
        </w:tabs>
        <w:suppressAutoHyphens/>
        <w:spacing w:before="60"/>
        <w:ind w:left="-181" w:right="-153"/>
        <w:jc w:val="both"/>
        <w:rPr>
          <w:rFonts w:eastAsia="Times New Roman"/>
          <w:sz w:val="20"/>
          <w:szCs w:val="20"/>
          <w:lang w:val="fr-FR" w:eastAsia="fr-FR"/>
        </w:rPr>
      </w:pPr>
      <w:r w:rsidRPr="002B74A6">
        <w:rPr>
          <w:rFonts w:eastAsia="Times New Roman"/>
          <w:sz w:val="20"/>
          <w:szCs w:val="20"/>
          <w:lang w:val="fr-FR" w:eastAsia="fr-FR"/>
        </w:rPr>
        <w:t xml:space="preserve">(1) Année antérieure à celle de l’examen </w:t>
      </w:r>
      <w:r w:rsidR="00D24CC5">
        <w:rPr>
          <w:rFonts w:eastAsia="Times New Roman"/>
          <w:sz w:val="20"/>
          <w:szCs w:val="20"/>
          <w:lang w:val="fr-FR" w:eastAsia="fr-FR"/>
        </w:rPr>
        <w:t xml:space="preserve">      </w:t>
      </w:r>
      <w:proofErr w:type="gramStart"/>
      <w:r w:rsidR="00D24CC5">
        <w:rPr>
          <w:rFonts w:eastAsia="Times New Roman"/>
          <w:sz w:val="20"/>
          <w:szCs w:val="20"/>
          <w:lang w:val="fr-FR" w:eastAsia="fr-FR"/>
        </w:rPr>
        <w:t xml:space="preserve">   </w:t>
      </w:r>
      <w:r w:rsidRPr="002B74A6">
        <w:rPr>
          <w:rFonts w:eastAsia="Times New Roman"/>
          <w:sz w:val="20"/>
          <w:szCs w:val="20"/>
          <w:lang w:val="fr-FR" w:eastAsia="fr-FR"/>
        </w:rPr>
        <w:t>(</w:t>
      </w:r>
      <w:proofErr w:type="gramEnd"/>
      <w:r w:rsidRPr="002B74A6">
        <w:rPr>
          <w:rFonts w:eastAsia="Times New Roman"/>
          <w:sz w:val="20"/>
          <w:szCs w:val="20"/>
          <w:lang w:val="fr-FR" w:eastAsia="fr-FR"/>
        </w:rPr>
        <w:t xml:space="preserve">2) Année de l’examen </w:t>
      </w:r>
      <w:r w:rsidRPr="002B74A6">
        <w:rPr>
          <w:rFonts w:eastAsia="Times New Roman"/>
          <w:sz w:val="20"/>
          <w:szCs w:val="20"/>
          <w:lang w:val="fr-FR" w:eastAsia="fr-FR"/>
        </w:rPr>
        <w:tab/>
        <w:t>(3) Très favorable = TF ; Favorable = F ; Doit faire ses preuves à l’examen = P</w:t>
      </w:r>
    </w:p>
    <w:p w14:paraId="5B60533E" w14:textId="77777777" w:rsidR="002B74A6" w:rsidRPr="002B74A6" w:rsidRDefault="002B74A6" w:rsidP="002B74A6">
      <w:pPr>
        <w:tabs>
          <w:tab w:val="left" w:pos="-142"/>
        </w:tabs>
        <w:suppressAutoHyphens/>
        <w:ind w:right="-153"/>
        <w:jc w:val="both"/>
        <w:rPr>
          <w:rFonts w:eastAsia="Times New Roman"/>
          <w:sz w:val="20"/>
          <w:szCs w:val="20"/>
          <w:lang w:val="fr-FR" w:eastAsia="fr-FR"/>
        </w:rPr>
        <w:sectPr w:rsidR="002B74A6" w:rsidRPr="002B74A6" w:rsidSect="00452FE2">
          <w:headerReference w:type="even" r:id="rId11"/>
          <w:headerReference w:type="default" r:id="rId12"/>
          <w:headerReference w:type="first" r:id="rId13"/>
          <w:pgSz w:w="16838" w:h="11905" w:orient="landscape" w:code="9"/>
          <w:pgMar w:top="709" w:right="567" w:bottom="0" w:left="567" w:header="284" w:footer="203" w:gutter="0"/>
          <w:cols w:space="720"/>
          <w:noEndnote/>
        </w:sectPr>
      </w:pPr>
    </w:p>
    <w:p w14:paraId="19665136" w14:textId="05C06E7B" w:rsidR="002B74A6" w:rsidRPr="002B74A6" w:rsidRDefault="00B3522D" w:rsidP="002B74A6">
      <w:pPr>
        <w:tabs>
          <w:tab w:val="left" w:pos="-142"/>
        </w:tabs>
        <w:suppressAutoHyphens/>
        <w:ind w:right="-153"/>
        <w:jc w:val="both"/>
        <w:rPr>
          <w:rFonts w:eastAsia="Times New Roman"/>
          <w:sz w:val="20"/>
          <w:szCs w:val="20"/>
          <w:lang w:val="fr-FR" w:eastAsia="fr-FR"/>
        </w:rPr>
      </w:pPr>
      <w:r w:rsidRPr="002B74A6">
        <w:rPr>
          <w:rFonts w:eastAsia="Times New Roman"/>
          <w:b/>
          <w:noProof/>
          <w:spacing w:val="-2"/>
          <w:sz w:val="20"/>
          <w:szCs w:val="20"/>
          <w:lang w:val="fr-FR" w:eastAsia="fr-FR"/>
        </w:rPr>
        <w:lastRenderedPageBreak/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1065FFF6" wp14:editId="425B08E0">
                <wp:simplePos x="0" y="0"/>
                <wp:positionH relativeFrom="page">
                  <wp:posOffset>7129145</wp:posOffset>
                </wp:positionH>
                <wp:positionV relativeFrom="paragraph">
                  <wp:posOffset>1584325</wp:posOffset>
                </wp:positionV>
                <wp:extent cx="2672080" cy="318135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2080" cy="3181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8A956B" w14:textId="77777777" w:rsidR="003E6634" w:rsidRPr="003D11E5" w:rsidRDefault="003E6634" w:rsidP="002B74A6">
                            <w:pPr>
                              <w:tabs>
                                <w:tab w:val="left" w:pos="0"/>
                                <w:tab w:val="left" w:pos="114"/>
                                <w:tab w:val="left" w:pos="822"/>
                                <w:tab w:val="left" w:pos="1530"/>
                                <w:tab w:val="left" w:pos="2238"/>
                                <w:tab w:val="left" w:pos="2946"/>
                                <w:tab w:val="left" w:pos="3654"/>
                                <w:tab w:val="left" w:pos="4362"/>
                                <w:tab w:val="left" w:pos="5070"/>
                                <w:tab w:val="left" w:pos="5778"/>
                                <w:tab w:val="left" w:pos="6468"/>
                                <w:tab w:val="left" w:pos="7188"/>
                                <w:tab w:val="left" w:pos="7908"/>
                                <w:tab w:val="left" w:pos="8610"/>
                                <w:tab w:val="left" w:pos="9318"/>
                                <w:tab w:val="left" w:pos="10026"/>
                                <w:tab w:val="left" w:pos="10734"/>
                              </w:tabs>
                              <w:suppressAutoHyphens/>
                              <w:ind w:right="-9"/>
                              <w:jc w:val="center"/>
                              <w:rPr>
                                <w:rFonts w:eastAsia="Times New Roman"/>
                                <w:b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3D11E5">
                              <w:rPr>
                                <w:rFonts w:eastAsia="Times New Roman"/>
                                <w:b/>
                                <w:spacing w:val="-2"/>
                                <w:sz w:val="20"/>
                                <w:szCs w:val="20"/>
                                <w:lang w:eastAsia="fr-FR"/>
                              </w:rPr>
                              <w:t xml:space="preserve">RÈGLES GÉNÉRALES DE </w:t>
                            </w:r>
                            <w:r w:rsidRPr="003D11E5">
                              <w:rPr>
                                <w:rFonts w:eastAsia="Times New Roman"/>
                                <w:b/>
                                <w:sz w:val="20"/>
                                <w:szCs w:val="20"/>
                                <w:lang w:eastAsia="fr-FR"/>
                              </w:rPr>
                              <w:t>PRÉSENTATION DU LIVRET SCOLAIRE</w:t>
                            </w:r>
                          </w:p>
                          <w:p w14:paraId="28931E89" w14:textId="77777777" w:rsidR="003E6634" w:rsidRPr="003D11E5" w:rsidRDefault="003E6634" w:rsidP="002B74A6">
                            <w:pPr>
                              <w:tabs>
                                <w:tab w:val="left" w:pos="1428"/>
                                <w:tab w:val="left" w:pos="2148"/>
                                <w:tab w:val="left" w:pos="2868"/>
                                <w:tab w:val="left" w:pos="3588"/>
                                <w:tab w:val="left" w:pos="4308"/>
                                <w:tab w:val="left" w:pos="5028"/>
                                <w:tab w:val="left" w:pos="5748"/>
                                <w:tab w:val="left" w:pos="6468"/>
                                <w:tab w:val="left" w:pos="7188"/>
                                <w:tab w:val="left" w:pos="7908"/>
                              </w:tabs>
                              <w:suppressAutoHyphens/>
                              <w:ind w:right="133"/>
                              <w:jc w:val="both"/>
                              <w:rPr>
                                <w:rFonts w:eastAsia="Times New Roman"/>
                                <w:b/>
                                <w:sz w:val="20"/>
                                <w:szCs w:val="20"/>
                                <w:lang w:eastAsia="fr-FR"/>
                              </w:rPr>
                            </w:pPr>
                          </w:p>
                          <w:p w14:paraId="2F07407E" w14:textId="77777777" w:rsidR="003E6634" w:rsidRPr="003D11E5" w:rsidRDefault="003E6634" w:rsidP="002B74A6">
                            <w:pPr>
                              <w:tabs>
                                <w:tab w:val="left" w:pos="0"/>
                                <w:tab w:val="left" w:pos="114"/>
                                <w:tab w:val="left" w:pos="822"/>
                                <w:tab w:val="left" w:pos="1530"/>
                                <w:tab w:val="left" w:pos="2238"/>
                                <w:tab w:val="left" w:pos="2946"/>
                                <w:tab w:val="left" w:pos="3654"/>
                                <w:tab w:val="left" w:pos="4362"/>
                                <w:tab w:val="left" w:pos="5070"/>
                                <w:tab w:val="left" w:pos="5778"/>
                                <w:tab w:val="left" w:pos="6486"/>
                                <w:tab w:val="left" w:pos="7194"/>
                                <w:tab w:val="left" w:pos="7902"/>
                                <w:tab w:val="left" w:pos="8610"/>
                                <w:tab w:val="left" w:pos="9318"/>
                                <w:tab w:val="left" w:pos="10026"/>
                                <w:tab w:val="left" w:pos="10734"/>
                              </w:tabs>
                              <w:suppressAutoHyphens/>
                              <w:ind w:right="-468"/>
                              <w:jc w:val="both"/>
                              <w:rPr>
                                <w:rFonts w:eastAsia="Times New Roman"/>
                                <w:b/>
                                <w:sz w:val="20"/>
                                <w:szCs w:val="20"/>
                                <w:lang w:eastAsia="fr-FR"/>
                              </w:rPr>
                            </w:pPr>
                          </w:p>
                          <w:p w14:paraId="4441E9A1" w14:textId="6CFED13C" w:rsidR="003E6634" w:rsidRPr="002B74A6" w:rsidRDefault="003E6634" w:rsidP="002B74A6">
                            <w:pPr>
                              <w:tabs>
                                <w:tab w:val="left" w:pos="0"/>
                                <w:tab w:val="left" w:pos="284"/>
                                <w:tab w:val="left" w:pos="822"/>
                                <w:tab w:val="left" w:pos="1530"/>
                                <w:tab w:val="left" w:pos="2238"/>
                                <w:tab w:val="left" w:pos="2946"/>
                                <w:tab w:val="left" w:pos="3654"/>
                                <w:tab w:val="left" w:pos="4362"/>
                                <w:tab w:val="left" w:pos="5070"/>
                                <w:tab w:val="left" w:pos="5778"/>
                                <w:tab w:val="left" w:pos="6486"/>
                                <w:tab w:val="left" w:pos="7194"/>
                                <w:tab w:val="left" w:pos="7902"/>
                                <w:tab w:val="left" w:pos="8610"/>
                                <w:tab w:val="left" w:pos="9318"/>
                                <w:tab w:val="left" w:pos="10026"/>
                                <w:tab w:val="left" w:pos="10734"/>
                              </w:tabs>
                              <w:suppressAutoHyphens/>
                              <w:ind w:left="284" w:right="-24" w:hanging="284"/>
                              <w:jc w:val="both"/>
                              <w:rPr>
                                <w:rFonts w:eastAsia="Times New Roman"/>
                                <w:spacing w:val="-2"/>
                                <w:sz w:val="20"/>
                                <w:szCs w:val="20"/>
                                <w:lang w:val="fr-FR" w:eastAsia="fr-FR"/>
                              </w:rPr>
                            </w:pPr>
                            <w:r w:rsidRPr="003D11E5">
                              <w:rPr>
                                <w:rFonts w:eastAsia="Times New Roman"/>
                                <w:spacing w:val="-2"/>
                                <w:sz w:val="20"/>
                                <w:szCs w:val="20"/>
                                <w:lang w:eastAsia="fr-FR"/>
                              </w:rPr>
                              <w:t xml:space="preserve">1. </w:t>
                            </w:r>
                            <w:r>
                              <w:rPr>
                                <w:rFonts w:eastAsia="Times New Roman"/>
                                <w:spacing w:val="-2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2B74A6">
                              <w:rPr>
                                <w:rFonts w:eastAsia="Times New Roman"/>
                                <w:spacing w:val="-2"/>
                                <w:sz w:val="20"/>
                                <w:szCs w:val="20"/>
                                <w:lang w:val="fr-FR" w:eastAsia="fr-FR"/>
                              </w:rPr>
                              <w:t>Chaque enseignement représenté par une ligne fait l’objet d’une note et d’une appréciation reportées par le ou les professeurs responsables de l’enseignement correspondant.</w:t>
                            </w:r>
                          </w:p>
                          <w:p w14:paraId="2FACA6BF" w14:textId="77777777" w:rsidR="003E6634" w:rsidRPr="002B74A6" w:rsidRDefault="003E6634" w:rsidP="002B74A6">
                            <w:pPr>
                              <w:tabs>
                                <w:tab w:val="left" w:pos="0"/>
                                <w:tab w:val="left" w:pos="284"/>
                                <w:tab w:val="left" w:pos="822"/>
                                <w:tab w:val="left" w:pos="1530"/>
                                <w:tab w:val="left" w:pos="2238"/>
                                <w:tab w:val="left" w:pos="2946"/>
                                <w:tab w:val="left" w:pos="3654"/>
                                <w:tab w:val="left" w:pos="4362"/>
                                <w:tab w:val="left" w:pos="5070"/>
                                <w:tab w:val="left" w:pos="5778"/>
                                <w:tab w:val="left" w:pos="6486"/>
                                <w:tab w:val="left" w:pos="7194"/>
                                <w:tab w:val="left" w:pos="7902"/>
                                <w:tab w:val="left" w:pos="8610"/>
                                <w:tab w:val="left" w:pos="9318"/>
                                <w:tab w:val="left" w:pos="10026"/>
                                <w:tab w:val="left" w:pos="10734"/>
                              </w:tabs>
                              <w:suppressAutoHyphens/>
                              <w:ind w:left="284" w:right="-24" w:hanging="284"/>
                              <w:jc w:val="both"/>
                              <w:rPr>
                                <w:rFonts w:eastAsia="Times New Roman"/>
                                <w:spacing w:val="-2"/>
                                <w:sz w:val="20"/>
                                <w:szCs w:val="20"/>
                                <w:lang w:val="fr-FR" w:eastAsia="fr-FR"/>
                              </w:rPr>
                            </w:pPr>
                          </w:p>
                          <w:p w14:paraId="0D85BE63" w14:textId="3F9FB566" w:rsidR="003E6634" w:rsidRPr="00AF1966" w:rsidRDefault="003E6634" w:rsidP="002B74A6">
                            <w:pPr>
                              <w:tabs>
                                <w:tab w:val="left" w:pos="0"/>
                                <w:tab w:val="left" w:pos="284"/>
                                <w:tab w:val="left" w:pos="822"/>
                                <w:tab w:val="left" w:pos="1530"/>
                                <w:tab w:val="left" w:pos="2238"/>
                                <w:tab w:val="left" w:pos="2946"/>
                                <w:tab w:val="left" w:pos="3654"/>
                                <w:tab w:val="left" w:pos="4362"/>
                                <w:tab w:val="left" w:pos="5070"/>
                                <w:tab w:val="left" w:pos="5778"/>
                                <w:tab w:val="left" w:pos="6486"/>
                                <w:tab w:val="left" w:pos="7194"/>
                                <w:tab w:val="left" w:pos="7902"/>
                                <w:tab w:val="left" w:pos="8610"/>
                                <w:tab w:val="left" w:pos="9318"/>
                                <w:tab w:val="left" w:pos="10026"/>
                                <w:tab w:val="left" w:pos="10734"/>
                              </w:tabs>
                              <w:suppressAutoHyphens/>
                              <w:ind w:left="284" w:right="-24" w:hanging="284"/>
                              <w:jc w:val="both"/>
                              <w:rPr>
                                <w:rFonts w:eastAsia="Times New Roman"/>
                                <w:spacing w:val="-2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2B74A6">
                              <w:rPr>
                                <w:rFonts w:eastAsia="Times New Roman"/>
                                <w:spacing w:val="-2"/>
                                <w:sz w:val="20"/>
                                <w:szCs w:val="20"/>
                                <w:lang w:val="fr-FR" w:eastAsia="fr-FR"/>
                              </w:rPr>
                              <w:t xml:space="preserve">2. </w:t>
                            </w:r>
                            <w:r>
                              <w:rPr>
                                <w:rFonts w:eastAsia="Times New Roman"/>
                                <w:spacing w:val="-2"/>
                                <w:sz w:val="20"/>
                                <w:szCs w:val="20"/>
                                <w:lang w:val="fr-FR" w:eastAsia="fr-FR"/>
                              </w:rPr>
                              <w:t xml:space="preserve"> </w:t>
                            </w:r>
                            <w:r w:rsidRPr="002B74A6">
                              <w:rPr>
                                <w:rFonts w:eastAsia="Times New Roman"/>
                                <w:spacing w:val="-2"/>
                                <w:sz w:val="20"/>
                                <w:szCs w:val="20"/>
                                <w:lang w:val="fr-FR" w:eastAsia="fr-FR"/>
                              </w:rPr>
                              <w:t xml:space="preserve">L’ensemble des rubriques doit être rempli, y compris celles figurant en bas de page. Les informations statistiques sont données en </w:t>
                            </w:r>
                            <w:r w:rsidRPr="002B74A6">
                              <w:rPr>
                                <w:rFonts w:eastAsia="Times New Roman"/>
                                <w:b/>
                                <w:spacing w:val="-2"/>
                                <w:sz w:val="20"/>
                                <w:szCs w:val="20"/>
                                <w:lang w:val="fr-FR" w:eastAsia="fr-FR"/>
                              </w:rPr>
                              <w:t>valeurs relatives</w:t>
                            </w:r>
                            <w:r>
                              <w:rPr>
                                <w:rFonts w:eastAsia="Times New Roman"/>
                                <w:spacing w:val="-2"/>
                                <w:sz w:val="20"/>
                                <w:szCs w:val="20"/>
                                <w:lang w:eastAsia="fr-FR"/>
                              </w:rPr>
                              <w:t>.</w:t>
                            </w:r>
                          </w:p>
                          <w:p w14:paraId="5EE59D00" w14:textId="7CF2D0FF" w:rsidR="003E6634" w:rsidRDefault="003E6634" w:rsidP="002B74A6"/>
                          <w:p w14:paraId="0A48D0BC" w14:textId="01490EA5" w:rsidR="003E6634" w:rsidRPr="00B3522D" w:rsidRDefault="003E6634" w:rsidP="00B3522D">
                            <w:pPr>
                              <w:ind w:left="284" w:hanging="284"/>
                              <w:jc w:val="both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B3522D">
                              <w:rPr>
                                <w:sz w:val="20"/>
                                <w:szCs w:val="20"/>
                              </w:rPr>
                              <w:t xml:space="preserve">3. </w:t>
                            </w:r>
                            <w:r w:rsidRPr="00B3522D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Pour les candidats issus des lycées publics et privés sous contrat, il convient </w:t>
                            </w:r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  <w:t>d’attester l’obtention de la certification PIX en cochant la case correspondante.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65FFF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561.35pt;margin-top:124.75pt;width:210.4pt;height:250.5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" stroked="f">
                <v:textbox>
                  <w:txbxContent>
                    <w:p w14:paraId="5D8A956B" w14:textId="77777777" w:rsidR="003E6634" w:rsidRPr="003D11E5" w:rsidRDefault="003E6634" w:rsidP="002B74A6">
                      <w:pPr>
                        <w:tabs>
                          <w:tab w:val="left" w:pos="0"/>
                          <w:tab w:val="left" w:pos="114"/>
                          <w:tab w:val="left" w:pos="822"/>
                          <w:tab w:val="left" w:pos="1530"/>
                          <w:tab w:val="left" w:pos="2238"/>
                          <w:tab w:val="left" w:pos="2946"/>
                          <w:tab w:val="left" w:pos="3654"/>
                          <w:tab w:val="left" w:pos="4362"/>
                          <w:tab w:val="left" w:pos="5070"/>
                          <w:tab w:val="left" w:pos="5778"/>
                          <w:tab w:val="left" w:pos="6468"/>
                          <w:tab w:val="left" w:pos="7188"/>
                          <w:tab w:val="left" w:pos="7908"/>
                          <w:tab w:val="left" w:pos="8610"/>
                          <w:tab w:val="left" w:pos="9318"/>
                          <w:tab w:val="left" w:pos="10026"/>
                          <w:tab w:val="left" w:pos="10734"/>
                        </w:tabs>
                        <w:suppressAutoHyphens/>
                        <w:ind w:right="-9"/>
                        <w:jc w:val="center"/>
                        <w:rPr>
                          <w:rFonts w:eastAsia="Times New Roman"/>
                          <w:b/>
                          <w:sz w:val="20"/>
                          <w:szCs w:val="20"/>
                          <w:lang w:eastAsia="fr-FR"/>
                        </w:rPr>
                      </w:pPr>
                      <w:r w:rsidRPr="003D11E5">
                        <w:rPr>
                          <w:rFonts w:eastAsia="Times New Roman"/>
                          <w:b/>
                          <w:spacing w:val="-2"/>
                          <w:sz w:val="20"/>
                          <w:szCs w:val="20"/>
                          <w:lang w:eastAsia="fr-FR"/>
                        </w:rPr>
                        <w:t xml:space="preserve">RÈGLES GÉNÉRALES DE </w:t>
                      </w:r>
                      <w:r w:rsidRPr="003D11E5">
                        <w:rPr>
                          <w:rFonts w:eastAsia="Times New Roman"/>
                          <w:b/>
                          <w:sz w:val="20"/>
                          <w:szCs w:val="20"/>
                          <w:lang w:eastAsia="fr-FR"/>
                        </w:rPr>
                        <w:t>PRÉSENTATION DU LIVRET SCOLAIRE</w:t>
                      </w:r>
                    </w:p>
                    <w:p w14:paraId="28931E89" w14:textId="77777777" w:rsidR="003E6634" w:rsidRPr="003D11E5" w:rsidRDefault="003E6634" w:rsidP="002B74A6">
                      <w:pPr>
                        <w:tabs>
                          <w:tab w:val="left" w:pos="1428"/>
                          <w:tab w:val="left" w:pos="2148"/>
                          <w:tab w:val="left" w:pos="2868"/>
                          <w:tab w:val="left" w:pos="3588"/>
                          <w:tab w:val="left" w:pos="4308"/>
                          <w:tab w:val="left" w:pos="5028"/>
                          <w:tab w:val="left" w:pos="5748"/>
                          <w:tab w:val="left" w:pos="6468"/>
                          <w:tab w:val="left" w:pos="7188"/>
                          <w:tab w:val="left" w:pos="7908"/>
                        </w:tabs>
                        <w:suppressAutoHyphens/>
                        <w:ind w:right="133"/>
                        <w:jc w:val="both"/>
                        <w:rPr>
                          <w:rFonts w:eastAsia="Times New Roman"/>
                          <w:b/>
                          <w:sz w:val="20"/>
                          <w:szCs w:val="20"/>
                          <w:lang w:eastAsia="fr-FR"/>
                        </w:rPr>
                      </w:pPr>
                    </w:p>
                    <w:p w14:paraId="2F07407E" w14:textId="77777777" w:rsidR="003E6634" w:rsidRPr="003D11E5" w:rsidRDefault="003E6634" w:rsidP="002B74A6">
                      <w:pPr>
                        <w:tabs>
                          <w:tab w:val="left" w:pos="0"/>
                          <w:tab w:val="left" w:pos="114"/>
                          <w:tab w:val="left" w:pos="822"/>
                          <w:tab w:val="left" w:pos="1530"/>
                          <w:tab w:val="left" w:pos="2238"/>
                          <w:tab w:val="left" w:pos="2946"/>
                          <w:tab w:val="left" w:pos="3654"/>
                          <w:tab w:val="left" w:pos="4362"/>
                          <w:tab w:val="left" w:pos="5070"/>
                          <w:tab w:val="left" w:pos="5778"/>
                          <w:tab w:val="left" w:pos="6486"/>
                          <w:tab w:val="left" w:pos="7194"/>
                          <w:tab w:val="left" w:pos="7902"/>
                          <w:tab w:val="left" w:pos="8610"/>
                          <w:tab w:val="left" w:pos="9318"/>
                          <w:tab w:val="left" w:pos="10026"/>
                          <w:tab w:val="left" w:pos="10734"/>
                        </w:tabs>
                        <w:suppressAutoHyphens/>
                        <w:ind w:right="-468"/>
                        <w:jc w:val="both"/>
                        <w:rPr>
                          <w:rFonts w:eastAsia="Times New Roman"/>
                          <w:b/>
                          <w:sz w:val="20"/>
                          <w:szCs w:val="20"/>
                          <w:lang w:eastAsia="fr-FR"/>
                        </w:rPr>
                      </w:pPr>
                    </w:p>
                    <w:p w14:paraId="4441E9A1" w14:textId="6CFED13C" w:rsidR="003E6634" w:rsidRPr="002B74A6" w:rsidRDefault="003E6634" w:rsidP="002B74A6">
                      <w:pPr>
                        <w:tabs>
                          <w:tab w:val="left" w:pos="0"/>
                          <w:tab w:val="left" w:pos="284"/>
                          <w:tab w:val="left" w:pos="822"/>
                          <w:tab w:val="left" w:pos="1530"/>
                          <w:tab w:val="left" w:pos="2238"/>
                          <w:tab w:val="left" w:pos="2946"/>
                          <w:tab w:val="left" w:pos="3654"/>
                          <w:tab w:val="left" w:pos="4362"/>
                          <w:tab w:val="left" w:pos="5070"/>
                          <w:tab w:val="left" w:pos="5778"/>
                          <w:tab w:val="left" w:pos="6486"/>
                          <w:tab w:val="left" w:pos="7194"/>
                          <w:tab w:val="left" w:pos="7902"/>
                          <w:tab w:val="left" w:pos="8610"/>
                          <w:tab w:val="left" w:pos="9318"/>
                          <w:tab w:val="left" w:pos="10026"/>
                          <w:tab w:val="left" w:pos="10734"/>
                        </w:tabs>
                        <w:suppressAutoHyphens/>
                        <w:ind w:left="284" w:right="-24" w:hanging="284"/>
                        <w:jc w:val="both"/>
                        <w:rPr>
                          <w:rFonts w:eastAsia="Times New Roman"/>
                          <w:spacing w:val="-2"/>
                          <w:sz w:val="20"/>
                          <w:szCs w:val="20"/>
                          <w:lang w:val="fr-FR" w:eastAsia="fr-FR"/>
                        </w:rPr>
                      </w:pPr>
                      <w:r w:rsidRPr="003D11E5">
                        <w:rPr>
                          <w:rFonts w:eastAsia="Times New Roman"/>
                          <w:spacing w:val="-2"/>
                          <w:sz w:val="20"/>
                          <w:szCs w:val="20"/>
                          <w:lang w:eastAsia="fr-FR"/>
                        </w:rPr>
                        <w:t xml:space="preserve">1. </w:t>
                      </w:r>
                      <w:r>
                        <w:rPr>
                          <w:rFonts w:eastAsia="Times New Roman"/>
                          <w:spacing w:val="-2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2B74A6">
                        <w:rPr>
                          <w:rFonts w:eastAsia="Times New Roman"/>
                          <w:spacing w:val="-2"/>
                          <w:sz w:val="20"/>
                          <w:szCs w:val="20"/>
                          <w:lang w:val="fr-FR" w:eastAsia="fr-FR"/>
                        </w:rPr>
                        <w:t>Chaque enseignement représenté par une ligne fait l’objet d’une note et d’une appréciation reportées par le ou les professeurs responsables de l’enseignement correspondant.</w:t>
                      </w:r>
                    </w:p>
                    <w:p w14:paraId="2FACA6BF" w14:textId="77777777" w:rsidR="003E6634" w:rsidRPr="002B74A6" w:rsidRDefault="003E6634" w:rsidP="002B74A6">
                      <w:pPr>
                        <w:tabs>
                          <w:tab w:val="left" w:pos="0"/>
                          <w:tab w:val="left" w:pos="284"/>
                          <w:tab w:val="left" w:pos="822"/>
                          <w:tab w:val="left" w:pos="1530"/>
                          <w:tab w:val="left" w:pos="2238"/>
                          <w:tab w:val="left" w:pos="2946"/>
                          <w:tab w:val="left" w:pos="3654"/>
                          <w:tab w:val="left" w:pos="4362"/>
                          <w:tab w:val="left" w:pos="5070"/>
                          <w:tab w:val="left" w:pos="5778"/>
                          <w:tab w:val="left" w:pos="6486"/>
                          <w:tab w:val="left" w:pos="7194"/>
                          <w:tab w:val="left" w:pos="7902"/>
                          <w:tab w:val="left" w:pos="8610"/>
                          <w:tab w:val="left" w:pos="9318"/>
                          <w:tab w:val="left" w:pos="10026"/>
                          <w:tab w:val="left" w:pos="10734"/>
                        </w:tabs>
                        <w:suppressAutoHyphens/>
                        <w:ind w:left="284" w:right="-24" w:hanging="284"/>
                        <w:jc w:val="both"/>
                        <w:rPr>
                          <w:rFonts w:eastAsia="Times New Roman"/>
                          <w:spacing w:val="-2"/>
                          <w:sz w:val="20"/>
                          <w:szCs w:val="20"/>
                          <w:lang w:val="fr-FR" w:eastAsia="fr-FR"/>
                        </w:rPr>
                      </w:pPr>
                    </w:p>
                    <w:p w14:paraId="0D85BE63" w14:textId="3F9FB566" w:rsidR="003E6634" w:rsidRPr="00AF1966" w:rsidRDefault="003E6634" w:rsidP="002B74A6">
                      <w:pPr>
                        <w:tabs>
                          <w:tab w:val="left" w:pos="0"/>
                          <w:tab w:val="left" w:pos="284"/>
                          <w:tab w:val="left" w:pos="822"/>
                          <w:tab w:val="left" w:pos="1530"/>
                          <w:tab w:val="left" w:pos="2238"/>
                          <w:tab w:val="left" w:pos="2946"/>
                          <w:tab w:val="left" w:pos="3654"/>
                          <w:tab w:val="left" w:pos="4362"/>
                          <w:tab w:val="left" w:pos="5070"/>
                          <w:tab w:val="left" w:pos="5778"/>
                          <w:tab w:val="left" w:pos="6486"/>
                          <w:tab w:val="left" w:pos="7194"/>
                          <w:tab w:val="left" w:pos="7902"/>
                          <w:tab w:val="left" w:pos="8610"/>
                          <w:tab w:val="left" w:pos="9318"/>
                          <w:tab w:val="left" w:pos="10026"/>
                          <w:tab w:val="left" w:pos="10734"/>
                        </w:tabs>
                        <w:suppressAutoHyphens/>
                        <w:ind w:left="284" w:right="-24" w:hanging="284"/>
                        <w:jc w:val="both"/>
                        <w:rPr>
                          <w:rFonts w:eastAsia="Times New Roman"/>
                          <w:spacing w:val="-2"/>
                          <w:sz w:val="20"/>
                          <w:szCs w:val="20"/>
                          <w:lang w:eastAsia="fr-FR"/>
                        </w:rPr>
                      </w:pPr>
                      <w:r w:rsidRPr="002B74A6">
                        <w:rPr>
                          <w:rFonts w:eastAsia="Times New Roman"/>
                          <w:spacing w:val="-2"/>
                          <w:sz w:val="20"/>
                          <w:szCs w:val="20"/>
                          <w:lang w:val="fr-FR" w:eastAsia="fr-FR"/>
                        </w:rPr>
                        <w:t xml:space="preserve">2. </w:t>
                      </w:r>
                      <w:r>
                        <w:rPr>
                          <w:rFonts w:eastAsia="Times New Roman"/>
                          <w:spacing w:val="-2"/>
                          <w:sz w:val="20"/>
                          <w:szCs w:val="20"/>
                          <w:lang w:val="fr-FR" w:eastAsia="fr-FR"/>
                        </w:rPr>
                        <w:t xml:space="preserve"> </w:t>
                      </w:r>
                      <w:r w:rsidRPr="002B74A6">
                        <w:rPr>
                          <w:rFonts w:eastAsia="Times New Roman"/>
                          <w:spacing w:val="-2"/>
                          <w:sz w:val="20"/>
                          <w:szCs w:val="20"/>
                          <w:lang w:val="fr-FR" w:eastAsia="fr-FR"/>
                        </w:rPr>
                        <w:t xml:space="preserve">L’ensemble des rubriques doit être rempli, y compris celles figurant en bas de page. Les informations statistiques sont données en </w:t>
                      </w:r>
                      <w:r w:rsidRPr="002B74A6">
                        <w:rPr>
                          <w:rFonts w:eastAsia="Times New Roman"/>
                          <w:b/>
                          <w:spacing w:val="-2"/>
                          <w:sz w:val="20"/>
                          <w:szCs w:val="20"/>
                          <w:lang w:val="fr-FR" w:eastAsia="fr-FR"/>
                        </w:rPr>
                        <w:t>valeurs relatives</w:t>
                      </w:r>
                      <w:r>
                        <w:rPr>
                          <w:rFonts w:eastAsia="Times New Roman"/>
                          <w:spacing w:val="-2"/>
                          <w:sz w:val="20"/>
                          <w:szCs w:val="20"/>
                          <w:lang w:eastAsia="fr-FR"/>
                        </w:rPr>
                        <w:t>.</w:t>
                      </w:r>
                    </w:p>
                    <w:p w14:paraId="5EE59D00" w14:textId="7CF2D0FF" w:rsidR="003E6634" w:rsidRDefault="003E6634" w:rsidP="002B74A6"/>
                    <w:p w14:paraId="0A48D0BC" w14:textId="01490EA5" w:rsidR="003E6634" w:rsidRPr="00B3522D" w:rsidRDefault="003E6634" w:rsidP="00B3522D">
                      <w:pPr>
                        <w:ind w:left="284" w:hanging="284"/>
                        <w:jc w:val="both"/>
                        <w:rPr>
                          <w:sz w:val="20"/>
                          <w:szCs w:val="20"/>
                          <w:lang w:val="fr-FR"/>
                        </w:rPr>
                      </w:pPr>
                      <w:r w:rsidRPr="00B3522D">
                        <w:rPr>
                          <w:sz w:val="20"/>
                          <w:szCs w:val="20"/>
                        </w:rPr>
                        <w:t xml:space="preserve">3. </w:t>
                      </w:r>
                      <w:r w:rsidRPr="00B3522D">
                        <w:rPr>
                          <w:sz w:val="20"/>
                          <w:szCs w:val="20"/>
                          <w:lang w:val="fr-FR"/>
                        </w:rPr>
                        <w:t xml:space="preserve">Pour les candidats issus des lycées publics et privés sous contrat, il convient </w:t>
                      </w:r>
                      <w:r>
                        <w:rPr>
                          <w:sz w:val="20"/>
                          <w:szCs w:val="20"/>
                          <w:lang w:val="fr-FR"/>
                        </w:rPr>
                        <w:t>d’attester l’obtention de la certification PIX en cochant la case correspondante.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2B74A6" w:rsidRPr="002B74A6">
        <w:rPr>
          <w:rFonts w:eastAsia="Times New Roman"/>
          <w:b/>
          <w:sz w:val="20"/>
          <w:szCs w:val="20"/>
          <w:lang w:val="fr-FR" w:eastAsia="fr-FR"/>
        </w:rPr>
        <w:t>GRAPHIQUE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689"/>
        <w:gridCol w:w="1106"/>
        <w:gridCol w:w="1078"/>
        <w:gridCol w:w="1094"/>
        <w:gridCol w:w="12"/>
        <w:gridCol w:w="1080"/>
        <w:gridCol w:w="1078"/>
        <w:gridCol w:w="1112"/>
        <w:gridCol w:w="8"/>
        <w:gridCol w:w="1085"/>
        <w:gridCol w:w="7"/>
      </w:tblGrid>
      <w:tr w:rsidR="002B74A6" w:rsidRPr="002B74A6" w14:paraId="032AF9A5" w14:textId="77777777" w:rsidTr="00F22137">
        <w:trPr>
          <w:cantSplit/>
          <w:trHeight w:val="2594"/>
          <w:jc w:val="center"/>
        </w:trPr>
        <w:tc>
          <w:tcPr>
            <w:tcW w:w="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14:paraId="05463660" w14:textId="77777777" w:rsidR="002B74A6" w:rsidRPr="002B74A6" w:rsidRDefault="002B74A6" w:rsidP="00F22137">
            <w:pPr>
              <w:tabs>
                <w:tab w:val="left" w:pos="-850"/>
                <w:tab w:val="left" w:pos="-142"/>
                <w:tab w:val="left" w:pos="566"/>
              </w:tabs>
              <w:suppressAutoHyphens/>
              <w:ind w:left="113" w:right="113"/>
              <w:jc w:val="both"/>
              <w:rPr>
                <w:rFonts w:eastAsia="Times New Roman"/>
                <w:b/>
                <w:sz w:val="24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sz w:val="24"/>
                <w:szCs w:val="20"/>
                <w:lang w:val="fr-FR" w:eastAsia="fr-FR"/>
              </w:rPr>
              <w:t>MATIÈRES OBLIGATOIRES</w:t>
            </w: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bottom w:w="57" w:type="dxa"/>
            </w:tcMar>
            <w:textDirection w:val="btLr"/>
            <w:vAlign w:val="center"/>
          </w:tcPr>
          <w:p w14:paraId="71A0A55D" w14:textId="77777777" w:rsidR="002B74A6" w:rsidRPr="002B74A6" w:rsidRDefault="002B74A6" w:rsidP="00F22137">
            <w:pPr>
              <w:tabs>
                <w:tab w:val="left" w:pos="-2196"/>
                <w:tab w:val="left" w:pos="-2128"/>
                <w:tab w:val="left" w:pos="-1420"/>
                <w:tab w:val="left" w:pos="-712"/>
                <w:tab w:val="left" w:pos="-4"/>
                <w:tab w:val="left" w:pos="704"/>
              </w:tabs>
              <w:suppressAutoHyphens/>
              <w:ind w:left="113" w:right="113"/>
              <w:rPr>
                <w:rFonts w:eastAsia="Times New Roman"/>
                <w:sz w:val="24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4"/>
                <w:szCs w:val="20"/>
                <w:lang w:val="fr-FR" w:eastAsia="fr-FR"/>
              </w:rPr>
              <w:t>Culture générale et expression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bottom w:w="57" w:type="dxa"/>
            </w:tcMar>
            <w:textDirection w:val="btLr"/>
            <w:vAlign w:val="center"/>
          </w:tcPr>
          <w:p w14:paraId="3AF4CC3C" w14:textId="77777777" w:rsidR="002B74A6" w:rsidRPr="002B74A6" w:rsidRDefault="002B74A6" w:rsidP="00F22137">
            <w:pPr>
              <w:tabs>
                <w:tab w:val="left" w:pos="-3337"/>
                <w:tab w:val="left" w:pos="-2995"/>
                <w:tab w:val="left" w:pos="-2287"/>
                <w:tab w:val="left" w:pos="-1579"/>
                <w:tab w:val="left" w:pos="-871"/>
                <w:tab w:val="left" w:pos="-163"/>
                <w:tab w:val="left" w:pos="545"/>
              </w:tabs>
              <w:suppressAutoHyphens/>
              <w:ind w:left="113" w:right="113"/>
              <w:rPr>
                <w:rFonts w:eastAsia="Times New Roman"/>
                <w:sz w:val="24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4"/>
                <w:szCs w:val="20"/>
                <w:lang w:val="fr-FR" w:eastAsia="fr-FR"/>
              </w:rPr>
              <w:t>Langue vivante étrangère A</w:t>
            </w:r>
          </w:p>
        </w:tc>
        <w:tc>
          <w:tcPr>
            <w:tcW w:w="11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bottom w:w="57" w:type="dxa"/>
            </w:tcMar>
            <w:textDirection w:val="btLr"/>
            <w:vAlign w:val="center"/>
          </w:tcPr>
          <w:p w14:paraId="5C4BDF8E" w14:textId="77777777" w:rsidR="002B74A6" w:rsidRPr="002B74A6" w:rsidRDefault="002B74A6" w:rsidP="00F22137">
            <w:pPr>
              <w:tabs>
                <w:tab w:val="left" w:pos="-4471"/>
                <w:tab w:val="left" w:pos="-3847"/>
                <w:tab w:val="left" w:pos="-3139"/>
                <w:tab w:val="left" w:pos="-2431"/>
                <w:tab w:val="left" w:pos="-1723"/>
                <w:tab w:val="left" w:pos="-1015"/>
                <w:tab w:val="left" w:pos="-307"/>
                <w:tab w:val="left" w:pos="401"/>
              </w:tabs>
              <w:suppressAutoHyphens/>
              <w:ind w:left="113" w:right="113"/>
              <w:rPr>
                <w:rFonts w:eastAsia="Times New Roman"/>
                <w:sz w:val="24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4"/>
                <w:szCs w:val="20"/>
                <w:lang w:val="fr-FR" w:eastAsia="fr-FR"/>
              </w:rPr>
              <w:t>Langue vivante étrangère B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bottom w:w="57" w:type="dxa"/>
            </w:tcMar>
            <w:textDirection w:val="btLr"/>
            <w:vAlign w:val="center"/>
          </w:tcPr>
          <w:p w14:paraId="65CC288B" w14:textId="77777777" w:rsidR="002B74A6" w:rsidRPr="002B74A6" w:rsidRDefault="002B74A6" w:rsidP="00F22137">
            <w:pPr>
              <w:tabs>
                <w:tab w:val="left" w:pos="-5605"/>
                <w:tab w:val="left" w:pos="-5407"/>
                <w:tab w:val="left" w:pos="-4699"/>
                <w:tab w:val="left" w:pos="-3991"/>
                <w:tab w:val="left" w:pos="-3283"/>
                <w:tab w:val="left" w:pos="-2575"/>
                <w:tab w:val="left" w:pos="-1867"/>
                <w:tab w:val="left" w:pos="-1159"/>
                <w:tab w:val="left" w:pos="-451"/>
                <w:tab w:val="left" w:pos="257"/>
                <w:tab w:val="left" w:pos="965"/>
              </w:tabs>
              <w:suppressAutoHyphens/>
              <w:ind w:left="113" w:right="113"/>
              <w:rPr>
                <w:rFonts w:eastAsia="Times New Roman"/>
                <w:sz w:val="24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4"/>
                <w:szCs w:val="20"/>
                <w:lang w:val="fr-FR" w:eastAsia="fr-FR"/>
              </w:rPr>
              <w:t>Culture économique, juridique et managériale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bottom w:w="57" w:type="dxa"/>
            </w:tcMar>
            <w:textDirection w:val="btLr"/>
            <w:vAlign w:val="center"/>
          </w:tcPr>
          <w:p w14:paraId="643C5428" w14:textId="77777777" w:rsidR="002B74A6" w:rsidRPr="002B74A6" w:rsidRDefault="002B74A6" w:rsidP="00F22137">
            <w:pPr>
              <w:tabs>
                <w:tab w:val="left" w:pos="-4891"/>
                <w:tab w:val="left" w:pos="-4806"/>
                <w:tab w:val="left" w:pos="-4098"/>
                <w:tab w:val="left" w:pos="-3390"/>
                <w:tab w:val="left" w:pos="-2682"/>
                <w:tab w:val="left" w:pos="-1974"/>
                <w:tab w:val="left" w:pos="-1266"/>
                <w:tab w:val="left" w:pos="-558"/>
                <w:tab w:val="left" w:pos="-142"/>
              </w:tabs>
              <w:suppressAutoHyphens/>
              <w:ind w:left="11" w:right="113" w:firstLine="20"/>
              <w:rPr>
                <w:rFonts w:eastAsia="Times New Roman"/>
                <w:sz w:val="24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4"/>
                <w:szCs w:val="20"/>
                <w:lang w:val="fr-FR" w:eastAsia="fr-FR"/>
              </w:rPr>
              <w:t>Optimisation des processus administratifs</w:t>
            </w:r>
          </w:p>
        </w:tc>
        <w:tc>
          <w:tcPr>
            <w:tcW w:w="11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bottom w:w="57" w:type="dxa"/>
            </w:tcMar>
            <w:textDirection w:val="btLr"/>
            <w:vAlign w:val="center"/>
          </w:tcPr>
          <w:p w14:paraId="79755F70" w14:textId="77777777" w:rsidR="002B74A6" w:rsidRPr="002B74A6" w:rsidRDefault="002B74A6" w:rsidP="00F22137">
            <w:pPr>
              <w:tabs>
                <w:tab w:val="left" w:pos="-4891"/>
                <w:tab w:val="left" w:pos="-4806"/>
                <w:tab w:val="left" w:pos="-4098"/>
                <w:tab w:val="left" w:pos="-3390"/>
                <w:tab w:val="left" w:pos="-2682"/>
                <w:tab w:val="left" w:pos="-1974"/>
                <w:tab w:val="left" w:pos="-1266"/>
                <w:tab w:val="left" w:pos="-558"/>
                <w:tab w:val="left" w:pos="-142"/>
              </w:tabs>
              <w:suppressAutoHyphens/>
              <w:ind w:left="11" w:right="113" w:firstLine="20"/>
              <w:rPr>
                <w:rFonts w:eastAsia="Times New Roman"/>
                <w:sz w:val="24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4"/>
                <w:szCs w:val="20"/>
                <w:lang w:val="fr-FR" w:eastAsia="fr-FR"/>
              </w:rPr>
              <w:t>Gestion de projet</w:t>
            </w:r>
          </w:p>
        </w:tc>
        <w:tc>
          <w:tcPr>
            <w:tcW w:w="10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bottom w:w="57" w:type="dxa"/>
            </w:tcMar>
            <w:textDirection w:val="btLr"/>
            <w:vAlign w:val="center"/>
          </w:tcPr>
          <w:p w14:paraId="26DB54E2" w14:textId="77777777" w:rsidR="002B74A6" w:rsidRPr="002B74A6" w:rsidRDefault="002B74A6" w:rsidP="00F22137">
            <w:pPr>
              <w:tabs>
                <w:tab w:val="left" w:pos="-4891"/>
                <w:tab w:val="left" w:pos="-4806"/>
                <w:tab w:val="left" w:pos="-4098"/>
                <w:tab w:val="left" w:pos="-3390"/>
                <w:tab w:val="left" w:pos="-2682"/>
                <w:tab w:val="left" w:pos="-1974"/>
                <w:tab w:val="left" w:pos="-1266"/>
                <w:tab w:val="left" w:pos="-558"/>
                <w:tab w:val="left" w:pos="-142"/>
              </w:tabs>
              <w:suppressAutoHyphens/>
              <w:ind w:left="11" w:right="113" w:firstLine="20"/>
              <w:rPr>
                <w:rFonts w:eastAsia="Times New Roman"/>
                <w:sz w:val="24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4"/>
                <w:szCs w:val="20"/>
                <w:lang w:val="fr-FR" w:eastAsia="fr-FR"/>
              </w:rPr>
              <w:t xml:space="preserve">Collaboration à la gestion des </w:t>
            </w:r>
          </w:p>
          <w:p w14:paraId="47542C0E" w14:textId="77777777" w:rsidR="002B74A6" w:rsidRPr="002B74A6" w:rsidRDefault="002B74A6" w:rsidP="00F22137">
            <w:pPr>
              <w:tabs>
                <w:tab w:val="left" w:pos="-4891"/>
                <w:tab w:val="left" w:pos="-4806"/>
                <w:tab w:val="left" w:pos="-4098"/>
                <w:tab w:val="left" w:pos="-3390"/>
                <w:tab w:val="left" w:pos="-2682"/>
                <w:tab w:val="left" w:pos="-1974"/>
                <w:tab w:val="left" w:pos="-1266"/>
                <w:tab w:val="left" w:pos="-558"/>
                <w:tab w:val="left" w:pos="-142"/>
              </w:tabs>
              <w:suppressAutoHyphens/>
              <w:ind w:left="11" w:right="113" w:firstLine="20"/>
              <w:rPr>
                <w:rFonts w:eastAsia="Times New Roman"/>
                <w:sz w:val="24"/>
                <w:szCs w:val="20"/>
                <w:lang w:val="fr-FR" w:eastAsia="fr-FR"/>
              </w:rPr>
            </w:pPr>
            <w:proofErr w:type="gramStart"/>
            <w:r w:rsidRPr="002B74A6">
              <w:rPr>
                <w:rFonts w:eastAsia="Times New Roman"/>
                <w:sz w:val="24"/>
                <w:szCs w:val="20"/>
                <w:lang w:val="fr-FR" w:eastAsia="fr-FR"/>
              </w:rPr>
              <w:t>ressources</w:t>
            </w:r>
            <w:proofErr w:type="gramEnd"/>
            <w:r w:rsidRPr="002B74A6">
              <w:rPr>
                <w:rFonts w:eastAsia="Times New Roman"/>
                <w:sz w:val="24"/>
                <w:szCs w:val="20"/>
                <w:lang w:val="fr-FR" w:eastAsia="fr-FR"/>
              </w:rPr>
              <w:t xml:space="preserve"> humaines</w:t>
            </w:r>
          </w:p>
        </w:tc>
      </w:tr>
      <w:tr w:rsidR="002B74A6" w:rsidRPr="002B74A6" w14:paraId="076CA416" w14:textId="77777777" w:rsidTr="00F22137">
        <w:tblPrEx>
          <w:tblCellMar>
            <w:left w:w="69" w:type="dxa"/>
            <w:right w:w="69" w:type="dxa"/>
          </w:tblCellMar>
        </w:tblPrEx>
        <w:trPr>
          <w:gridAfter w:val="1"/>
          <w:wAfter w:w="7" w:type="dxa"/>
          <w:cantSplit/>
          <w:trHeight w:val="284"/>
          <w:jc w:val="center"/>
        </w:trPr>
        <w:tc>
          <w:tcPr>
            <w:tcW w:w="689" w:type="dxa"/>
            <w:vMerge w:val="restart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22B7D947" w14:textId="77777777" w:rsidR="002B74A6" w:rsidRPr="002B74A6" w:rsidRDefault="002B74A6" w:rsidP="00F22137">
            <w:pPr>
              <w:tabs>
                <w:tab w:val="left" w:pos="-850"/>
                <w:tab w:val="left" w:pos="0"/>
                <w:tab w:val="left" w:pos="708"/>
                <w:tab w:val="left" w:pos="1416"/>
              </w:tabs>
              <w:suppressAutoHyphens/>
              <w:jc w:val="right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>20</w:t>
            </w:r>
          </w:p>
        </w:tc>
        <w:tc>
          <w:tcPr>
            <w:tcW w:w="1106" w:type="dxa"/>
            <w:tcBorders>
              <w:top w:val="single" w:sz="2" w:space="0" w:color="auto"/>
              <w:right w:val="single" w:sz="2" w:space="0" w:color="auto"/>
            </w:tcBorders>
          </w:tcPr>
          <w:p w14:paraId="02174454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</w:tcBorders>
          </w:tcPr>
          <w:p w14:paraId="51A4F23A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4" w:type="dxa"/>
            <w:tcBorders>
              <w:top w:val="single" w:sz="2" w:space="0" w:color="auto"/>
              <w:right w:val="single" w:sz="2" w:space="0" w:color="auto"/>
            </w:tcBorders>
          </w:tcPr>
          <w:p w14:paraId="3FED7F41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2" w:type="dxa"/>
            <w:gridSpan w:val="2"/>
            <w:tcBorders>
              <w:top w:val="single" w:sz="2" w:space="0" w:color="auto"/>
              <w:left w:val="single" w:sz="2" w:space="0" w:color="auto"/>
            </w:tcBorders>
          </w:tcPr>
          <w:p w14:paraId="1537A57A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top w:val="single" w:sz="2" w:space="0" w:color="auto"/>
              <w:right w:val="single" w:sz="2" w:space="0" w:color="auto"/>
            </w:tcBorders>
          </w:tcPr>
          <w:p w14:paraId="12D3EA07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</w:tcBorders>
          </w:tcPr>
          <w:p w14:paraId="66C5C490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3" w:type="dxa"/>
            <w:gridSpan w:val="2"/>
            <w:tcBorders>
              <w:top w:val="single" w:sz="2" w:space="0" w:color="auto"/>
              <w:right w:val="single" w:sz="2" w:space="0" w:color="auto"/>
            </w:tcBorders>
          </w:tcPr>
          <w:p w14:paraId="4C12C717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6151FA03" w14:textId="77777777" w:rsidTr="00F22137">
        <w:tblPrEx>
          <w:tblCellMar>
            <w:left w:w="69" w:type="dxa"/>
            <w:right w:w="69" w:type="dxa"/>
          </w:tblCellMar>
        </w:tblPrEx>
        <w:trPr>
          <w:gridAfter w:val="1"/>
          <w:wAfter w:w="7" w:type="dxa"/>
          <w:cantSplit/>
          <w:trHeight w:val="284"/>
          <w:jc w:val="center"/>
        </w:trPr>
        <w:tc>
          <w:tcPr>
            <w:tcW w:w="689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6DDF9497" w14:textId="77777777" w:rsidR="002B74A6" w:rsidRPr="002B74A6" w:rsidRDefault="002B74A6" w:rsidP="00F22137">
            <w:pPr>
              <w:tabs>
                <w:tab w:val="left" w:pos="-850"/>
                <w:tab w:val="left" w:pos="-226"/>
                <w:tab w:val="left" w:pos="482"/>
                <w:tab w:val="left" w:pos="1190"/>
                <w:tab w:val="left" w:pos="1898"/>
              </w:tabs>
              <w:suppressAutoHyphens/>
              <w:jc w:val="right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106" w:type="dxa"/>
            <w:tcBorders>
              <w:right w:val="single" w:sz="2" w:space="0" w:color="auto"/>
            </w:tcBorders>
          </w:tcPr>
          <w:p w14:paraId="35545254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left w:val="single" w:sz="2" w:space="0" w:color="auto"/>
            </w:tcBorders>
          </w:tcPr>
          <w:p w14:paraId="7EE72286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4" w:type="dxa"/>
            <w:tcBorders>
              <w:right w:val="single" w:sz="2" w:space="0" w:color="auto"/>
            </w:tcBorders>
          </w:tcPr>
          <w:p w14:paraId="04246FDC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2" w:type="dxa"/>
            <w:gridSpan w:val="2"/>
            <w:tcBorders>
              <w:left w:val="single" w:sz="2" w:space="0" w:color="auto"/>
            </w:tcBorders>
          </w:tcPr>
          <w:p w14:paraId="04E40419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right w:val="single" w:sz="2" w:space="0" w:color="auto"/>
            </w:tcBorders>
          </w:tcPr>
          <w:p w14:paraId="3A7DD6E6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112" w:type="dxa"/>
            <w:tcBorders>
              <w:left w:val="single" w:sz="2" w:space="0" w:color="auto"/>
            </w:tcBorders>
          </w:tcPr>
          <w:p w14:paraId="08AA08A7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3" w:type="dxa"/>
            <w:gridSpan w:val="2"/>
            <w:tcBorders>
              <w:right w:val="single" w:sz="2" w:space="0" w:color="auto"/>
            </w:tcBorders>
          </w:tcPr>
          <w:p w14:paraId="7E1AB300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22EF0B32" w14:textId="77777777" w:rsidTr="00F22137">
        <w:tblPrEx>
          <w:tblCellMar>
            <w:left w:w="69" w:type="dxa"/>
            <w:right w:w="69" w:type="dxa"/>
          </w:tblCellMar>
        </w:tblPrEx>
        <w:trPr>
          <w:gridAfter w:val="1"/>
          <w:wAfter w:w="7" w:type="dxa"/>
          <w:cantSplit/>
          <w:trHeight w:val="284"/>
          <w:jc w:val="center"/>
        </w:trPr>
        <w:tc>
          <w:tcPr>
            <w:tcW w:w="689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20F13E67" w14:textId="77777777" w:rsidR="002B74A6" w:rsidRPr="002B74A6" w:rsidRDefault="002B74A6" w:rsidP="00F22137">
            <w:pPr>
              <w:tabs>
                <w:tab w:val="left" w:pos="-850"/>
                <w:tab w:val="left" w:pos="-226"/>
                <w:tab w:val="left" w:pos="482"/>
                <w:tab w:val="left" w:pos="1190"/>
                <w:tab w:val="left" w:pos="1898"/>
              </w:tabs>
              <w:suppressAutoHyphens/>
              <w:jc w:val="right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>18</w:t>
            </w:r>
          </w:p>
        </w:tc>
        <w:tc>
          <w:tcPr>
            <w:tcW w:w="1106" w:type="dxa"/>
            <w:tcBorders>
              <w:right w:val="single" w:sz="2" w:space="0" w:color="auto"/>
            </w:tcBorders>
          </w:tcPr>
          <w:p w14:paraId="61F3ABD0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left w:val="single" w:sz="2" w:space="0" w:color="auto"/>
            </w:tcBorders>
          </w:tcPr>
          <w:p w14:paraId="5C1345D1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4" w:type="dxa"/>
            <w:tcBorders>
              <w:right w:val="single" w:sz="2" w:space="0" w:color="auto"/>
            </w:tcBorders>
          </w:tcPr>
          <w:p w14:paraId="6A6A5B69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2" w:type="dxa"/>
            <w:gridSpan w:val="2"/>
            <w:tcBorders>
              <w:left w:val="single" w:sz="2" w:space="0" w:color="auto"/>
            </w:tcBorders>
          </w:tcPr>
          <w:p w14:paraId="0D41A7FC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right w:val="single" w:sz="2" w:space="0" w:color="auto"/>
            </w:tcBorders>
          </w:tcPr>
          <w:p w14:paraId="2AD6240C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112" w:type="dxa"/>
            <w:tcBorders>
              <w:left w:val="single" w:sz="2" w:space="0" w:color="auto"/>
            </w:tcBorders>
          </w:tcPr>
          <w:p w14:paraId="7431AE5B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3" w:type="dxa"/>
            <w:gridSpan w:val="2"/>
            <w:tcBorders>
              <w:right w:val="single" w:sz="2" w:space="0" w:color="auto"/>
            </w:tcBorders>
          </w:tcPr>
          <w:p w14:paraId="30FADCA2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588FA598" w14:textId="77777777" w:rsidTr="00F22137">
        <w:tblPrEx>
          <w:tblCellMar>
            <w:left w:w="69" w:type="dxa"/>
            <w:right w:w="69" w:type="dxa"/>
          </w:tblCellMar>
        </w:tblPrEx>
        <w:trPr>
          <w:gridAfter w:val="1"/>
          <w:wAfter w:w="7" w:type="dxa"/>
          <w:cantSplit/>
          <w:trHeight w:val="284"/>
          <w:jc w:val="center"/>
        </w:trPr>
        <w:tc>
          <w:tcPr>
            <w:tcW w:w="689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478D368F" w14:textId="77777777" w:rsidR="002B74A6" w:rsidRPr="002B74A6" w:rsidRDefault="002B74A6" w:rsidP="00F22137">
            <w:pPr>
              <w:tabs>
                <w:tab w:val="left" w:pos="-850"/>
                <w:tab w:val="left" w:pos="-226"/>
                <w:tab w:val="left" w:pos="482"/>
                <w:tab w:val="left" w:pos="1190"/>
                <w:tab w:val="left" w:pos="1898"/>
              </w:tabs>
              <w:suppressAutoHyphens/>
              <w:jc w:val="right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106" w:type="dxa"/>
            <w:tcBorders>
              <w:right w:val="single" w:sz="2" w:space="0" w:color="auto"/>
            </w:tcBorders>
          </w:tcPr>
          <w:p w14:paraId="0F72EB09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left w:val="single" w:sz="2" w:space="0" w:color="auto"/>
            </w:tcBorders>
          </w:tcPr>
          <w:p w14:paraId="46AF7F00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4" w:type="dxa"/>
            <w:tcBorders>
              <w:right w:val="single" w:sz="2" w:space="0" w:color="auto"/>
            </w:tcBorders>
          </w:tcPr>
          <w:p w14:paraId="55A80ED2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2" w:type="dxa"/>
            <w:gridSpan w:val="2"/>
            <w:tcBorders>
              <w:left w:val="single" w:sz="2" w:space="0" w:color="auto"/>
            </w:tcBorders>
          </w:tcPr>
          <w:p w14:paraId="2B4D76BE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right w:val="single" w:sz="2" w:space="0" w:color="auto"/>
            </w:tcBorders>
          </w:tcPr>
          <w:p w14:paraId="55D11271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112" w:type="dxa"/>
            <w:tcBorders>
              <w:left w:val="single" w:sz="2" w:space="0" w:color="auto"/>
            </w:tcBorders>
          </w:tcPr>
          <w:p w14:paraId="50BD5476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3" w:type="dxa"/>
            <w:gridSpan w:val="2"/>
            <w:tcBorders>
              <w:right w:val="single" w:sz="2" w:space="0" w:color="auto"/>
            </w:tcBorders>
          </w:tcPr>
          <w:p w14:paraId="0A5E23CA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43EBA8F3" w14:textId="77777777" w:rsidTr="00F22137">
        <w:tblPrEx>
          <w:tblCellMar>
            <w:left w:w="69" w:type="dxa"/>
            <w:right w:w="69" w:type="dxa"/>
          </w:tblCellMar>
        </w:tblPrEx>
        <w:trPr>
          <w:gridAfter w:val="1"/>
          <w:wAfter w:w="7" w:type="dxa"/>
          <w:cantSplit/>
          <w:trHeight w:val="284"/>
          <w:jc w:val="center"/>
        </w:trPr>
        <w:tc>
          <w:tcPr>
            <w:tcW w:w="689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19D08E50" w14:textId="77777777" w:rsidR="002B74A6" w:rsidRPr="002B74A6" w:rsidRDefault="002B74A6" w:rsidP="00F22137">
            <w:pPr>
              <w:tabs>
                <w:tab w:val="left" w:pos="-850"/>
                <w:tab w:val="left" w:pos="-226"/>
                <w:tab w:val="left" w:pos="482"/>
                <w:tab w:val="left" w:pos="1190"/>
                <w:tab w:val="left" w:pos="1898"/>
              </w:tabs>
              <w:suppressAutoHyphens/>
              <w:jc w:val="right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>16</w:t>
            </w:r>
          </w:p>
        </w:tc>
        <w:tc>
          <w:tcPr>
            <w:tcW w:w="1106" w:type="dxa"/>
            <w:tcBorders>
              <w:right w:val="single" w:sz="2" w:space="0" w:color="auto"/>
            </w:tcBorders>
          </w:tcPr>
          <w:p w14:paraId="70F06196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left w:val="single" w:sz="2" w:space="0" w:color="auto"/>
            </w:tcBorders>
          </w:tcPr>
          <w:p w14:paraId="50DC9F1E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4" w:type="dxa"/>
            <w:tcBorders>
              <w:right w:val="single" w:sz="2" w:space="0" w:color="auto"/>
            </w:tcBorders>
          </w:tcPr>
          <w:p w14:paraId="3AD123D5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2" w:type="dxa"/>
            <w:gridSpan w:val="2"/>
            <w:tcBorders>
              <w:left w:val="single" w:sz="2" w:space="0" w:color="auto"/>
            </w:tcBorders>
          </w:tcPr>
          <w:p w14:paraId="0458655E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right w:val="single" w:sz="2" w:space="0" w:color="auto"/>
            </w:tcBorders>
          </w:tcPr>
          <w:p w14:paraId="4E358976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112" w:type="dxa"/>
            <w:tcBorders>
              <w:left w:val="single" w:sz="2" w:space="0" w:color="auto"/>
            </w:tcBorders>
          </w:tcPr>
          <w:p w14:paraId="76E74430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3" w:type="dxa"/>
            <w:gridSpan w:val="2"/>
            <w:tcBorders>
              <w:right w:val="single" w:sz="2" w:space="0" w:color="auto"/>
            </w:tcBorders>
          </w:tcPr>
          <w:p w14:paraId="212FDADA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1C9CE2C5" w14:textId="77777777" w:rsidTr="00F22137">
        <w:tblPrEx>
          <w:tblCellMar>
            <w:left w:w="69" w:type="dxa"/>
            <w:right w:w="69" w:type="dxa"/>
          </w:tblCellMar>
        </w:tblPrEx>
        <w:trPr>
          <w:gridAfter w:val="1"/>
          <w:wAfter w:w="7" w:type="dxa"/>
          <w:cantSplit/>
          <w:trHeight w:val="284"/>
          <w:jc w:val="center"/>
        </w:trPr>
        <w:tc>
          <w:tcPr>
            <w:tcW w:w="689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42BD3E41" w14:textId="77777777" w:rsidR="002B74A6" w:rsidRPr="002B74A6" w:rsidRDefault="002B74A6" w:rsidP="00F22137">
            <w:pPr>
              <w:tabs>
                <w:tab w:val="left" w:pos="-850"/>
                <w:tab w:val="left" w:pos="-226"/>
                <w:tab w:val="left" w:pos="482"/>
                <w:tab w:val="left" w:pos="1190"/>
                <w:tab w:val="left" w:pos="1898"/>
              </w:tabs>
              <w:suppressAutoHyphens/>
              <w:jc w:val="right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106" w:type="dxa"/>
            <w:tcBorders>
              <w:right w:val="single" w:sz="2" w:space="0" w:color="auto"/>
            </w:tcBorders>
          </w:tcPr>
          <w:p w14:paraId="710A247E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left w:val="single" w:sz="2" w:space="0" w:color="auto"/>
            </w:tcBorders>
          </w:tcPr>
          <w:p w14:paraId="2D26F0A8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4" w:type="dxa"/>
            <w:tcBorders>
              <w:right w:val="single" w:sz="2" w:space="0" w:color="auto"/>
            </w:tcBorders>
          </w:tcPr>
          <w:p w14:paraId="49EB32AD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2" w:type="dxa"/>
            <w:gridSpan w:val="2"/>
            <w:tcBorders>
              <w:left w:val="single" w:sz="2" w:space="0" w:color="auto"/>
            </w:tcBorders>
          </w:tcPr>
          <w:p w14:paraId="5F03E1ED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right w:val="single" w:sz="2" w:space="0" w:color="auto"/>
            </w:tcBorders>
          </w:tcPr>
          <w:p w14:paraId="32FF1B16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112" w:type="dxa"/>
            <w:tcBorders>
              <w:left w:val="single" w:sz="2" w:space="0" w:color="auto"/>
            </w:tcBorders>
          </w:tcPr>
          <w:p w14:paraId="7FBEFA99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3" w:type="dxa"/>
            <w:gridSpan w:val="2"/>
            <w:tcBorders>
              <w:right w:val="single" w:sz="2" w:space="0" w:color="auto"/>
            </w:tcBorders>
          </w:tcPr>
          <w:p w14:paraId="5CA0B717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5F8D370A" w14:textId="77777777" w:rsidTr="00F22137">
        <w:tblPrEx>
          <w:tblCellMar>
            <w:left w:w="69" w:type="dxa"/>
            <w:right w:w="69" w:type="dxa"/>
          </w:tblCellMar>
        </w:tblPrEx>
        <w:trPr>
          <w:gridAfter w:val="1"/>
          <w:wAfter w:w="7" w:type="dxa"/>
          <w:cantSplit/>
          <w:trHeight w:val="284"/>
          <w:jc w:val="center"/>
        </w:trPr>
        <w:tc>
          <w:tcPr>
            <w:tcW w:w="689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49B46B3E" w14:textId="77777777" w:rsidR="002B74A6" w:rsidRPr="002B74A6" w:rsidRDefault="002B74A6" w:rsidP="00F22137">
            <w:pPr>
              <w:tabs>
                <w:tab w:val="left" w:pos="-850"/>
                <w:tab w:val="left" w:pos="-226"/>
                <w:tab w:val="left" w:pos="482"/>
                <w:tab w:val="left" w:pos="1190"/>
                <w:tab w:val="left" w:pos="1898"/>
              </w:tabs>
              <w:suppressAutoHyphens/>
              <w:jc w:val="right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>14</w:t>
            </w:r>
          </w:p>
        </w:tc>
        <w:tc>
          <w:tcPr>
            <w:tcW w:w="1106" w:type="dxa"/>
            <w:tcBorders>
              <w:right w:val="single" w:sz="2" w:space="0" w:color="auto"/>
            </w:tcBorders>
          </w:tcPr>
          <w:p w14:paraId="298314E6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left w:val="single" w:sz="2" w:space="0" w:color="auto"/>
            </w:tcBorders>
          </w:tcPr>
          <w:p w14:paraId="24C57A32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4" w:type="dxa"/>
            <w:tcBorders>
              <w:right w:val="single" w:sz="2" w:space="0" w:color="auto"/>
            </w:tcBorders>
          </w:tcPr>
          <w:p w14:paraId="46EDA44F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2" w:type="dxa"/>
            <w:gridSpan w:val="2"/>
            <w:tcBorders>
              <w:left w:val="single" w:sz="2" w:space="0" w:color="auto"/>
            </w:tcBorders>
          </w:tcPr>
          <w:p w14:paraId="25C543DE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right w:val="single" w:sz="2" w:space="0" w:color="auto"/>
            </w:tcBorders>
          </w:tcPr>
          <w:p w14:paraId="1BC954F9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112" w:type="dxa"/>
            <w:tcBorders>
              <w:left w:val="single" w:sz="2" w:space="0" w:color="auto"/>
            </w:tcBorders>
          </w:tcPr>
          <w:p w14:paraId="15CD8636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3" w:type="dxa"/>
            <w:gridSpan w:val="2"/>
            <w:tcBorders>
              <w:right w:val="single" w:sz="2" w:space="0" w:color="auto"/>
            </w:tcBorders>
          </w:tcPr>
          <w:p w14:paraId="08A29079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750D3798" w14:textId="77777777" w:rsidTr="00F22137">
        <w:tblPrEx>
          <w:tblCellMar>
            <w:left w:w="69" w:type="dxa"/>
            <w:right w:w="69" w:type="dxa"/>
          </w:tblCellMar>
        </w:tblPrEx>
        <w:trPr>
          <w:gridAfter w:val="1"/>
          <w:wAfter w:w="7" w:type="dxa"/>
          <w:cantSplit/>
          <w:trHeight w:val="284"/>
          <w:jc w:val="center"/>
        </w:trPr>
        <w:tc>
          <w:tcPr>
            <w:tcW w:w="689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4785669B" w14:textId="77777777" w:rsidR="002B74A6" w:rsidRPr="002B74A6" w:rsidRDefault="002B74A6" w:rsidP="00F22137">
            <w:pPr>
              <w:tabs>
                <w:tab w:val="left" w:pos="-850"/>
                <w:tab w:val="left" w:pos="-226"/>
                <w:tab w:val="left" w:pos="482"/>
                <w:tab w:val="left" w:pos="1190"/>
                <w:tab w:val="left" w:pos="1898"/>
              </w:tabs>
              <w:suppressAutoHyphens/>
              <w:jc w:val="right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106" w:type="dxa"/>
            <w:tcBorders>
              <w:right w:val="single" w:sz="2" w:space="0" w:color="auto"/>
            </w:tcBorders>
          </w:tcPr>
          <w:p w14:paraId="63BE1855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left w:val="single" w:sz="2" w:space="0" w:color="auto"/>
            </w:tcBorders>
          </w:tcPr>
          <w:p w14:paraId="0EB84E6C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4" w:type="dxa"/>
            <w:tcBorders>
              <w:right w:val="single" w:sz="2" w:space="0" w:color="auto"/>
            </w:tcBorders>
          </w:tcPr>
          <w:p w14:paraId="4FA53B08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2" w:type="dxa"/>
            <w:gridSpan w:val="2"/>
            <w:tcBorders>
              <w:left w:val="single" w:sz="2" w:space="0" w:color="auto"/>
            </w:tcBorders>
          </w:tcPr>
          <w:p w14:paraId="10D68BC8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right w:val="single" w:sz="2" w:space="0" w:color="auto"/>
            </w:tcBorders>
          </w:tcPr>
          <w:p w14:paraId="11BD4463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112" w:type="dxa"/>
            <w:tcBorders>
              <w:left w:val="single" w:sz="2" w:space="0" w:color="auto"/>
            </w:tcBorders>
          </w:tcPr>
          <w:p w14:paraId="24F53D71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3" w:type="dxa"/>
            <w:gridSpan w:val="2"/>
            <w:tcBorders>
              <w:right w:val="single" w:sz="2" w:space="0" w:color="auto"/>
            </w:tcBorders>
          </w:tcPr>
          <w:p w14:paraId="6F42E9B8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4D8584A5" w14:textId="77777777" w:rsidTr="00F22137">
        <w:tblPrEx>
          <w:tblCellMar>
            <w:left w:w="69" w:type="dxa"/>
            <w:right w:w="69" w:type="dxa"/>
          </w:tblCellMar>
        </w:tblPrEx>
        <w:trPr>
          <w:gridAfter w:val="1"/>
          <w:wAfter w:w="7" w:type="dxa"/>
          <w:cantSplit/>
          <w:trHeight w:val="284"/>
          <w:jc w:val="center"/>
        </w:trPr>
        <w:tc>
          <w:tcPr>
            <w:tcW w:w="689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171AB6E3" w14:textId="77777777" w:rsidR="002B74A6" w:rsidRPr="002B74A6" w:rsidRDefault="002B74A6" w:rsidP="00F22137">
            <w:pPr>
              <w:tabs>
                <w:tab w:val="left" w:pos="-850"/>
                <w:tab w:val="left" w:pos="-226"/>
                <w:tab w:val="left" w:pos="482"/>
                <w:tab w:val="left" w:pos="1190"/>
                <w:tab w:val="left" w:pos="1898"/>
              </w:tabs>
              <w:suppressAutoHyphens/>
              <w:jc w:val="right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>12</w:t>
            </w:r>
          </w:p>
        </w:tc>
        <w:tc>
          <w:tcPr>
            <w:tcW w:w="1106" w:type="dxa"/>
            <w:tcBorders>
              <w:right w:val="single" w:sz="2" w:space="0" w:color="auto"/>
            </w:tcBorders>
          </w:tcPr>
          <w:p w14:paraId="76E6CEE5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left w:val="single" w:sz="2" w:space="0" w:color="auto"/>
            </w:tcBorders>
          </w:tcPr>
          <w:p w14:paraId="0F9C1C62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4" w:type="dxa"/>
            <w:tcBorders>
              <w:right w:val="single" w:sz="2" w:space="0" w:color="auto"/>
            </w:tcBorders>
          </w:tcPr>
          <w:p w14:paraId="72F9925F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2" w:type="dxa"/>
            <w:gridSpan w:val="2"/>
            <w:tcBorders>
              <w:left w:val="single" w:sz="2" w:space="0" w:color="auto"/>
            </w:tcBorders>
          </w:tcPr>
          <w:p w14:paraId="6B713E3F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right w:val="single" w:sz="2" w:space="0" w:color="auto"/>
            </w:tcBorders>
          </w:tcPr>
          <w:p w14:paraId="726DDAEA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112" w:type="dxa"/>
            <w:tcBorders>
              <w:left w:val="single" w:sz="2" w:space="0" w:color="auto"/>
            </w:tcBorders>
          </w:tcPr>
          <w:p w14:paraId="7B742FBA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3" w:type="dxa"/>
            <w:gridSpan w:val="2"/>
            <w:tcBorders>
              <w:right w:val="single" w:sz="2" w:space="0" w:color="auto"/>
            </w:tcBorders>
          </w:tcPr>
          <w:p w14:paraId="3357E1FD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7792E2B7" w14:textId="77777777" w:rsidTr="00F22137">
        <w:tblPrEx>
          <w:tblCellMar>
            <w:left w:w="69" w:type="dxa"/>
            <w:right w:w="69" w:type="dxa"/>
          </w:tblCellMar>
        </w:tblPrEx>
        <w:trPr>
          <w:gridAfter w:val="1"/>
          <w:wAfter w:w="7" w:type="dxa"/>
          <w:cantSplit/>
          <w:trHeight w:val="284"/>
          <w:jc w:val="center"/>
        </w:trPr>
        <w:tc>
          <w:tcPr>
            <w:tcW w:w="689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163E90B3" w14:textId="77777777" w:rsidR="002B74A6" w:rsidRPr="002B74A6" w:rsidRDefault="002B74A6" w:rsidP="00F22137">
            <w:pPr>
              <w:tabs>
                <w:tab w:val="left" w:pos="-850"/>
                <w:tab w:val="left" w:pos="-226"/>
                <w:tab w:val="left" w:pos="482"/>
                <w:tab w:val="left" w:pos="1190"/>
                <w:tab w:val="left" w:pos="1898"/>
              </w:tabs>
              <w:suppressAutoHyphens/>
              <w:jc w:val="right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106" w:type="dxa"/>
            <w:tcBorders>
              <w:right w:val="single" w:sz="2" w:space="0" w:color="auto"/>
            </w:tcBorders>
          </w:tcPr>
          <w:p w14:paraId="7941E5EF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left w:val="single" w:sz="2" w:space="0" w:color="auto"/>
            </w:tcBorders>
          </w:tcPr>
          <w:p w14:paraId="701F09E4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4" w:type="dxa"/>
            <w:tcBorders>
              <w:right w:val="single" w:sz="2" w:space="0" w:color="auto"/>
            </w:tcBorders>
          </w:tcPr>
          <w:p w14:paraId="71CB6AA2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2" w:type="dxa"/>
            <w:gridSpan w:val="2"/>
            <w:tcBorders>
              <w:left w:val="single" w:sz="2" w:space="0" w:color="auto"/>
            </w:tcBorders>
          </w:tcPr>
          <w:p w14:paraId="23C6BDF7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right w:val="single" w:sz="2" w:space="0" w:color="auto"/>
            </w:tcBorders>
          </w:tcPr>
          <w:p w14:paraId="1A7282FA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112" w:type="dxa"/>
            <w:tcBorders>
              <w:left w:val="single" w:sz="2" w:space="0" w:color="auto"/>
            </w:tcBorders>
          </w:tcPr>
          <w:p w14:paraId="361766EB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3" w:type="dxa"/>
            <w:gridSpan w:val="2"/>
            <w:tcBorders>
              <w:right w:val="single" w:sz="2" w:space="0" w:color="auto"/>
            </w:tcBorders>
          </w:tcPr>
          <w:p w14:paraId="3AD424C1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1FDC98BC" w14:textId="77777777" w:rsidTr="00F22137">
        <w:tblPrEx>
          <w:tblCellMar>
            <w:left w:w="69" w:type="dxa"/>
            <w:right w:w="69" w:type="dxa"/>
          </w:tblCellMar>
        </w:tblPrEx>
        <w:trPr>
          <w:gridAfter w:val="1"/>
          <w:wAfter w:w="7" w:type="dxa"/>
          <w:cantSplit/>
          <w:trHeight w:val="284"/>
          <w:jc w:val="center"/>
        </w:trPr>
        <w:tc>
          <w:tcPr>
            <w:tcW w:w="689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5910882E" w14:textId="77777777" w:rsidR="002B74A6" w:rsidRPr="002B74A6" w:rsidRDefault="002B74A6" w:rsidP="00F22137">
            <w:pPr>
              <w:tabs>
                <w:tab w:val="left" w:pos="-850"/>
                <w:tab w:val="left" w:pos="-226"/>
                <w:tab w:val="left" w:pos="482"/>
                <w:tab w:val="left" w:pos="1190"/>
                <w:tab w:val="left" w:pos="1898"/>
              </w:tabs>
              <w:suppressAutoHyphens/>
              <w:jc w:val="right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>10</w:t>
            </w:r>
          </w:p>
        </w:tc>
        <w:tc>
          <w:tcPr>
            <w:tcW w:w="1106" w:type="dxa"/>
            <w:tcBorders>
              <w:bottom w:val="single" w:sz="18" w:space="0" w:color="auto"/>
              <w:right w:val="single" w:sz="2" w:space="0" w:color="auto"/>
            </w:tcBorders>
          </w:tcPr>
          <w:p w14:paraId="6A4536BB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left w:val="single" w:sz="2" w:space="0" w:color="auto"/>
              <w:bottom w:val="single" w:sz="18" w:space="0" w:color="auto"/>
            </w:tcBorders>
          </w:tcPr>
          <w:p w14:paraId="7C51A4F5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4" w:type="dxa"/>
            <w:tcBorders>
              <w:bottom w:val="single" w:sz="18" w:space="0" w:color="auto"/>
              <w:right w:val="single" w:sz="2" w:space="0" w:color="auto"/>
            </w:tcBorders>
          </w:tcPr>
          <w:p w14:paraId="633242F6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2" w:type="dxa"/>
            <w:gridSpan w:val="2"/>
            <w:tcBorders>
              <w:left w:val="single" w:sz="2" w:space="0" w:color="auto"/>
              <w:bottom w:val="single" w:sz="18" w:space="0" w:color="auto"/>
            </w:tcBorders>
          </w:tcPr>
          <w:p w14:paraId="1A3FD03B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bottom w:val="single" w:sz="18" w:space="0" w:color="auto"/>
              <w:right w:val="single" w:sz="2" w:space="0" w:color="auto"/>
            </w:tcBorders>
          </w:tcPr>
          <w:p w14:paraId="1D241A63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112" w:type="dxa"/>
            <w:tcBorders>
              <w:left w:val="single" w:sz="2" w:space="0" w:color="auto"/>
              <w:bottom w:val="single" w:sz="18" w:space="0" w:color="auto"/>
            </w:tcBorders>
          </w:tcPr>
          <w:p w14:paraId="0D150F3A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3" w:type="dxa"/>
            <w:gridSpan w:val="2"/>
            <w:tcBorders>
              <w:bottom w:val="single" w:sz="18" w:space="0" w:color="auto"/>
              <w:right w:val="single" w:sz="2" w:space="0" w:color="auto"/>
            </w:tcBorders>
          </w:tcPr>
          <w:p w14:paraId="7BF5CD94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59E23F3D" w14:textId="77777777" w:rsidTr="00F22137">
        <w:tblPrEx>
          <w:tblCellMar>
            <w:left w:w="69" w:type="dxa"/>
            <w:right w:w="69" w:type="dxa"/>
          </w:tblCellMar>
        </w:tblPrEx>
        <w:trPr>
          <w:gridAfter w:val="1"/>
          <w:wAfter w:w="7" w:type="dxa"/>
          <w:cantSplit/>
          <w:trHeight w:val="284"/>
          <w:jc w:val="center"/>
        </w:trPr>
        <w:tc>
          <w:tcPr>
            <w:tcW w:w="689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6CDC2269" w14:textId="77777777" w:rsidR="002B74A6" w:rsidRPr="002B74A6" w:rsidRDefault="002B74A6" w:rsidP="00F22137">
            <w:pPr>
              <w:tabs>
                <w:tab w:val="left" w:pos="-850"/>
                <w:tab w:val="left" w:pos="-226"/>
                <w:tab w:val="left" w:pos="482"/>
                <w:tab w:val="left" w:pos="1190"/>
                <w:tab w:val="left" w:pos="1898"/>
              </w:tabs>
              <w:suppressAutoHyphens/>
              <w:jc w:val="right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106" w:type="dxa"/>
            <w:tcBorders>
              <w:top w:val="single" w:sz="18" w:space="0" w:color="auto"/>
              <w:right w:val="single" w:sz="2" w:space="0" w:color="auto"/>
            </w:tcBorders>
          </w:tcPr>
          <w:p w14:paraId="5421063D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top w:val="single" w:sz="18" w:space="0" w:color="auto"/>
              <w:left w:val="single" w:sz="2" w:space="0" w:color="auto"/>
            </w:tcBorders>
          </w:tcPr>
          <w:p w14:paraId="11F921D0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4" w:type="dxa"/>
            <w:tcBorders>
              <w:top w:val="single" w:sz="18" w:space="0" w:color="auto"/>
              <w:right w:val="single" w:sz="2" w:space="0" w:color="auto"/>
            </w:tcBorders>
          </w:tcPr>
          <w:p w14:paraId="1D92DF43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2" w:type="dxa"/>
            <w:gridSpan w:val="2"/>
            <w:tcBorders>
              <w:top w:val="single" w:sz="18" w:space="0" w:color="auto"/>
              <w:left w:val="single" w:sz="2" w:space="0" w:color="auto"/>
            </w:tcBorders>
          </w:tcPr>
          <w:p w14:paraId="268BD7BF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top w:val="single" w:sz="18" w:space="0" w:color="auto"/>
              <w:right w:val="single" w:sz="2" w:space="0" w:color="auto"/>
            </w:tcBorders>
          </w:tcPr>
          <w:p w14:paraId="5DE07C06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112" w:type="dxa"/>
            <w:tcBorders>
              <w:top w:val="single" w:sz="18" w:space="0" w:color="auto"/>
              <w:left w:val="single" w:sz="2" w:space="0" w:color="auto"/>
            </w:tcBorders>
          </w:tcPr>
          <w:p w14:paraId="0802D085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3" w:type="dxa"/>
            <w:gridSpan w:val="2"/>
            <w:tcBorders>
              <w:top w:val="single" w:sz="18" w:space="0" w:color="auto"/>
              <w:right w:val="single" w:sz="2" w:space="0" w:color="auto"/>
            </w:tcBorders>
          </w:tcPr>
          <w:p w14:paraId="6F0625BA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660B53E8" w14:textId="77777777" w:rsidTr="00F22137">
        <w:tblPrEx>
          <w:tblCellMar>
            <w:left w:w="69" w:type="dxa"/>
            <w:right w:w="69" w:type="dxa"/>
          </w:tblCellMar>
        </w:tblPrEx>
        <w:trPr>
          <w:gridAfter w:val="1"/>
          <w:wAfter w:w="7" w:type="dxa"/>
          <w:cantSplit/>
          <w:trHeight w:val="284"/>
          <w:jc w:val="center"/>
        </w:trPr>
        <w:tc>
          <w:tcPr>
            <w:tcW w:w="689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57A0EBF0" w14:textId="77777777" w:rsidR="002B74A6" w:rsidRPr="002B74A6" w:rsidRDefault="002B74A6" w:rsidP="00F22137">
            <w:pPr>
              <w:tabs>
                <w:tab w:val="left" w:pos="-850"/>
                <w:tab w:val="left" w:pos="-226"/>
                <w:tab w:val="left" w:pos="482"/>
                <w:tab w:val="left" w:pos="1190"/>
                <w:tab w:val="left" w:pos="1898"/>
              </w:tabs>
              <w:suppressAutoHyphens/>
              <w:jc w:val="right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>8</w:t>
            </w:r>
          </w:p>
        </w:tc>
        <w:tc>
          <w:tcPr>
            <w:tcW w:w="1106" w:type="dxa"/>
            <w:tcBorders>
              <w:right w:val="single" w:sz="2" w:space="0" w:color="auto"/>
            </w:tcBorders>
          </w:tcPr>
          <w:p w14:paraId="53883BCA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left w:val="single" w:sz="2" w:space="0" w:color="auto"/>
            </w:tcBorders>
          </w:tcPr>
          <w:p w14:paraId="2C6A99EA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4" w:type="dxa"/>
            <w:tcBorders>
              <w:right w:val="single" w:sz="2" w:space="0" w:color="auto"/>
            </w:tcBorders>
          </w:tcPr>
          <w:p w14:paraId="109F5E35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2" w:type="dxa"/>
            <w:gridSpan w:val="2"/>
            <w:tcBorders>
              <w:left w:val="single" w:sz="2" w:space="0" w:color="auto"/>
            </w:tcBorders>
          </w:tcPr>
          <w:p w14:paraId="4CEDD392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right w:val="single" w:sz="2" w:space="0" w:color="auto"/>
            </w:tcBorders>
          </w:tcPr>
          <w:p w14:paraId="5ADA6A58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112" w:type="dxa"/>
            <w:tcBorders>
              <w:left w:val="single" w:sz="2" w:space="0" w:color="auto"/>
            </w:tcBorders>
          </w:tcPr>
          <w:p w14:paraId="082E97CD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3" w:type="dxa"/>
            <w:gridSpan w:val="2"/>
            <w:tcBorders>
              <w:right w:val="single" w:sz="2" w:space="0" w:color="auto"/>
            </w:tcBorders>
          </w:tcPr>
          <w:p w14:paraId="7E82412D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550470BC" w14:textId="77777777" w:rsidTr="00F22137">
        <w:tblPrEx>
          <w:tblCellMar>
            <w:left w:w="69" w:type="dxa"/>
            <w:right w:w="69" w:type="dxa"/>
          </w:tblCellMar>
        </w:tblPrEx>
        <w:trPr>
          <w:gridAfter w:val="1"/>
          <w:wAfter w:w="7" w:type="dxa"/>
          <w:cantSplit/>
          <w:trHeight w:val="284"/>
          <w:jc w:val="center"/>
        </w:trPr>
        <w:tc>
          <w:tcPr>
            <w:tcW w:w="689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5B9ECF29" w14:textId="77777777" w:rsidR="002B74A6" w:rsidRPr="002B74A6" w:rsidRDefault="002B74A6" w:rsidP="00F22137">
            <w:pPr>
              <w:tabs>
                <w:tab w:val="left" w:pos="-850"/>
                <w:tab w:val="left" w:pos="-226"/>
                <w:tab w:val="left" w:pos="482"/>
                <w:tab w:val="left" w:pos="1190"/>
                <w:tab w:val="left" w:pos="1898"/>
              </w:tabs>
              <w:suppressAutoHyphens/>
              <w:jc w:val="right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106" w:type="dxa"/>
            <w:tcBorders>
              <w:right w:val="single" w:sz="2" w:space="0" w:color="auto"/>
            </w:tcBorders>
          </w:tcPr>
          <w:p w14:paraId="767E369A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left w:val="single" w:sz="2" w:space="0" w:color="auto"/>
            </w:tcBorders>
          </w:tcPr>
          <w:p w14:paraId="6301A290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4" w:type="dxa"/>
            <w:tcBorders>
              <w:right w:val="single" w:sz="2" w:space="0" w:color="auto"/>
            </w:tcBorders>
          </w:tcPr>
          <w:p w14:paraId="50C64873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2" w:type="dxa"/>
            <w:gridSpan w:val="2"/>
            <w:tcBorders>
              <w:left w:val="single" w:sz="2" w:space="0" w:color="auto"/>
            </w:tcBorders>
          </w:tcPr>
          <w:p w14:paraId="61D65152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right w:val="single" w:sz="2" w:space="0" w:color="auto"/>
            </w:tcBorders>
          </w:tcPr>
          <w:p w14:paraId="75FAA60E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112" w:type="dxa"/>
            <w:tcBorders>
              <w:left w:val="single" w:sz="2" w:space="0" w:color="auto"/>
            </w:tcBorders>
          </w:tcPr>
          <w:p w14:paraId="2BC15D2D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3" w:type="dxa"/>
            <w:gridSpan w:val="2"/>
            <w:tcBorders>
              <w:right w:val="single" w:sz="2" w:space="0" w:color="auto"/>
            </w:tcBorders>
          </w:tcPr>
          <w:p w14:paraId="34204504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6B40FD36" w14:textId="77777777" w:rsidTr="00F22137">
        <w:tblPrEx>
          <w:tblCellMar>
            <w:left w:w="69" w:type="dxa"/>
            <w:right w:w="69" w:type="dxa"/>
          </w:tblCellMar>
        </w:tblPrEx>
        <w:trPr>
          <w:gridAfter w:val="1"/>
          <w:wAfter w:w="7" w:type="dxa"/>
          <w:cantSplit/>
          <w:trHeight w:val="284"/>
          <w:jc w:val="center"/>
        </w:trPr>
        <w:tc>
          <w:tcPr>
            <w:tcW w:w="689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2665C4AD" w14:textId="77777777" w:rsidR="002B74A6" w:rsidRPr="002B74A6" w:rsidRDefault="002B74A6" w:rsidP="00F22137">
            <w:pPr>
              <w:tabs>
                <w:tab w:val="left" w:pos="-850"/>
                <w:tab w:val="left" w:pos="-226"/>
                <w:tab w:val="left" w:pos="482"/>
                <w:tab w:val="left" w:pos="1190"/>
                <w:tab w:val="left" w:pos="1898"/>
              </w:tabs>
              <w:suppressAutoHyphens/>
              <w:jc w:val="right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>6</w:t>
            </w:r>
          </w:p>
        </w:tc>
        <w:tc>
          <w:tcPr>
            <w:tcW w:w="1106" w:type="dxa"/>
            <w:tcBorders>
              <w:right w:val="single" w:sz="2" w:space="0" w:color="auto"/>
            </w:tcBorders>
          </w:tcPr>
          <w:p w14:paraId="2936D54D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left w:val="single" w:sz="2" w:space="0" w:color="auto"/>
            </w:tcBorders>
          </w:tcPr>
          <w:p w14:paraId="37A1A425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4" w:type="dxa"/>
            <w:tcBorders>
              <w:right w:val="single" w:sz="2" w:space="0" w:color="auto"/>
            </w:tcBorders>
          </w:tcPr>
          <w:p w14:paraId="4F22E99F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2" w:type="dxa"/>
            <w:gridSpan w:val="2"/>
            <w:tcBorders>
              <w:left w:val="single" w:sz="2" w:space="0" w:color="auto"/>
            </w:tcBorders>
          </w:tcPr>
          <w:p w14:paraId="09694BDC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right w:val="single" w:sz="2" w:space="0" w:color="auto"/>
            </w:tcBorders>
          </w:tcPr>
          <w:p w14:paraId="278FFB42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112" w:type="dxa"/>
            <w:tcBorders>
              <w:left w:val="single" w:sz="2" w:space="0" w:color="auto"/>
            </w:tcBorders>
          </w:tcPr>
          <w:p w14:paraId="59A6DFA1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3" w:type="dxa"/>
            <w:gridSpan w:val="2"/>
            <w:tcBorders>
              <w:right w:val="single" w:sz="2" w:space="0" w:color="auto"/>
            </w:tcBorders>
          </w:tcPr>
          <w:p w14:paraId="71DDF65B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6A64CBD8" w14:textId="77777777" w:rsidTr="00F22137">
        <w:tblPrEx>
          <w:tblCellMar>
            <w:left w:w="69" w:type="dxa"/>
            <w:right w:w="69" w:type="dxa"/>
          </w:tblCellMar>
        </w:tblPrEx>
        <w:trPr>
          <w:gridAfter w:val="1"/>
          <w:wAfter w:w="7" w:type="dxa"/>
          <w:cantSplit/>
          <w:trHeight w:val="284"/>
          <w:jc w:val="center"/>
        </w:trPr>
        <w:tc>
          <w:tcPr>
            <w:tcW w:w="689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373F0012" w14:textId="77777777" w:rsidR="002B74A6" w:rsidRPr="002B74A6" w:rsidRDefault="002B74A6" w:rsidP="00F22137">
            <w:pPr>
              <w:tabs>
                <w:tab w:val="left" w:pos="-850"/>
                <w:tab w:val="left" w:pos="-226"/>
                <w:tab w:val="left" w:pos="482"/>
                <w:tab w:val="left" w:pos="1190"/>
                <w:tab w:val="left" w:pos="1898"/>
              </w:tabs>
              <w:suppressAutoHyphens/>
              <w:jc w:val="right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106" w:type="dxa"/>
            <w:tcBorders>
              <w:right w:val="single" w:sz="2" w:space="0" w:color="auto"/>
            </w:tcBorders>
          </w:tcPr>
          <w:p w14:paraId="06F28B55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left w:val="single" w:sz="2" w:space="0" w:color="auto"/>
            </w:tcBorders>
          </w:tcPr>
          <w:p w14:paraId="21D7F8B9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4" w:type="dxa"/>
            <w:tcBorders>
              <w:right w:val="single" w:sz="2" w:space="0" w:color="auto"/>
            </w:tcBorders>
          </w:tcPr>
          <w:p w14:paraId="756D9790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2" w:type="dxa"/>
            <w:gridSpan w:val="2"/>
            <w:tcBorders>
              <w:left w:val="single" w:sz="2" w:space="0" w:color="auto"/>
            </w:tcBorders>
          </w:tcPr>
          <w:p w14:paraId="085C5EA9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right w:val="single" w:sz="2" w:space="0" w:color="auto"/>
            </w:tcBorders>
          </w:tcPr>
          <w:p w14:paraId="5AA829DF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112" w:type="dxa"/>
            <w:tcBorders>
              <w:left w:val="single" w:sz="2" w:space="0" w:color="auto"/>
            </w:tcBorders>
          </w:tcPr>
          <w:p w14:paraId="005B3DDC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3" w:type="dxa"/>
            <w:gridSpan w:val="2"/>
            <w:tcBorders>
              <w:right w:val="single" w:sz="2" w:space="0" w:color="auto"/>
            </w:tcBorders>
          </w:tcPr>
          <w:p w14:paraId="4760DF56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347C56C1" w14:textId="77777777" w:rsidTr="00F22137">
        <w:tblPrEx>
          <w:tblCellMar>
            <w:left w:w="69" w:type="dxa"/>
            <w:right w:w="69" w:type="dxa"/>
          </w:tblCellMar>
        </w:tblPrEx>
        <w:trPr>
          <w:gridAfter w:val="1"/>
          <w:wAfter w:w="7" w:type="dxa"/>
          <w:cantSplit/>
          <w:trHeight w:val="284"/>
          <w:jc w:val="center"/>
        </w:trPr>
        <w:tc>
          <w:tcPr>
            <w:tcW w:w="689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37ED1162" w14:textId="77777777" w:rsidR="002B74A6" w:rsidRPr="002B74A6" w:rsidRDefault="002B74A6" w:rsidP="00F22137">
            <w:pPr>
              <w:tabs>
                <w:tab w:val="left" w:pos="-850"/>
                <w:tab w:val="left" w:pos="-226"/>
                <w:tab w:val="left" w:pos="482"/>
                <w:tab w:val="left" w:pos="1190"/>
                <w:tab w:val="left" w:pos="1898"/>
              </w:tabs>
              <w:suppressAutoHyphens/>
              <w:jc w:val="right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>4</w:t>
            </w:r>
          </w:p>
        </w:tc>
        <w:tc>
          <w:tcPr>
            <w:tcW w:w="1106" w:type="dxa"/>
            <w:tcBorders>
              <w:right w:val="single" w:sz="2" w:space="0" w:color="auto"/>
            </w:tcBorders>
          </w:tcPr>
          <w:p w14:paraId="1CC0B65E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left w:val="single" w:sz="2" w:space="0" w:color="auto"/>
            </w:tcBorders>
          </w:tcPr>
          <w:p w14:paraId="2820FEDB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4" w:type="dxa"/>
            <w:tcBorders>
              <w:right w:val="single" w:sz="2" w:space="0" w:color="auto"/>
            </w:tcBorders>
          </w:tcPr>
          <w:p w14:paraId="14DDCEB5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2" w:type="dxa"/>
            <w:gridSpan w:val="2"/>
            <w:tcBorders>
              <w:left w:val="single" w:sz="2" w:space="0" w:color="auto"/>
            </w:tcBorders>
          </w:tcPr>
          <w:p w14:paraId="1C4FC39B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right w:val="single" w:sz="2" w:space="0" w:color="auto"/>
            </w:tcBorders>
          </w:tcPr>
          <w:p w14:paraId="3B0FE095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112" w:type="dxa"/>
            <w:tcBorders>
              <w:left w:val="single" w:sz="2" w:space="0" w:color="auto"/>
            </w:tcBorders>
          </w:tcPr>
          <w:p w14:paraId="6B2794B6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3" w:type="dxa"/>
            <w:gridSpan w:val="2"/>
            <w:tcBorders>
              <w:right w:val="single" w:sz="2" w:space="0" w:color="auto"/>
            </w:tcBorders>
          </w:tcPr>
          <w:p w14:paraId="6880E920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1410610C" w14:textId="77777777" w:rsidTr="00F22137">
        <w:tblPrEx>
          <w:tblCellMar>
            <w:left w:w="69" w:type="dxa"/>
            <w:right w:w="69" w:type="dxa"/>
          </w:tblCellMar>
        </w:tblPrEx>
        <w:trPr>
          <w:gridAfter w:val="1"/>
          <w:wAfter w:w="7" w:type="dxa"/>
          <w:cantSplit/>
          <w:trHeight w:val="284"/>
          <w:jc w:val="center"/>
        </w:trPr>
        <w:tc>
          <w:tcPr>
            <w:tcW w:w="689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2118F3B2" w14:textId="77777777" w:rsidR="002B74A6" w:rsidRPr="002B74A6" w:rsidRDefault="002B74A6" w:rsidP="00F22137">
            <w:pPr>
              <w:tabs>
                <w:tab w:val="left" w:pos="-850"/>
                <w:tab w:val="left" w:pos="-226"/>
                <w:tab w:val="left" w:pos="482"/>
                <w:tab w:val="left" w:pos="1190"/>
                <w:tab w:val="left" w:pos="1898"/>
              </w:tabs>
              <w:suppressAutoHyphens/>
              <w:jc w:val="right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106" w:type="dxa"/>
            <w:tcBorders>
              <w:right w:val="single" w:sz="2" w:space="0" w:color="auto"/>
            </w:tcBorders>
          </w:tcPr>
          <w:p w14:paraId="5549B560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left w:val="single" w:sz="2" w:space="0" w:color="auto"/>
            </w:tcBorders>
          </w:tcPr>
          <w:p w14:paraId="07C0092F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4" w:type="dxa"/>
            <w:tcBorders>
              <w:right w:val="single" w:sz="2" w:space="0" w:color="auto"/>
            </w:tcBorders>
          </w:tcPr>
          <w:p w14:paraId="6D2CF35D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2" w:type="dxa"/>
            <w:gridSpan w:val="2"/>
            <w:tcBorders>
              <w:left w:val="single" w:sz="2" w:space="0" w:color="auto"/>
            </w:tcBorders>
          </w:tcPr>
          <w:p w14:paraId="708125D4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right w:val="single" w:sz="2" w:space="0" w:color="auto"/>
            </w:tcBorders>
          </w:tcPr>
          <w:p w14:paraId="25951759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112" w:type="dxa"/>
            <w:tcBorders>
              <w:left w:val="single" w:sz="2" w:space="0" w:color="auto"/>
            </w:tcBorders>
          </w:tcPr>
          <w:p w14:paraId="63AD895F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3" w:type="dxa"/>
            <w:gridSpan w:val="2"/>
            <w:tcBorders>
              <w:right w:val="single" w:sz="2" w:space="0" w:color="auto"/>
            </w:tcBorders>
          </w:tcPr>
          <w:p w14:paraId="137BEBC3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080994D7" w14:textId="77777777" w:rsidTr="00F22137">
        <w:tblPrEx>
          <w:tblCellMar>
            <w:left w:w="69" w:type="dxa"/>
            <w:right w:w="69" w:type="dxa"/>
          </w:tblCellMar>
        </w:tblPrEx>
        <w:trPr>
          <w:gridAfter w:val="1"/>
          <w:wAfter w:w="7" w:type="dxa"/>
          <w:cantSplit/>
          <w:trHeight w:val="284"/>
          <w:jc w:val="center"/>
        </w:trPr>
        <w:tc>
          <w:tcPr>
            <w:tcW w:w="689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5367CE98" w14:textId="77777777" w:rsidR="002B74A6" w:rsidRPr="002B74A6" w:rsidRDefault="002B74A6" w:rsidP="00F22137">
            <w:pPr>
              <w:tabs>
                <w:tab w:val="left" w:pos="-850"/>
                <w:tab w:val="left" w:pos="-226"/>
                <w:tab w:val="left" w:pos="482"/>
                <w:tab w:val="left" w:pos="1190"/>
                <w:tab w:val="left" w:pos="1898"/>
              </w:tabs>
              <w:suppressAutoHyphens/>
              <w:jc w:val="right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>2</w:t>
            </w:r>
          </w:p>
        </w:tc>
        <w:tc>
          <w:tcPr>
            <w:tcW w:w="1106" w:type="dxa"/>
            <w:tcBorders>
              <w:right w:val="single" w:sz="2" w:space="0" w:color="auto"/>
            </w:tcBorders>
          </w:tcPr>
          <w:p w14:paraId="506D70C3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left w:val="single" w:sz="2" w:space="0" w:color="auto"/>
            </w:tcBorders>
          </w:tcPr>
          <w:p w14:paraId="118BD6FD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4" w:type="dxa"/>
            <w:tcBorders>
              <w:right w:val="single" w:sz="2" w:space="0" w:color="auto"/>
            </w:tcBorders>
          </w:tcPr>
          <w:p w14:paraId="3CC35BD6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2" w:type="dxa"/>
            <w:gridSpan w:val="2"/>
            <w:tcBorders>
              <w:left w:val="single" w:sz="2" w:space="0" w:color="auto"/>
            </w:tcBorders>
          </w:tcPr>
          <w:p w14:paraId="2DA6F5DD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right w:val="single" w:sz="2" w:space="0" w:color="auto"/>
            </w:tcBorders>
          </w:tcPr>
          <w:p w14:paraId="7932DFF2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112" w:type="dxa"/>
            <w:tcBorders>
              <w:left w:val="single" w:sz="2" w:space="0" w:color="auto"/>
            </w:tcBorders>
          </w:tcPr>
          <w:p w14:paraId="2FC63DC0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3" w:type="dxa"/>
            <w:gridSpan w:val="2"/>
            <w:tcBorders>
              <w:right w:val="single" w:sz="2" w:space="0" w:color="auto"/>
            </w:tcBorders>
          </w:tcPr>
          <w:p w14:paraId="633BCBE2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5F7174F2" w14:textId="77777777" w:rsidTr="00F22137">
        <w:tblPrEx>
          <w:tblCellMar>
            <w:left w:w="69" w:type="dxa"/>
            <w:right w:w="69" w:type="dxa"/>
          </w:tblCellMar>
        </w:tblPrEx>
        <w:trPr>
          <w:gridAfter w:val="1"/>
          <w:wAfter w:w="7" w:type="dxa"/>
          <w:cantSplit/>
          <w:trHeight w:val="284"/>
          <w:jc w:val="center"/>
        </w:trPr>
        <w:tc>
          <w:tcPr>
            <w:tcW w:w="689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729FB99E" w14:textId="77777777" w:rsidR="002B74A6" w:rsidRPr="002B74A6" w:rsidRDefault="002B74A6" w:rsidP="00F22137">
            <w:pPr>
              <w:tabs>
                <w:tab w:val="left" w:pos="-850"/>
                <w:tab w:val="left" w:pos="-226"/>
                <w:tab w:val="left" w:pos="482"/>
                <w:tab w:val="left" w:pos="1190"/>
                <w:tab w:val="left" w:pos="1898"/>
              </w:tabs>
              <w:suppressAutoHyphens/>
              <w:jc w:val="right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106" w:type="dxa"/>
            <w:tcBorders>
              <w:bottom w:val="single" w:sz="6" w:space="0" w:color="auto"/>
              <w:right w:val="single" w:sz="2" w:space="0" w:color="auto"/>
            </w:tcBorders>
          </w:tcPr>
          <w:p w14:paraId="74A0E778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left w:val="single" w:sz="2" w:space="0" w:color="auto"/>
              <w:bottom w:val="single" w:sz="6" w:space="0" w:color="auto"/>
            </w:tcBorders>
          </w:tcPr>
          <w:p w14:paraId="5BDCD736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4" w:type="dxa"/>
            <w:tcBorders>
              <w:bottom w:val="single" w:sz="6" w:space="0" w:color="auto"/>
              <w:right w:val="single" w:sz="2" w:space="0" w:color="auto"/>
            </w:tcBorders>
          </w:tcPr>
          <w:p w14:paraId="42390CC2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2" w:type="dxa"/>
            <w:gridSpan w:val="2"/>
            <w:tcBorders>
              <w:left w:val="single" w:sz="2" w:space="0" w:color="auto"/>
              <w:bottom w:val="single" w:sz="6" w:space="0" w:color="auto"/>
            </w:tcBorders>
          </w:tcPr>
          <w:p w14:paraId="21AB35A9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bottom w:val="single" w:sz="6" w:space="0" w:color="auto"/>
              <w:right w:val="single" w:sz="2" w:space="0" w:color="auto"/>
            </w:tcBorders>
          </w:tcPr>
          <w:p w14:paraId="40365D4D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112" w:type="dxa"/>
            <w:tcBorders>
              <w:left w:val="single" w:sz="2" w:space="0" w:color="auto"/>
              <w:bottom w:val="single" w:sz="6" w:space="0" w:color="auto"/>
            </w:tcBorders>
          </w:tcPr>
          <w:p w14:paraId="00A622B3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3" w:type="dxa"/>
            <w:gridSpan w:val="2"/>
            <w:tcBorders>
              <w:bottom w:val="single" w:sz="6" w:space="0" w:color="auto"/>
              <w:right w:val="single" w:sz="2" w:space="0" w:color="auto"/>
            </w:tcBorders>
          </w:tcPr>
          <w:p w14:paraId="008DEAB3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173D5C9F" w14:textId="77777777" w:rsidTr="00F22137">
        <w:tblPrEx>
          <w:tblCellMar>
            <w:left w:w="69" w:type="dxa"/>
            <w:right w:w="69" w:type="dxa"/>
          </w:tblCellMar>
        </w:tblPrEx>
        <w:trPr>
          <w:gridAfter w:val="1"/>
          <w:wAfter w:w="7" w:type="dxa"/>
          <w:cantSplit/>
          <w:trHeight w:val="284"/>
          <w:jc w:val="center"/>
        </w:trPr>
        <w:tc>
          <w:tcPr>
            <w:tcW w:w="689" w:type="dxa"/>
            <w:tcBorders>
              <w:top w:val="nil"/>
              <w:left w:val="nil"/>
              <w:bottom w:val="nil"/>
            </w:tcBorders>
            <w:vAlign w:val="center"/>
          </w:tcPr>
          <w:p w14:paraId="1EA05BCA" w14:textId="77777777" w:rsidR="002B74A6" w:rsidRPr="002B74A6" w:rsidRDefault="002B74A6" w:rsidP="00F22137">
            <w:pPr>
              <w:tabs>
                <w:tab w:val="left" w:pos="-850"/>
                <w:tab w:val="left" w:pos="-226"/>
                <w:tab w:val="left" w:pos="482"/>
                <w:tab w:val="left" w:pos="1190"/>
                <w:tab w:val="left" w:pos="1898"/>
              </w:tabs>
              <w:suppressAutoHyphens/>
              <w:jc w:val="right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>0</w:t>
            </w:r>
          </w:p>
        </w:tc>
        <w:tc>
          <w:tcPr>
            <w:tcW w:w="1106" w:type="dxa"/>
            <w:tcBorders>
              <w:bottom w:val="single" w:sz="4" w:space="0" w:color="auto"/>
              <w:right w:val="single" w:sz="2" w:space="0" w:color="auto"/>
            </w:tcBorders>
          </w:tcPr>
          <w:p w14:paraId="08EE26E2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left w:val="single" w:sz="2" w:space="0" w:color="auto"/>
              <w:bottom w:val="single" w:sz="4" w:space="0" w:color="auto"/>
            </w:tcBorders>
          </w:tcPr>
          <w:p w14:paraId="33565F0E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4" w:type="dxa"/>
            <w:tcBorders>
              <w:bottom w:val="single" w:sz="4" w:space="0" w:color="auto"/>
              <w:right w:val="single" w:sz="2" w:space="0" w:color="auto"/>
            </w:tcBorders>
          </w:tcPr>
          <w:p w14:paraId="13896359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2" w:type="dxa"/>
            <w:gridSpan w:val="2"/>
            <w:tcBorders>
              <w:left w:val="single" w:sz="2" w:space="0" w:color="auto"/>
              <w:bottom w:val="single" w:sz="4" w:space="0" w:color="auto"/>
            </w:tcBorders>
          </w:tcPr>
          <w:p w14:paraId="18B4F6D8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78" w:type="dxa"/>
            <w:tcBorders>
              <w:bottom w:val="single" w:sz="4" w:space="0" w:color="auto"/>
              <w:right w:val="single" w:sz="2" w:space="0" w:color="auto"/>
            </w:tcBorders>
          </w:tcPr>
          <w:p w14:paraId="716E8812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112" w:type="dxa"/>
            <w:tcBorders>
              <w:left w:val="single" w:sz="2" w:space="0" w:color="auto"/>
              <w:bottom w:val="single" w:sz="4" w:space="0" w:color="auto"/>
            </w:tcBorders>
          </w:tcPr>
          <w:p w14:paraId="3866FEF2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93" w:type="dxa"/>
            <w:gridSpan w:val="2"/>
            <w:tcBorders>
              <w:bottom w:val="single" w:sz="4" w:space="0" w:color="auto"/>
              <w:right w:val="single" w:sz="2" w:space="0" w:color="auto"/>
            </w:tcBorders>
          </w:tcPr>
          <w:p w14:paraId="624F4CAC" w14:textId="77777777" w:rsidR="002B74A6" w:rsidRPr="002B74A6" w:rsidRDefault="002B74A6" w:rsidP="00F22137">
            <w:pPr>
              <w:tabs>
                <w:tab w:val="left" w:pos="-12967"/>
                <w:tab w:val="left" w:pos="-12343"/>
                <w:tab w:val="left" w:pos="-11635"/>
                <w:tab w:val="left" w:pos="-10927"/>
                <w:tab w:val="left" w:pos="-10219"/>
              </w:tabs>
              <w:suppressAutoHyphens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</w:tbl>
    <w:p w14:paraId="2816F616" w14:textId="35CD3165" w:rsidR="002B74A6" w:rsidRPr="002B74A6" w:rsidRDefault="002E7B30" w:rsidP="002B74A6">
      <w:pPr>
        <w:suppressAutoHyphens/>
        <w:spacing w:before="60"/>
        <w:ind w:left="-180"/>
        <w:jc w:val="both"/>
        <w:rPr>
          <w:rFonts w:eastAsia="Times New Roman"/>
          <w:sz w:val="20"/>
          <w:szCs w:val="20"/>
          <w:lang w:val="fr-FR" w:eastAsia="fr-FR"/>
        </w:rPr>
      </w:pPr>
      <w:r>
        <w:rPr>
          <w:rFonts w:eastAsia="Times New Roman"/>
          <w:noProof/>
          <w:sz w:val="20"/>
          <w:szCs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411CA60" wp14:editId="6BB8E32C">
                <wp:simplePos x="0" y="0"/>
                <wp:positionH relativeFrom="column">
                  <wp:posOffset>2701925</wp:posOffset>
                </wp:positionH>
                <wp:positionV relativeFrom="paragraph">
                  <wp:posOffset>77304</wp:posOffset>
                </wp:positionV>
                <wp:extent cx="5585792" cy="233363"/>
                <wp:effectExtent l="0" t="0" r="0" b="0"/>
                <wp:wrapNone/>
                <wp:docPr id="49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5792" cy="2333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5C9E55" w14:textId="77777777" w:rsidR="003E6634" w:rsidRDefault="003E6634" w:rsidP="002E7B30">
                            <w:r w:rsidRPr="002B74A6">
                              <w:rPr>
                                <w:rFonts w:eastAsia="Times New Roman"/>
                                <w:sz w:val="20"/>
                                <w:szCs w:val="20"/>
                                <w:lang w:val="fr-FR" w:eastAsia="fr-FR"/>
                              </w:rPr>
                              <w:t>correspondant à la moyenne des résultats scolaires établis à l’issue de la 2</w:t>
                            </w:r>
                            <w:r w:rsidRPr="002B74A6">
                              <w:rPr>
                                <w:rFonts w:eastAsia="Times New Roman"/>
                                <w:sz w:val="20"/>
                                <w:szCs w:val="20"/>
                                <w:vertAlign w:val="superscript"/>
                                <w:lang w:val="fr-FR" w:eastAsia="fr-FR"/>
                              </w:rPr>
                              <w:t>e</w:t>
                            </w:r>
                            <w:r w:rsidRPr="002B74A6">
                              <w:rPr>
                                <w:rFonts w:eastAsia="Times New Roman"/>
                                <w:sz w:val="20"/>
                                <w:szCs w:val="20"/>
                                <w:lang w:val="fr-FR" w:eastAsia="fr-FR"/>
                              </w:rPr>
                              <w:t xml:space="preserve"> année de 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1CA60" id="Zone de texte 49" o:spid="_x0000_s1027" type="#_x0000_t202" style="position:absolute;left:0;text-align:left;margin-left:212.75pt;margin-top:6.1pt;width:439.85pt;height:18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" fillcolor="white [3201]" stroked="f" strokeweight=".5pt">
                <v:textbox>
                  <w:txbxContent>
                    <w:p w14:paraId="5D5C9E55" w14:textId="77777777" w:rsidR="003E6634" w:rsidRDefault="003E6634" w:rsidP="002E7B30">
                      <w:r w:rsidRPr="002B74A6">
                        <w:rPr>
                          <w:rFonts w:eastAsia="Times New Roman"/>
                          <w:sz w:val="20"/>
                          <w:szCs w:val="20"/>
                          <w:lang w:val="fr-FR" w:eastAsia="fr-FR"/>
                        </w:rPr>
                        <w:t>correspondant à la moyenne des résultats scolaires établis à l’issue de la 2</w:t>
                      </w:r>
                      <w:r w:rsidRPr="002B74A6">
                        <w:rPr>
                          <w:rFonts w:eastAsia="Times New Roman"/>
                          <w:sz w:val="20"/>
                          <w:szCs w:val="20"/>
                          <w:vertAlign w:val="superscript"/>
                          <w:lang w:val="fr-FR" w:eastAsia="fr-FR"/>
                        </w:rPr>
                        <w:t>e</w:t>
                      </w:r>
                      <w:r w:rsidRPr="002B74A6">
                        <w:rPr>
                          <w:rFonts w:eastAsia="Times New Roman"/>
                          <w:sz w:val="20"/>
                          <w:szCs w:val="20"/>
                          <w:lang w:val="fr-FR" w:eastAsia="fr-FR"/>
                        </w:rPr>
                        <w:t xml:space="preserve"> année de formation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  <w:noProof/>
          <w:sz w:val="20"/>
          <w:szCs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0D1000B" wp14:editId="4F3F2D1D">
                <wp:simplePos x="0" y="0"/>
                <wp:positionH relativeFrom="column">
                  <wp:posOffset>2580199</wp:posOffset>
                </wp:positionH>
                <wp:positionV relativeFrom="paragraph">
                  <wp:posOffset>44367</wp:posOffset>
                </wp:positionV>
                <wp:extent cx="128588" cy="318770"/>
                <wp:effectExtent l="0" t="0" r="43180" b="24130"/>
                <wp:wrapNone/>
                <wp:docPr id="45" name="Accolade ferman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8" cy="318770"/>
                        </a:xfrm>
                        <a:prstGeom prst="rightBr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73C7452D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45" o:spid="_x0000_s1026" type="#_x0000_t88" style="position:absolute;margin-left:203.15pt;margin-top:3.5pt;width:10.15pt;height:25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" adj="726" strokecolor="black [3200]" strokeweight="1pt">
                <v:stroke joinstyle="miter"/>
              </v:shape>
            </w:pict>
          </mc:Fallback>
        </mc:AlternateContent>
      </w:r>
      <w:r w:rsidR="002B74A6" w:rsidRPr="002B74A6">
        <w:rPr>
          <w:rFonts w:eastAsia="Times New Roman"/>
          <w:sz w:val="20"/>
          <w:szCs w:val="20"/>
          <w:lang w:val="fr-FR" w:eastAsia="fr-FR"/>
        </w:rPr>
        <w:t xml:space="preserve">Profil de la classe en noir                                        </w:t>
      </w:r>
    </w:p>
    <w:p w14:paraId="1C750CCB" w14:textId="79E8883F" w:rsidR="003C6DE3" w:rsidRPr="00462A43" w:rsidRDefault="002B74A6" w:rsidP="00B92B81">
      <w:pPr>
        <w:suppressAutoHyphens/>
        <w:spacing w:before="60"/>
        <w:ind w:left="-180"/>
        <w:jc w:val="both"/>
        <w:rPr>
          <w:lang w:val="fr-FR"/>
        </w:rPr>
      </w:pPr>
      <w:r w:rsidRPr="002B74A6">
        <w:rPr>
          <w:rFonts w:eastAsia="Times New Roman"/>
          <w:sz w:val="20"/>
          <w:szCs w:val="20"/>
          <w:lang w:val="fr-FR" w:eastAsia="fr-FR"/>
        </w:rPr>
        <w:t xml:space="preserve">Profil de la candidate ou du candidat en rouge     </w:t>
      </w:r>
    </w:p>
    <w:sectPr w:rsidR="003C6DE3" w:rsidRPr="00462A43" w:rsidSect="00B92B81">
      <w:headerReference w:type="even" r:id="rId14"/>
      <w:headerReference w:type="default" r:id="rId15"/>
      <w:headerReference w:type="first" r:id="rId16"/>
      <w:footerReference w:type="first" r:id="rId17"/>
      <w:pgSz w:w="16838" w:h="11906" w:orient="landscape"/>
      <w:pgMar w:top="720" w:right="151" w:bottom="720" w:left="720" w:header="708" w:footer="3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1B4765" w14:textId="77777777" w:rsidR="00887FB2" w:rsidRDefault="00887FB2" w:rsidP="0079276E">
      <w:r>
        <w:separator/>
      </w:r>
    </w:p>
  </w:endnote>
  <w:endnote w:type="continuationSeparator" w:id="0">
    <w:p w14:paraId="1E2B24E1" w14:textId="77777777" w:rsidR="00887FB2" w:rsidRDefault="00887FB2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3508A" w14:textId="3FABEB59" w:rsidR="003E6634" w:rsidRDefault="003E6634">
    <w:pPr>
      <w:pStyle w:val="Pieddepage"/>
    </w:pPr>
    <w:r w:rsidRPr="006E6204">
      <w:rPr>
        <w:sz w:val="16"/>
        <w:szCs w:val="16"/>
      </w:rPr>
      <w:t xml:space="preserve">Division des </w:t>
    </w:r>
    <w:proofErr w:type="spellStart"/>
    <w:r w:rsidRPr="006E6204">
      <w:rPr>
        <w:sz w:val="16"/>
        <w:szCs w:val="16"/>
      </w:rPr>
      <w:t>examens</w:t>
    </w:r>
    <w:proofErr w:type="spellEnd"/>
    <w:r w:rsidRPr="006E6204">
      <w:rPr>
        <w:sz w:val="16"/>
        <w:szCs w:val="16"/>
      </w:rPr>
      <w:t xml:space="preserve"> et con</w:t>
    </w:r>
    <w:r>
      <w:rPr>
        <w:sz w:val="16"/>
        <w:szCs w:val="16"/>
      </w:rPr>
      <w:t>cours – Académie de Strasbourg</w:t>
    </w:r>
    <w:r w:rsidRPr="006E6204">
      <w:rPr>
        <w:sz w:val="16"/>
        <w:szCs w:val="16"/>
      </w:rPr>
      <w:t xml:space="preserve"> – BTS </w:t>
    </w:r>
    <w:r>
      <w:rPr>
        <w:sz w:val="16"/>
        <w:szCs w:val="16"/>
      </w:rPr>
      <w:t xml:space="preserve">Support à </w:t>
    </w:r>
    <w:proofErr w:type="spellStart"/>
    <w:r>
      <w:rPr>
        <w:sz w:val="16"/>
        <w:szCs w:val="16"/>
      </w:rPr>
      <w:t>l’action</w:t>
    </w:r>
    <w:proofErr w:type="spellEnd"/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managériale</w:t>
    </w:r>
    <w:proofErr w:type="spellEnd"/>
    <w:r>
      <w:rPr>
        <w:sz w:val="16"/>
        <w:szCs w:val="16"/>
      </w:rPr>
      <w:t xml:space="preserve"> - S</w:t>
    </w:r>
    <w:r w:rsidRPr="006E6204">
      <w:rPr>
        <w:sz w:val="16"/>
        <w:szCs w:val="16"/>
      </w:rPr>
      <w:t>ession 20</w:t>
    </w:r>
    <w:r>
      <w:rPr>
        <w:sz w:val="16"/>
        <w:szCs w:val="16"/>
      </w:rPr>
      <w:t>20</w:t>
    </w:r>
    <w:r w:rsidRPr="006E6204">
      <w:rPr>
        <w:sz w:val="16"/>
        <w:szCs w:val="16"/>
      </w:rPr>
      <w:t xml:space="preserve">                                                                                          </w:t>
    </w:r>
    <w:r>
      <w:rPr>
        <w:sz w:val="16"/>
        <w:szCs w:val="16"/>
      </w:rPr>
      <w:tab/>
    </w:r>
    <w:r w:rsidRPr="006E6204">
      <w:rPr>
        <w:sz w:val="16"/>
        <w:szCs w:val="16"/>
      </w:rPr>
      <w:t xml:space="preserve">            </w:t>
    </w:r>
    <w:r>
      <w:rPr>
        <w:rFonts w:ascii="Comic Sans MS" w:hAnsi="Comic Sans MS"/>
        <w:sz w:val="16"/>
        <w:szCs w:val="16"/>
      </w:rPr>
      <w:t xml:space="preserve">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19</w:t>
    </w:r>
    <w:r>
      <w:rPr>
        <w:rStyle w:val="Numrodepage"/>
      </w:rPr>
      <w:fldChar w:fldCharType="end"/>
    </w:r>
    <w:r>
      <w:rPr>
        <w:rStyle w:val="Numrodepage"/>
      </w:rPr>
      <w:t>/39</w:t>
    </w:r>
    <w:r w:rsidRPr="0036065F">
      <w:rPr>
        <w:rFonts w:ascii="Comic Sans MS" w:hAnsi="Comic Sans MS"/>
        <w:sz w:val="16"/>
        <w:szCs w:val="16"/>
      </w:rPr>
      <w:t xml:space="preserve"> </w:t>
    </w:r>
    <w:r>
      <w:rPr>
        <w:rFonts w:ascii="Comic Sans MS" w:hAnsi="Comic Sans MS"/>
        <w:sz w:val="16"/>
        <w:szCs w:val="16"/>
      </w:rPr>
      <w:t xml:space="preserve">            </w:t>
    </w:r>
    <w:r>
      <w:rPr>
        <w:noProof/>
        <w:lang w:val="fr-FR" w:eastAsia="fr-FR"/>
      </w:rPr>
      <w:drawing>
        <wp:anchor distT="0" distB="0" distL="114300" distR="114300" simplePos="0" relativeHeight="251666432" behindDoc="0" locked="1" layoutInCell="1" allowOverlap="1" wp14:anchorId="6AE8EBA5" wp14:editId="04A515DA">
          <wp:simplePos x="0" y="0"/>
          <wp:positionH relativeFrom="page">
            <wp:posOffset>360045</wp:posOffset>
          </wp:positionH>
          <wp:positionV relativeFrom="page">
            <wp:posOffset>10081260</wp:posOffset>
          </wp:positionV>
          <wp:extent cx="480060" cy="281940"/>
          <wp:effectExtent l="0" t="0" r="0" b="3810"/>
          <wp:wrapNone/>
          <wp:docPr id="51" name="Image 51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rian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" cy="281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1AD56" w14:textId="77777777" w:rsidR="00887FB2" w:rsidRDefault="00887FB2" w:rsidP="0079276E">
      <w:r>
        <w:separator/>
      </w:r>
    </w:p>
  </w:footnote>
  <w:footnote w:type="continuationSeparator" w:id="0">
    <w:p w14:paraId="477FA4E4" w14:textId="77777777" w:rsidR="00887FB2" w:rsidRDefault="00887FB2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993DB" w14:textId="772D9070" w:rsidR="003E6634" w:rsidRDefault="003E66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1CF25" w14:textId="2A0B01F7" w:rsidR="003E6634" w:rsidRDefault="003E663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A8516" w14:textId="45054B7B" w:rsidR="003E6634" w:rsidRDefault="003E6634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63AAE" w14:textId="1995347F" w:rsidR="003E6634" w:rsidRDefault="003E6634">
    <w:pPr>
      <w:pStyle w:val="En-t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153F1" w14:textId="77777777" w:rsidR="003E6634" w:rsidRDefault="003E6634">
    <w:pPr>
      <w:pStyle w:val="En-tt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5137C" w14:textId="71E281A9" w:rsidR="003E6634" w:rsidRDefault="003E663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.5pt;height:.5pt" o:bullet="t" filled="t">
        <v:fill color2="black"/>
        <v:textbox inset="0,0,0,0"/>
      </v:shape>
    </w:pict>
  </w:numPicBullet>
  <w:abstractNum w:abstractNumId="0" w15:restartNumberingAfterBreak="0">
    <w:nsid w:val="00A860E3"/>
    <w:multiLevelType w:val="singleLevel"/>
    <w:tmpl w:val="040C0001"/>
    <w:lvl w:ilvl="0">
      <w:start w:val="1"/>
      <w:numFmt w:val="bullet"/>
      <w:pStyle w:val="EnumrationNiv1justifi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14F71"/>
    <w:multiLevelType w:val="hybridMultilevel"/>
    <w:tmpl w:val="14B4AD8A"/>
    <w:lvl w:ilvl="0" w:tplc="C7384486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eastAsia="Times" w:hAnsi="Wingdings" w:cs="Time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D13F4"/>
    <w:multiLevelType w:val="hybridMultilevel"/>
    <w:tmpl w:val="348067E0"/>
    <w:lvl w:ilvl="0" w:tplc="4FE21F9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B3D55"/>
    <w:multiLevelType w:val="hybridMultilevel"/>
    <w:tmpl w:val="967C7A8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B686AD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eastAsia="Times" w:hAnsi="Times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5DA6F01"/>
    <w:multiLevelType w:val="hybridMultilevel"/>
    <w:tmpl w:val="5CFC881A"/>
    <w:lvl w:ilvl="0" w:tplc="EBF6EA4E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808A6"/>
    <w:multiLevelType w:val="hybridMultilevel"/>
    <w:tmpl w:val="E1C866BC"/>
    <w:lvl w:ilvl="0" w:tplc="998405F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C1751A"/>
    <w:multiLevelType w:val="singleLevel"/>
    <w:tmpl w:val="550E902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61E8B"/>
    <w:multiLevelType w:val="hybridMultilevel"/>
    <w:tmpl w:val="48C658F6"/>
    <w:lvl w:ilvl="0" w:tplc="B1466C46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15B17"/>
    <w:multiLevelType w:val="hybridMultilevel"/>
    <w:tmpl w:val="D5C2ED58"/>
    <w:lvl w:ilvl="0" w:tplc="4D507A6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4359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88F176C"/>
    <w:multiLevelType w:val="hybridMultilevel"/>
    <w:tmpl w:val="7CE82FB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B12F46"/>
    <w:multiLevelType w:val="hybridMultilevel"/>
    <w:tmpl w:val="78446A12"/>
    <w:lvl w:ilvl="0" w:tplc="F5D0E6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14" w15:restartNumberingAfterBreak="0">
    <w:nsid w:val="3D5B0451"/>
    <w:multiLevelType w:val="hybridMultilevel"/>
    <w:tmpl w:val="B3E03D5C"/>
    <w:lvl w:ilvl="0" w:tplc="7DF6DD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0BA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1C04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6C61A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7E3F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D867E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A4DC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C269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65A1E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457E300D"/>
    <w:multiLevelType w:val="hybridMultilevel"/>
    <w:tmpl w:val="3636084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1375DF"/>
    <w:multiLevelType w:val="hybridMultilevel"/>
    <w:tmpl w:val="44F4C53E"/>
    <w:lvl w:ilvl="0" w:tplc="20B29E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763E65"/>
    <w:multiLevelType w:val="hybridMultilevel"/>
    <w:tmpl w:val="F3BAAE20"/>
    <w:lvl w:ilvl="0" w:tplc="C7EEAA68">
      <w:start w:val="1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A93A67"/>
    <w:multiLevelType w:val="hybridMultilevel"/>
    <w:tmpl w:val="5C5C9CE6"/>
    <w:lvl w:ilvl="0" w:tplc="590470B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5D6F52"/>
    <w:multiLevelType w:val="singleLevel"/>
    <w:tmpl w:val="F328DD64"/>
    <w:lvl w:ilvl="0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22" w15:restartNumberingAfterBreak="0">
    <w:nsid w:val="5E762F1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F6F5FFB"/>
    <w:multiLevelType w:val="hybridMultilevel"/>
    <w:tmpl w:val="898427AC"/>
    <w:lvl w:ilvl="0" w:tplc="07D84FE6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409C"/>
    <w:multiLevelType w:val="singleLevel"/>
    <w:tmpl w:val="040C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4543452"/>
    <w:multiLevelType w:val="hybridMultilevel"/>
    <w:tmpl w:val="4F5E1DF8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5770EE"/>
    <w:multiLevelType w:val="hybridMultilevel"/>
    <w:tmpl w:val="9746F2C8"/>
    <w:lvl w:ilvl="0" w:tplc="E29887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BE58DA"/>
    <w:multiLevelType w:val="hybridMultilevel"/>
    <w:tmpl w:val="AA201262"/>
    <w:lvl w:ilvl="0" w:tplc="FFB8EE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315637"/>
    <w:multiLevelType w:val="hybridMultilevel"/>
    <w:tmpl w:val="B63E1E74"/>
    <w:lvl w:ilvl="0" w:tplc="FB686ADE">
      <w:start w:val="3"/>
      <w:numFmt w:val="bullet"/>
      <w:pStyle w:val="Textedenotedefin"/>
      <w:lvlText w:val="-"/>
      <w:lvlJc w:val="left"/>
      <w:pPr>
        <w:tabs>
          <w:tab w:val="num" w:pos="227"/>
        </w:tabs>
        <w:ind w:left="227" w:hanging="227"/>
      </w:pPr>
      <w:rPr>
        <w:rFonts w:ascii="Arial" w:eastAsia="Times New Roman" w:hAnsi="Aria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E210A9"/>
    <w:multiLevelType w:val="hybridMultilevel"/>
    <w:tmpl w:val="C8A033B8"/>
    <w:lvl w:ilvl="0" w:tplc="4A586442">
      <w:numFmt w:val="bullet"/>
      <w:lvlText w:val=""/>
      <w:lvlJc w:val="left"/>
      <w:pPr>
        <w:tabs>
          <w:tab w:val="num" w:pos="644"/>
        </w:tabs>
        <w:ind w:left="644" w:hanging="360"/>
      </w:pPr>
      <w:rPr>
        <w:rFonts w:ascii="Wingdings" w:eastAsia="Times" w:hAnsi="Wingdings" w:cs="Time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3B400C"/>
    <w:multiLevelType w:val="hybridMultilevel"/>
    <w:tmpl w:val="E682C070"/>
    <w:lvl w:ilvl="0" w:tplc="4F0020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20"/>
  </w:num>
  <w:num w:numId="4">
    <w:abstractNumId w:val="7"/>
  </w:num>
  <w:num w:numId="5">
    <w:abstractNumId w:val="6"/>
  </w:num>
  <w:num w:numId="6">
    <w:abstractNumId w:val="4"/>
  </w:num>
  <w:num w:numId="7">
    <w:abstractNumId w:val="11"/>
  </w:num>
  <w:num w:numId="8">
    <w:abstractNumId w:val="12"/>
  </w:num>
  <w:num w:numId="9">
    <w:abstractNumId w:val="28"/>
  </w:num>
  <w:num w:numId="10">
    <w:abstractNumId w:val="3"/>
  </w:num>
  <w:num w:numId="11">
    <w:abstractNumId w:val="10"/>
  </w:num>
  <w:num w:numId="12">
    <w:abstractNumId w:val="22"/>
  </w:num>
  <w:num w:numId="13">
    <w:abstractNumId w:val="0"/>
  </w:num>
  <w:num w:numId="14">
    <w:abstractNumId w:val="24"/>
  </w:num>
  <w:num w:numId="15">
    <w:abstractNumId w:val="29"/>
  </w:num>
  <w:num w:numId="16">
    <w:abstractNumId w:val="1"/>
  </w:num>
  <w:num w:numId="17">
    <w:abstractNumId w:val="30"/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6"/>
  </w:num>
  <w:num w:numId="23">
    <w:abstractNumId w:val="27"/>
  </w:num>
  <w:num w:numId="24">
    <w:abstractNumId w:val="19"/>
  </w:num>
  <w:num w:numId="25">
    <w:abstractNumId w:val="25"/>
  </w:num>
  <w:num w:numId="26">
    <w:abstractNumId w:val="26"/>
  </w:num>
  <w:num w:numId="27">
    <w:abstractNumId w:val="21"/>
  </w:num>
  <w:num w:numId="28">
    <w:abstractNumId w:val="5"/>
  </w:num>
  <w:num w:numId="29">
    <w:abstractNumId w:val="9"/>
  </w:num>
  <w:num w:numId="30">
    <w:abstractNumId w:val="23"/>
  </w:num>
  <w:num w:numId="31">
    <w:abstractNumId w:val="2"/>
  </w:num>
  <w:num w:numId="32">
    <w:abstractNumId w:val="8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C89"/>
    <w:rsid w:val="00011246"/>
    <w:rsid w:val="00015220"/>
    <w:rsid w:val="000256B7"/>
    <w:rsid w:val="000279CA"/>
    <w:rsid w:val="000311B6"/>
    <w:rsid w:val="00045DCD"/>
    <w:rsid w:val="00046EC0"/>
    <w:rsid w:val="00063550"/>
    <w:rsid w:val="00063F37"/>
    <w:rsid w:val="000710B3"/>
    <w:rsid w:val="00072CC8"/>
    <w:rsid w:val="00081F5E"/>
    <w:rsid w:val="000825AD"/>
    <w:rsid w:val="00082A59"/>
    <w:rsid w:val="000920B0"/>
    <w:rsid w:val="000924D0"/>
    <w:rsid w:val="000A6BC8"/>
    <w:rsid w:val="000B6892"/>
    <w:rsid w:val="000B757A"/>
    <w:rsid w:val="000C21FB"/>
    <w:rsid w:val="000C2E09"/>
    <w:rsid w:val="000D48AF"/>
    <w:rsid w:val="000D5583"/>
    <w:rsid w:val="000D7AB2"/>
    <w:rsid w:val="000D7B34"/>
    <w:rsid w:val="000E03DD"/>
    <w:rsid w:val="000E24E3"/>
    <w:rsid w:val="0010201C"/>
    <w:rsid w:val="001060A3"/>
    <w:rsid w:val="00113344"/>
    <w:rsid w:val="001200FD"/>
    <w:rsid w:val="001235F6"/>
    <w:rsid w:val="001260C4"/>
    <w:rsid w:val="001348B7"/>
    <w:rsid w:val="0014394F"/>
    <w:rsid w:val="001445E4"/>
    <w:rsid w:val="001472FD"/>
    <w:rsid w:val="001618D8"/>
    <w:rsid w:val="001629BC"/>
    <w:rsid w:val="001648E4"/>
    <w:rsid w:val="00166348"/>
    <w:rsid w:val="00174BBF"/>
    <w:rsid w:val="001B1226"/>
    <w:rsid w:val="001B183B"/>
    <w:rsid w:val="001B2D72"/>
    <w:rsid w:val="001B54EA"/>
    <w:rsid w:val="001C79E5"/>
    <w:rsid w:val="001D0507"/>
    <w:rsid w:val="001D17EC"/>
    <w:rsid w:val="001D3F68"/>
    <w:rsid w:val="001D42E2"/>
    <w:rsid w:val="001F209A"/>
    <w:rsid w:val="00202B2A"/>
    <w:rsid w:val="00203732"/>
    <w:rsid w:val="0023523A"/>
    <w:rsid w:val="00235ACC"/>
    <w:rsid w:val="00247476"/>
    <w:rsid w:val="002478A1"/>
    <w:rsid w:val="00247BB2"/>
    <w:rsid w:val="002507A0"/>
    <w:rsid w:val="00257498"/>
    <w:rsid w:val="00265347"/>
    <w:rsid w:val="002708C0"/>
    <w:rsid w:val="00280ED0"/>
    <w:rsid w:val="00281230"/>
    <w:rsid w:val="00290741"/>
    <w:rsid w:val="00290CE8"/>
    <w:rsid w:val="00293194"/>
    <w:rsid w:val="00296BF7"/>
    <w:rsid w:val="00296CC8"/>
    <w:rsid w:val="002A23F1"/>
    <w:rsid w:val="002A6C78"/>
    <w:rsid w:val="002B065E"/>
    <w:rsid w:val="002B74A6"/>
    <w:rsid w:val="002C01B1"/>
    <w:rsid w:val="002C17EF"/>
    <w:rsid w:val="002C3E65"/>
    <w:rsid w:val="002C41C8"/>
    <w:rsid w:val="002C53DF"/>
    <w:rsid w:val="002E25C8"/>
    <w:rsid w:val="002E35AC"/>
    <w:rsid w:val="002E3A71"/>
    <w:rsid w:val="002E7B30"/>
    <w:rsid w:val="002F776C"/>
    <w:rsid w:val="003162CC"/>
    <w:rsid w:val="003207C2"/>
    <w:rsid w:val="00323C2F"/>
    <w:rsid w:val="003240AC"/>
    <w:rsid w:val="003250E2"/>
    <w:rsid w:val="00331D5B"/>
    <w:rsid w:val="003539CA"/>
    <w:rsid w:val="00355E8B"/>
    <w:rsid w:val="003567BD"/>
    <w:rsid w:val="00390E5B"/>
    <w:rsid w:val="003A4BE1"/>
    <w:rsid w:val="003A7BC3"/>
    <w:rsid w:val="003C6DE3"/>
    <w:rsid w:val="003D1DE1"/>
    <w:rsid w:val="003D6FC8"/>
    <w:rsid w:val="003E324D"/>
    <w:rsid w:val="003E6634"/>
    <w:rsid w:val="003F2312"/>
    <w:rsid w:val="00400B3D"/>
    <w:rsid w:val="00405214"/>
    <w:rsid w:val="004070F5"/>
    <w:rsid w:val="0042101F"/>
    <w:rsid w:val="004269AD"/>
    <w:rsid w:val="004273B8"/>
    <w:rsid w:val="00427859"/>
    <w:rsid w:val="004308F2"/>
    <w:rsid w:val="004462D5"/>
    <w:rsid w:val="00451B5B"/>
    <w:rsid w:val="004529DA"/>
    <w:rsid w:val="00452D76"/>
    <w:rsid w:val="00452FE2"/>
    <w:rsid w:val="004608CD"/>
    <w:rsid w:val="00462A43"/>
    <w:rsid w:val="0046781D"/>
    <w:rsid w:val="0048354F"/>
    <w:rsid w:val="0048696C"/>
    <w:rsid w:val="004906A9"/>
    <w:rsid w:val="004936AF"/>
    <w:rsid w:val="004A75CE"/>
    <w:rsid w:val="004B5321"/>
    <w:rsid w:val="004C5046"/>
    <w:rsid w:val="004C7346"/>
    <w:rsid w:val="004D0D46"/>
    <w:rsid w:val="004D1619"/>
    <w:rsid w:val="004D4021"/>
    <w:rsid w:val="004D5DC7"/>
    <w:rsid w:val="004E489E"/>
    <w:rsid w:val="004E7415"/>
    <w:rsid w:val="00521BCD"/>
    <w:rsid w:val="0052379A"/>
    <w:rsid w:val="0052555E"/>
    <w:rsid w:val="00533FB0"/>
    <w:rsid w:val="00536F2D"/>
    <w:rsid w:val="00553AD0"/>
    <w:rsid w:val="00554662"/>
    <w:rsid w:val="005746A6"/>
    <w:rsid w:val="005972E3"/>
    <w:rsid w:val="005B11B6"/>
    <w:rsid w:val="005B6F0D"/>
    <w:rsid w:val="005C4846"/>
    <w:rsid w:val="005D083A"/>
    <w:rsid w:val="005F2E98"/>
    <w:rsid w:val="005F469D"/>
    <w:rsid w:val="00601526"/>
    <w:rsid w:val="0060593B"/>
    <w:rsid w:val="0060735F"/>
    <w:rsid w:val="00617895"/>
    <w:rsid w:val="006216DC"/>
    <w:rsid w:val="00625D93"/>
    <w:rsid w:val="006260BB"/>
    <w:rsid w:val="0063463C"/>
    <w:rsid w:val="0064172E"/>
    <w:rsid w:val="00643F95"/>
    <w:rsid w:val="00651077"/>
    <w:rsid w:val="00657919"/>
    <w:rsid w:val="00667063"/>
    <w:rsid w:val="006725FE"/>
    <w:rsid w:val="006859B0"/>
    <w:rsid w:val="006A46C4"/>
    <w:rsid w:val="006A4ADA"/>
    <w:rsid w:val="006B43D9"/>
    <w:rsid w:val="006C6678"/>
    <w:rsid w:val="006D502A"/>
    <w:rsid w:val="006E455E"/>
    <w:rsid w:val="006F2701"/>
    <w:rsid w:val="0070357E"/>
    <w:rsid w:val="00711506"/>
    <w:rsid w:val="0071587E"/>
    <w:rsid w:val="007167EB"/>
    <w:rsid w:val="007209BF"/>
    <w:rsid w:val="00742A03"/>
    <w:rsid w:val="007439D0"/>
    <w:rsid w:val="00744ADE"/>
    <w:rsid w:val="00776DF9"/>
    <w:rsid w:val="00781100"/>
    <w:rsid w:val="00784315"/>
    <w:rsid w:val="0079276E"/>
    <w:rsid w:val="007A53CB"/>
    <w:rsid w:val="007A6AF0"/>
    <w:rsid w:val="007B2D36"/>
    <w:rsid w:val="007B4F8D"/>
    <w:rsid w:val="007B6F11"/>
    <w:rsid w:val="007C371E"/>
    <w:rsid w:val="007C751F"/>
    <w:rsid w:val="007D1226"/>
    <w:rsid w:val="007E2D34"/>
    <w:rsid w:val="007F1724"/>
    <w:rsid w:val="007F70F2"/>
    <w:rsid w:val="00807C47"/>
    <w:rsid w:val="00807CCD"/>
    <w:rsid w:val="0081060F"/>
    <w:rsid w:val="00814CD4"/>
    <w:rsid w:val="00822782"/>
    <w:rsid w:val="00824C23"/>
    <w:rsid w:val="00826337"/>
    <w:rsid w:val="00827232"/>
    <w:rsid w:val="008347E0"/>
    <w:rsid w:val="00851458"/>
    <w:rsid w:val="00855BC2"/>
    <w:rsid w:val="008752AA"/>
    <w:rsid w:val="00882EF4"/>
    <w:rsid w:val="00887FB2"/>
    <w:rsid w:val="00895607"/>
    <w:rsid w:val="00897515"/>
    <w:rsid w:val="008A73FE"/>
    <w:rsid w:val="008C44DE"/>
    <w:rsid w:val="008D0778"/>
    <w:rsid w:val="008D1605"/>
    <w:rsid w:val="009222D2"/>
    <w:rsid w:val="0093086C"/>
    <w:rsid w:val="00930B38"/>
    <w:rsid w:val="00931AC3"/>
    <w:rsid w:val="00935007"/>
    <w:rsid w:val="00935988"/>
    <w:rsid w:val="00936712"/>
    <w:rsid w:val="00936E45"/>
    <w:rsid w:val="009403B0"/>
    <w:rsid w:val="00941377"/>
    <w:rsid w:val="009464B8"/>
    <w:rsid w:val="00975AD6"/>
    <w:rsid w:val="00986816"/>
    <w:rsid w:val="0098684E"/>
    <w:rsid w:val="00992DBA"/>
    <w:rsid w:val="009A227D"/>
    <w:rsid w:val="009A57A5"/>
    <w:rsid w:val="009B0D19"/>
    <w:rsid w:val="009C0C96"/>
    <w:rsid w:val="009C141C"/>
    <w:rsid w:val="009C51FE"/>
    <w:rsid w:val="009F16B2"/>
    <w:rsid w:val="009F3DE8"/>
    <w:rsid w:val="009F56A7"/>
    <w:rsid w:val="009F692C"/>
    <w:rsid w:val="00A01120"/>
    <w:rsid w:val="00A076BB"/>
    <w:rsid w:val="00A10A83"/>
    <w:rsid w:val="00A11580"/>
    <w:rsid w:val="00A124A0"/>
    <w:rsid w:val="00A1486F"/>
    <w:rsid w:val="00A20792"/>
    <w:rsid w:val="00A27083"/>
    <w:rsid w:val="00A30EA6"/>
    <w:rsid w:val="00A40401"/>
    <w:rsid w:val="00A614F6"/>
    <w:rsid w:val="00A84CCB"/>
    <w:rsid w:val="00A9484D"/>
    <w:rsid w:val="00AA0CD4"/>
    <w:rsid w:val="00AB54AA"/>
    <w:rsid w:val="00AE48FE"/>
    <w:rsid w:val="00AF1D5B"/>
    <w:rsid w:val="00AF4FD9"/>
    <w:rsid w:val="00B14CAB"/>
    <w:rsid w:val="00B3522D"/>
    <w:rsid w:val="00B365D7"/>
    <w:rsid w:val="00B37451"/>
    <w:rsid w:val="00B4350A"/>
    <w:rsid w:val="00B45320"/>
    <w:rsid w:val="00B46AF7"/>
    <w:rsid w:val="00B52835"/>
    <w:rsid w:val="00B55A43"/>
    <w:rsid w:val="00B55B58"/>
    <w:rsid w:val="00B715C8"/>
    <w:rsid w:val="00B85BBC"/>
    <w:rsid w:val="00B91549"/>
    <w:rsid w:val="00B92B81"/>
    <w:rsid w:val="00BA5B8C"/>
    <w:rsid w:val="00BB328D"/>
    <w:rsid w:val="00BC5C48"/>
    <w:rsid w:val="00BD4DB0"/>
    <w:rsid w:val="00BF296A"/>
    <w:rsid w:val="00BF3331"/>
    <w:rsid w:val="00BF564B"/>
    <w:rsid w:val="00BF7D58"/>
    <w:rsid w:val="00C011CD"/>
    <w:rsid w:val="00C060F5"/>
    <w:rsid w:val="00C07CA3"/>
    <w:rsid w:val="00C116FF"/>
    <w:rsid w:val="00C16ADB"/>
    <w:rsid w:val="00C20C89"/>
    <w:rsid w:val="00C220A3"/>
    <w:rsid w:val="00C30E8F"/>
    <w:rsid w:val="00C34DB5"/>
    <w:rsid w:val="00C4033D"/>
    <w:rsid w:val="00C4055B"/>
    <w:rsid w:val="00C44411"/>
    <w:rsid w:val="00C54345"/>
    <w:rsid w:val="00C543D3"/>
    <w:rsid w:val="00C66322"/>
    <w:rsid w:val="00C67312"/>
    <w:rsid w:val="00C7451D"/>
    <w:rsid w:val="00C81A6C"/>
    <w:rsid w:val="00C97BB6"/>
    <w:rsid w:val="00CB03CE"/>
    <w:rsid w:val="00CC0957"/>
    <w:rsid w:val="00CC45ED"/>
    <w:rsid w:val="00CD5E65"/>
    <w:rsid w:val="00CE00AF"/>
    <w:rsid w:val="00CE16E3"/>
    <w:rsid w:val="00CE1BE6"/>
    <w:rsid w:val="00CF52DA"/>
    <w:rsid w:val="00D01C18"/>
    <w:rsid w:val="00D020E2"/>
    <w:rsid w:val="00D06842"/>
    <w:rsid w:val="00D10C52"/>
    <w:rsid w:val="00D113BA"/>
    <w:rsid w:val="00D24CC5"/>
    <w:rsid w:val="00D433B7"/>
    <w:rsid w:val="00D956A9"/>
    <w:rsid w:val="00D96935"/>
    <w:rsid w:val="00DA2090"/>
    <w:rsid w:val="00DA37AF"/>
    <w:rsid w:val="00DB21BF"/>
    <w:rsid w:val="00DC6749"/>
    <w:rsid w:val="00DD2CB5"/>
    <w:rsid w:val="00DD3B20"/>
    <w:rsid w:val="00DD50D6"/>
    <w:rsid w:val="00DF445D"/>
    <w:rsid w:val="00DF7DAB"/>
    <w:rsid w:val="00E038AD"/>
    <w:rsid w:val="00E05336"/>
    <w:rsid w:val="00E10D7B"/>
    <w:rsid w:val="00E15C2D"/>
    <w:rsid w:val="00E202EC"/>
    <w:rsid w:val="00E40D88"/>
    <w:rsid w:val="00E4378B"/>
    <w:rsid w:val="00E43EFA"/>
    <w:rsid w:val="00E47097"/>
    <w:rsid w:val="00E52438"/>
    <w:rsid w:val="00E54322"/>
    <w:rsid w:val="00E600AC"/>
    <w:rsid w:val="00E669F0"/>
    <w:rsid w:val="00E74BB5"/>
    <w:rsid w:val="00E75C9D"/>
    <w:rsid w:val="00E9342F"/>
    <w:rsid w:val="00E95A42"/>
    <w:rsid w:val="00EA4570"/>
    <w:rsid w:val="00EB55C7"/>
    <w:rsid w:val="00EC010F"/>
    <w:rsid w:val="00EC3B81"/>
    <w:rsid w:val="00EC41A5"/>
    <w:rsid w:val="00EC6C22"/>
    <w:rsid w:val="00ED1E3C"/>
    <w:rsid w:val="00ED2C0A"/>
    <w:rsid w:val="00ED51BC"/>
    <w:rsid w:val="00ED55C8"/>
    <w:rsid w:val="00EE1E23"/>
    <w:rsid w:val="00EE492C"/>
    <w:rsid w:val="00EE69F6"/>
    <w:rsid w:val="00EF1053"/>
    <w:rsid w:val="00EF5CF0"/>
    <w:rsid w:val="00F043B7"/>
    <w:rsid w:val="00F22137"/>
    <w:rsid w:val="00F22CF7"/>
    <w:rsid w:val="00F2464C"/>
    <w:rsid w:val="00F25DA3"/>
    <w:rsid w:val="00F261BB"/>
    <w:rsid w:val="00F40D07"/>
    <w:rsid w:val="00F43E15"/>
    <w:rsid w:val="00F52899"/>
    <w:rsid w:val="00F53CC9"/>
    <w:rsid w:val="00F542FC"/>
    <w:rsid w:val="00F7722A"/>
    <w:rsid w:val="00F846DB"/>
    <w:rsid w:val="00F91389"/>
    <w:rsid w:val="00FC38A6"/>
    <w:rsid w:val="00FD0D3A"/>
    <w:rsid w:val="00FD18AE"/>
    <w:rsid w:val="00FE5D6F"/>
    <w:rsid w:val="00FE7A80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65A5C1"/>
  <w15:docId w15:val="{598C7344-CADA-48CF-989B-8DFF79CFE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link w:val="Titre1Car"/>
    <w:autoRedefine/>
    <w:qFormat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nhideWhenUsed/>
    <w:qFormat/>
    <w:rsid w:val="009413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B74A6"/>
    <w:pPr>
      <w:keepNext/>
      <w:keepLines/>
      <w:widowControl/>
      <w:autoSpaceDE/>
      <w:autoSpaceDN/>
      <w:spacing w:before="40" w:line="276" w:lineRule="auto"/>
      <w:outlineLvl w:val="2"/>
    </w:pPr>
    <w:rPr>
      <w:rFonts w:asciiTheme="majorHAnsi" w:eastAsiaTheme="majorEastAsia" w:hAnsiTheme="majorHAnsi" w:cstheme="majorBidi"/>
      <w:color w:val="223431" w:themeColor="accent1" w:themeShade="7F"/>
      <w:sz w:val="24"/>
      <w:szCs w:val="24"/>
      <w:lang w:val="fr-FR"/>
    </w:rPr>
  </w:style>
  <w:style w:type="paragraph" w:styleId="Titre4">
    <w:name w:val="heading 4"/>
    <w:basedOn w:val="Normal"/>
    <w:next w:val="Normal"/>
    <w:link w:val="Titre4Car"/>
    <w:qFormat/>
    <w:rsid w:val="002B74A6"/>
    <w:pPr>
      <w:keepNext/>
      <w:widowControl/>
      <w:autoSpaceDE/>
      <w:autoSpaceDN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fr-FR" w:eastAsia="fr-FR"/>
    </w:rPr>
  </w:style>
  <w:style w:type="paragraph" w:styleId="Titre5">
    <w:name w:val="heading 5"/>
    <w:basedOn w:val="Normal"/>
    <w:next w:val="Normal"/>
    <w:link w:val="Titre5Car"/>
    <w:qFormat/>
    <w:rsid w:val="002B74A6"/>
    <w:pPr>
      <w:widowControl/>
      <w:autoSpaceDE/>
      <w:autoSpaceDN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fr-FR" w:eastAsia="fr-FR"/>
    </w:rPr>
  </w:style>
  <w:style w:type="paragraph" w:styleId="Titre7">
    <w:name w:val="heading 7"/>
    <w:basedOn w:val="Normal"/>
    <w:next w:val="Normal"/>
    <w:link w:val="Titre7Car"/>
    <w:qFormat/>
    <w:rsid w:val="002B74A6"/>
    <w:pPr>
      <w:widowControl/>
      <w:autoSpaceDE/>
      <w:autoSpaceDN/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itre8">
    <w:name w:val="heading 8"/>
    <w:basedOn w:val="Normal"/>
    <w:next w:val="Normal"/>
    <w:link w:val="Titre8Car"/>
    <w:qFormat/>
    <w:rsid w:val="002B74A6"/>
    <w:pPr>
      <w:widowControl/>
      <w:autoSpaceDE/>
      <w:autoSpaceDN/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qFormat/>
    <w:rsid w:val="00807C47"/>
    <w:pPr>
      <w:spacing w:line="276" w:lineRule="auto"/>
      <w:jc w:val="both"/>
    </w:pPr>
    <w:rPr>
      <w:sz w:val="20"/>
      <w:lang w:val="fr-FR"/>
    </w:rPr>
  </w:style>
  <w:style w:type="paragraph" w:styleId="Paragraphedeliste">
    <w:name w:val="List Paragraph"/>
    <w:basedOn w:val="Normal"/>
    <w:uiPriority w:val="34"/>
    <w:qFormat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F25DA3"/>
    <w:pPr>
      <w:ind w:left="0"/>
      <w:jc w:val="right"/>
    </w:pPr>
    <w:rPr>
      <w:color w:val="000000" w:themeColor="text1"/>
      <w:sz w:val="16"/>
      <w:lang w:val="fr-FR"/>
    </w:rPr>
  </w:style>
  <w:style w:type="character" w:customStyle="1" w:styleId="CorpsdetexteCar">
    <w:name w:val="Corps de texte Car"/>
    <w:basedOn w:val="Policepardfaut"/>
    <w:link w:val="Corpsdetexte"/>
    <w:rsid w:val="00807C47"/>
    <w:rPr>
      <w:sz w:val="20"/>
      <w:lang w:val="fr-FR"/>
    </w:rPr>
  </w:style>
  <w:style w:type="character" w:customStyle="1" w:styleId="ObjetCar">
    <w:name w:val="Objet Car"/>
    <w:basedOn w:val="CorpsdetexteCar"/>
    <w:link w:val="Objet"/>
    <w:rsid w:val="00DA2090"/>
    <w:rPr>
      <w:b/>
      <w:color w:val="231F20"/>
      <w:sz w:val="20"/>
      <w:lang w:val="fr-FR"/>
    </w:rPr>
  </w:style>
  <w:style w:type="character" w:customStyle="1" w:styleId="Titre1Car">
    <w:name w:val="Titre 1 Car"/>
    <w:basedOn w:val="Policepardfaut"/>
    <w:link w:val="Titre1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basedOn w:val="Titre1Car"/>
    <w:link w:val="Signat"/>
    <w:rsid w:val="00F25DA3"/>
    <w:rPr>
      <w:rFonts w:ascii="Arial" w:eastAsia="Arial" w:hAnsi="Arial" w:cs="Arial"/>
      <w:b/>
      <w:bCs/>
      <w:color w:val="000000" w:themeColor="text1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DA2090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DA2090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DA2090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DA2090"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sid w:val="00DA2090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DA2090"/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DA2090"/>
    <w:rPr>
      <w:b/>
      <w:bCs/>
      <w:sz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DA2090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DA2090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DA2090"/>
    <w:rPr>
      <w:b w:val="0"/>
      <w:bCs w:val="0"/>
      <w:sz w:val="16"/>
      <w:szCs w:val="16"/>
      <w:lang w:val="fr-FR"/>
    </w:rPr>
  </w:style>
  <w:style w:type="character" w:customStyle="1" w:styleId="Titre2Car">
    <w:name w:val="Titre 2 Car"/>
    <w:basedOn w:val="Policepardfaut"/>
    <w:link w:val="Titre2"/>
    <w:rsid w:val="00941377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table" w:styleId="Grilledutableau">
    <w:name w:val="Table Grid"/>
    <w:basedOn w:val="TableauNormal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qFormat/>
    <w:rsid w:val="00DA2090"/>
    <w:pPr>
      <w:spacing w:before="139"/>
      <w:jc w:val="right"/>
    </w:pPr>
    <w:rPr>
      <w:color w:val="231F20"/>
      <w:sz w:val="16"/>
      <w:lang w:val="fr-FR"/>
    </w:rPr>
  </w:style>
  <w:style w:type="character" w:customStyle="1" w:styleId="Date2Car">
    <w:name w:val="Date 2 Car"/>
    <w:basedOn w:val="Policepardfaut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Rfrenceintense">
    <w:name w:val="Intense Reference"/>
    <w:basedOn w:val="Policepardfaut"/>
    <w:uiPriority w:val="32"/>
    <w:rsid w:val="005972E3"/>
    <w:rPr>
      <w:b/>
      <w:bCs/>
      <w:smallCaps/>
      <w:color w:val="466964" w:themeColor="accent1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7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qFormat/>
    <w:rsid w:val="00DA2090"/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A2090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Date1Car">
    <w:name w:val="Date 1 Car"/>
    <w:basedOn w:val="CorpsdetexteCar"/>
    <w:link w:val="Date10"/>
    <w:rsid w:val="00DA2090"/>
    <w:rPr>
      <w:sz w:val="20"/>
      <w:lang w:val="fr-FR"/>
    </w:rPr>
  </w:style>
  <w:style w:type="character" w:customStyle="1" w:styleId="ServiceInfoHeaderCar">
    <w:name w:val="Service Info Header Car"/>
    <w:basedOn w:val="En-tteCar"/>
    <w:link w:val="ServiceInfoHeader"/>
    <w:rsid w:val="00DA2090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qFormat/>
    <w:rsid w:val="00DA2090"/>
    <w:pPr>
      <w:spacing w:line="161" w:lineRule="exact"/>
    </w:pPr>
    <w:rPr>
      <w:color w:val="939598"/>
      <w:sz w:val="14"/>
      <w:lang w:val="fr-FR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DA2090"/>
    <w:rPr>
      <w:b/>
      <w:bCs/>
      <w:sz w:val="24"/>
      <w:szCs w:val="24"/>
    </w:rPr>
  </w:style>
  <w:style w:type="character" w:customStyle="1" w:styleId="PieddePageCar0">
    <w:name w:val="Pied de Page Car"/>
    <w:basedOn w:val="Policepardfaut"/>
    <w:link w:val="PieddePage0"/>
    <w:rsid w:val="00DA2090"/>
    <w:rPr>
      <w:color w:val="939598"/>
      <w:sz w:val="14"/>
      <w:lang w:val="fr-FR"/>
    </w:rPr>
  </w:style>
  <w:style w:type="paragraph" w:customStyle="1" w:styleId="Titrecentral">
    <w:name w:val="Titre central"/>
    <w:basedOn w:val="Titre1"/>
    <w:next w:val="Corpsdetexte"/>
    <w:link w:val="TitrecentralCar"/>
    <w:qFormat/>
    <w:rsid w:val="00DA2090"/>
    <w:pPr>
      <w:ind w:left="0"/>
    </w:pPr>
    <w:rPr>
      <w:lang w:val="fr-FR"/>
    </w:rPr>
  </w:style>
  <w:style w:type="character" w:customStyle="1" w:styleId="IntituleDirecteurCar">
    <w:name w:val="Intitule Directeur Car"/>
    <w:basedOn w:val="CorpsdetexteCar"/>
    <w:link w:val="IntituleDirecteur"/>
    <w:rsid w:val="00DA2090"/>
    <w:rPr>
      <w:b/>
      <w:bCs/>
      <w:sz w:val="24"/>
      <w:szCs w:val="24"/>
      <w:lang w:val="fr-FR"/>
    </w:rPr>
  </w:style>
  <w:style w:type="character" w:customStyle="1" w:styleId="TitrecentralCar">
    <w:name w:val="Titre central Car"/>
    <w:basedOn w:val="Titre1Car"/>
    <w:link w:val="Titrecentral"/>
    <w:rsid w:val="00DA2090"/>
    <w:rPr>
      <w:rFonts w:ascii="Arial" w:eastAsia="Arial" w:hAnsi="Arial" w:cs="Arial"/>
      <w:b/>
      <w:bCs/>
      <w:sz w:val="24"/>
      <w:szCs w:val="24"/>
      <w:lang w:val="fr-FR"/>
    </w:rPr>
  </w:style>
  <w:style w:type="character" w:styleId="Numrodepage">
    <w:name w:val="page number"/>
    <w:basedOn w:val="Policepardfaut"/>
    <w:unhideWhenUsed/>
    <w:rsid w:val="002C53DF"/>
  </w:style>
  <w:style w:type="character" w:customStyle="1" w:styleId="Mentionnonrsolue1">
    <w:name w:val="Mention non résolue1"/>
    <w:basedOn w:val="Policepardfaut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Normal"/>
    <w:qFormat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theme="minorBidi"/>
      <w:sz w:val="16"/>
      <w:szCs w:val="20"/>
      <w:lang w:val="fr-FR"/>
    </w:rPr>
  </w:style>
  <w:style w:type="paragraph" w:customStyle="1" w:styleId="Texte-Adresseligne2">
    <w:name w:val="Texte - Adresse ligne 2"/>
    <w:basedOn w:val="Texte-Adresseligne1"/>
    <w:qFormat/>
    <w:rsid w:val="006A4ADA"/>
    <w:pPr>
      <w:framePr w:wrap="notBeside"/>
    </w:pPr>
  </w:style>
  <w:style w:type="paragraph" w:customStyle="1" w:styleId="Texte-Tl">
    <w:name w:val="Texte - Tél."/>
    <w:basedOn w:val="Texte-Adresseligne1"/>
    <w:qFormat/>
    <w:rsid w:val="006A4ADA"/>
    <w:pPr>
      <w:framePr w:wrap="notBeside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0357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357E"/>
    <w:rPr>
      <w:rFonts w:ascii="Segoe UI" w:hAnsi="Segoe UI" w:cs="Segoe UI"/>
      <w:sz w:val="18"/>
      <w:szCs w:val="18"/>
    </w:rPr>
  </w:style>
  <w:style w:type="character" w:customStyle="1" w:styleId="Titre3Car">
    <w:name w:val="Titre 3 Car"/>
    <w:basedOn w:val="Policepardfaut"/>
    <w:link w:val="Titre3"/>
    <w:uiPriority w:val="9"/>
    <w:semiHidden/>
    <w:rsid w:val="002B74A6"/>
    <w:rPr>
      <w:rFonts w:asciiTheme="majorHAnsi" w:eastAsiaTheme="majorEastAsia" w:hAnsiTheme="majorHAnsi" w:cstheme="majorBidi"/>
      <w:color w:val="223431" w:themeColor="accent1" w:themeShade="7F"/>
      <w:sz w:val="24"/>
      <w:szCs w:val="24"/>
      <w:lang w:val="fr-FR"/>
    </w:rPr>
  </w:style>
  <w:style w:type="character" w:customStyle="1" w:styleId="Titre4Car">
    <w:name w:val="Titre 4 Car"/>
    <w:basedOn w:val="Policepardfaut"/>
    <w:link w:val="Titre4"/>
    <w:rsid w:val="002B74A6"/>
    <w:rPr>
      <w:rFonts w:ascii="Times New Roman" w:eastAsia="Times New Roman" w:hAnsi="Times New Roman" w:cs="Times New Roman"/>
      <w:b/>
      <w:bCs/>
      <w:sz w:val="28"/>
      <w:szCs w:val="28"/>
      <w:lang w:val="fr-FR" w:eastAsia="fr-FR"/>
    </w:rPr>
  </w:style>
  <w:style w:type="character" w:customStyle="1" w:styleId="Titre5Car">
    <w:name w:val="Titre 5 Car"/>
    <w:basedOn w:val="Policepardfaut"/>
    <w:link w:val="Titre5"/>
    <w:rsid w:val="002B74A6"/>
    <w:rPr>
      <w:rFonts w:ascii="Times New Roman" w:eastAsia="Times New Roman" w:hAnsi="Times New Roman" w:cs="Times New Roman"/>
      <w:b/>
      <w:bCs/>
      <w:i/>
      <w:iCs/>
      <w:sz w:val="26"/>
      <w:szCs w:val="26"/>
      <w:lang w:val="fr-FR" w:eastAsia="fr-FR"/>
    </w:rPr>
  </w:style>
  <w:style w:type="character" w:customStyle="1" w:styleId="Titre7Car">
    <w:name w:val="Titre 7 Car"/>
    <w:basedOn w:val="Policepardfaut"/>
    <w:link w:val="Titre7"/>
    <w:rsid w:val="002B74A6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Titre8Car">
    <w:name w:val="Titre 8 Car"/>
    <w:basedOn w:val="Policepardfaut"/>
    <w:link w:val="Titre8"/>
    <w:rsid w:val="002B74A6"/>
    <w:rPr>
      <w:rFonts w:ascii="Times New Roman" w:eastAsia="Times New Roman" w:hAnsi="Times New Roman" w:cs="Times New Roman"/>
      <w:i/>
      <w:iCs/>
      <w:sz w:val="24"/>
      <w:szCs w:val="24"/>
      <w:lang w:val="fr-FR" w:eastAsia="fr-FR"/>
    </w:rPr>
  </w:style>
  <w:style w:type="numbering" w:customStyle="1" w:styleId="Aucuneliste1">
    <w:name w:val="Aucune liste1"/>
    <w:next w:val="Aucuneliste"/>
    <w:uiPriority w:val="99"/>
    <w:semiHidden/>
    <w:unhideWhenUsed/>
    <w:rsid w:val="002B74A6"/>
  </w:style>
  <w:style w:type="numbering" w:customStyle="1" w:styleId="Aucuneliste11">
    <w:name w:val="Aucune liste11"/>
    <w:next w:val="Aucuneliste"/>
    <w:uiPriority w:val="99"/>
    <w:semiHidden/>
    <w:unhideWhenUsed/>
    <w:rsid w:val="002B74A6"/>
  </w:style>
  <w:style w:type="numbering" w:customStyle="1" w:styleId="Aucuneliste111">
    <w:name w:val="Aucune liste111"/>
    <w:next w:val="Aucuneliste"/>
    <w:uiPriority w:val="99"/>
    <w:semiHidden/>
    <w:unhideWhenUsed/>
    <w:rsid w:val="002B74A6"/>
  </w:style>
  <w:style w:type="numbering" w:customStyle="1" w:styleId="Aucuneliste1111">
    <w:name w:val="Aucune liste1111"/>
    <w:next w:val="Aucuneliste"/>
    <w:uiPriority w:val="99"/>
    <w:semiHidden/>
    <w:unhideWhenUsed/>
    <w:rsid w:val="002B74A6"/>
  </w:style>
  <w:style w:type="numbering" w:customStyle="1" w:styleId="Aucuneliste11111">
    <w:name w:val="Aucune liste11111"/>
    <w:next w:val="Aucuneliste"/>
    <w:uiPriority w:val="99"/>
    <w:semiHidden/>
    <w:unhideWhenUsed/>
    <w:rsid w:val="002B74A6"/>
  </w:style>
  <w:style w:type="numbering" w:customStyle="1" w:styleId="Aucuneliste111111">
    <w:name w:val="Aucune liste111111"/>
    <w:next w:val="Aucuneliste"/>
    <w:uiPriority w:val="99"/>
    <w:semiHidden/>
    <w:unhideWhenUsed/>
    <w:rsid w:val="002B74A6"/>
  </w:style>
  <w:style w:type="numbering" w:customStyle="1" w:styleId="Aucuneliste1111111">
    <w:name w:val="Aucune liste1111111"/>
    <w:next w:val="Aucuneliste"/>
    <w:uiPriority w:val="99"/>
    <w:semiHidden/>
    <w:unhideWhenUsed/>
    <w:rsid w:val="002B74A6"/>
  </w:style>
  <w:style w:type="numbering" w:customStyle="1" w:styleId="Aucuneliste11111111">
    <w:name w:val="Aucune liste11111111"/>
    <w:next w:val="Aucuneliste"/>
    <w:uiPriority w:val="99"/>
    <w:semiHidden/>
    <w:unhideWhenUsed/>
    <w:rsid w:val="002B74A6"/>
  </w:style>
  <w:style w:type="numbering" w:customStyle="1" w:styleId="Aucuneliste111111111">
    <w:name w:val="Aucune liste111111111"/>
    <w:next w:val="Aucuneliste"/>
    <w:semiHidden/>
    <w:rsid w:val="002B74A6"/>
  </w:style>
  <w:style w:type="paragraph" w:styleId="Retraitcorpsdetexte">
    <w:name w:val="Body Text Indent"/>
    <w:basedOn w:val="Normal"/>
    <w:link w:val="RetraitcorpsdetexteCar"/>
    <w:rsid w:val="002B74A6"/>
    <w:pPr>
      <w:widowControl/>
      <w:autoSpaceDE/>
      <w:autoSpaceDN/>
      <w:ind w:left="3969"/>
    </w:pPr>
    <w:rPr>
      <w:rFonts w:eastAsia="Times New Roman" w:cs="Times New Roman"/>
      <w:b/>
      <w:color w:val="FF0000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2B74A6"/>
    <w:rPr>
      <w:rFonts w:eastAsia="Times New Roman" w:cs="Times New Roman"/>
      <w:b/>
      <w:color w:val="FF0000"/>
      <w:sz w:val="20"/>
      <w:szCs w:val="20"/>
      <w:lang w:val="fr-FR" w:eastAsia="fr-FR"/>
    </w:rPr>
  </w:style>
  <w:style w:type="paragraph" w:styleId="Corpsdetexte3">
    <w:name w:val="Body Text 3"/>
    <w:basedOn w:val="Normal"/>
    <w:link w:val="Corpsdetexte3Car"/>
    <w:rsid w:val="002B74A6"/>
    <w:pPr>
      <w:widowControl/>
      <w:autoSpaceDE/>
      <w:autoSpaceDN/>
      <w:ind w:right="113"/>
      <w:jc w:val="both"/>
    </w:pPr>
    <w:rPr>
      <w:rFonts w:eastAsia="Times New Roman" w:cs="Times New Roman"/>
      <w:b/>
      <w:sz w:val="20"/>
      <w:szCs w:val="20"/>
      <w:lang w:val="fr-FR" w:eastAsia="fr-FR"/>
    </w:rPr>
  </w:style>
  <w:style w:type="character" w:customStyle="1" w:styleId="Corpsdetexte3Car">
    <w:name w:val="Corps de texte 3 Car"/>
    <w:basedOn w:val="Policepardfaut"/>
    <w:link w:val="Corpsdetexte3"/>
    <w:rsid w:val="002B74A6"/>
    <w:rPr>
      <w:rFonts w:eastAsia="Times New Roman" w:cs="Times New Roman"/>
      <w:b/>
      <w:sz w:val="20"/>
      <w:szCs w:val="20"/>
      <w:lang w:val="fr-FR" w:eastAsia="fr-FR"/>
    </w:rPr>
  </w:style>
  <w:style w:type="paragraph" w:styleId="Corpsdetexte2">
    <w:name w:val="Body Text 2"/>
    <w:basedOn w:val="Normal"/>
    <w:link w:val="Corpsdetexte2Car"/>
    <w:rsid w:val="002B74A6"/>
    <w:pPr>
      <w:widowControl/>
      <w:autoSpaceDE/>
      <w:autoSpaceDN/>
      <w:ind w:right="113"/>
      <w:jc w:val="both"/>
    </w:pPr>
    <w:rPr>
      <w:rFonts w:eastAsia="Times New Roman" w:cs="Times New Roman"/>
      <w:sz w:val="20"/>
      <w:szCs w:val="20"/>
      <w:lang w:val="fr-FR" w:eastAsia="fr-FR"/>
    </w:rPr>
  </w:style>
  <w:style w:type="character" w:customStyle="1" w:styleId="Corpsdetexte2Car">
    <w:name w:val="Corps de texte 2 Car"/>
    <w:basedOn w:val="Policepardfaut"/>
    <w:link w:val="Corpsdetexte2"/>
    <w:rsid w:val="002B74A6"/>
    <w:rPr>
      <w:rFonts w:eastAsia="Times New Roman" w:cs="Times New Roman"/>
      <w:sz w:val="20"/>
      <w:szCs w:val="20"/>
      <w:lang w:val="fr-FR" w:eastAsia="fr-FR"/>
    </w:rPr>
  </w:style>
  <w:style w:type="paragraph" w:styleId="Normalcentr">
    <w:name w:val="Block Text"/>
    <w:basedOn w:val="Normal"/>
    <w:rsid w:val="002B74A6"/>
    <w:pPr>
      <w:widowControl/>
      <w:autoSpaceDE/>
      <w:autoSpaceDN/>
      <w:ind w:left="708" w:right="113"/>
      <w:jc w:val="both"/>
    </w:pPr>
    <w:rPr>
      <w:rFonts w:ascii="Times New Roman" w:eastAsia="Times New Roman" w:hAnsi="Times New Roman" w:cs="Times New Roman"/>
      <w:color w:val="800080"/>
      <w:sz w:val="20"/>
      <w:szCs w:val="20"/>
      <w:lang w:val="fr-FR" w:eastAsia="fr-FR"/>
    </w:rPr>
  </w:style>
  <w:style w:type="paragraph" w:customStyle="1" w:styleId="Normalcentr1">
    <w:name w:val="Normal centré1"/>
    <w:basedOn w:val="Normal"/>
    <w:rsid w:val="002B74A6"/>
    <w:pPr>
      <w:widowControl/>
      <w:tabs>
        <w:tab w:val="left" w:pos="-4471"/>
        <w:tab w:val="left" w:pos="-3847"/>
        <w:tab w:val="left" w:pos="-3139"/>
        <w:tab w:val="left" w:pos="-2431"/>
        <w:tab w:val="left" w:pos="-1723"/>
        <w:tab w:val="left" w:pos="-1015"/>
        <w:tab w:val="left" w:pos="-307"/>
        <w:tab w:val="left" w:pos="401"/>
      </w:tabs>
      <w:suppressAutoHyphens/>
      <w:autoSpaceDE/>
      <w:autoSpaceDN/>
      <w:ind w:left="113" w:right="113"/>
      <w:jc w:val="center"/>
    </w:pPr>
    <w:rPr>
      <w:rFonts w:ascii="Times New Roman" w:eastAsia="Times New Roman" w:hAnsi="Times New Roman" w:cs="Times New Roman"/>
      <w:sz w:val="14"/>
      <w:szCs w:val="20"/>
      <w:lang w:val="fr-FR" w:eastAsia="fr-FR"/>
    </w:rPr>
  </w:style>
  <w:style w:type="paragraph" w:customStyle="1" w:styleId="Normaljustifi">
    <w:name w:val="Normal justifié"/>
    <w:basedOn w:val="Normal"/>
    <w:rsid w:val="002B74A6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Notedebasdepage">
    <w:name w:val="footnote text"/>
    <w:basedOn w:val="Normal"/>
    <w:link w:val="NotedebasdepageCar"/>
    <w:uiPriority w:val="99"/>
    <w:semiHidden/>
    <w:rsid w:val="002B74A6"/>
    <w:pPr>
      <w:widowControl/>
      <w:suppressAutoHyphens/>
      <w:autoSpaceDN/>
    </w:pPr>
    <w:rPr>
      <w:rFonts w:ascii="Times New Roman" w:eastAsia="Times New Roman" w:hAnsi="Times New Roman" w:cs="Times"/>
      <w:sz w:val="24"/>
      <w:szCs w:val="24"/>
      <w:lang w:val="fr-FR" w:eastAsia="ar-SA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B74A6"/>
    <w:rPr>
      <w:rFonts w:ascii="Times New Roman" w:eastAsia="Times New Roman" w:hAnsi="Times New Roman" w:cs="Times"/>
      <w:sz w:val="24"/>
      <w:szCs w:val="24"/>
      <w:lang w:val="fr-FR" w:eastAsia="ar-SA"/>
    </w:rPr>
  </w:style>
  <w:style w:type="character" w:customStyle="1" w:styleId="DimensionCar">
    <w:name w:val="Dimension Car"/>
    <w:rsid w:val="002B74A6"/>
    <w:rPr>
      <w:b/>
      <w:sz w:val="22"/>
      <w:szCs w:val="24"/>
      <w:lang w:val="fr-FR" w:eastAsia="fr-FR" w:bidi="ar-SA"/>
    </w:rPr>
  </w:style>
  <w:style w:type="paragraph" w:customStyle="1" w:styleId="EnumrationNiv1justifie">
    <w:name w:val="Enumération Niv 1 justifiée"/>
    <w:basedOn w:val="Normal"/>
    <w:rsid w:val="002B74A6"/>
    <w:pPr>
      <w:widowControl/>
      <w:numPr>
        <w:numId w:val="13"/>
      </w:numPr>
      <w:autoSpaceDE/>
      <w:autoSpaceDN/>
      <w:jc w:val="both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extedenotedefin">
    <w:name w:val="Texte de note de fin"/>
    <w:basedOn w:val="Normal"/>
    <w:rsid w:val="002B74A6"/>
    <w:pPr>
      <w:widowControl/>
      <w:numPr>
        <w:numId w:val="9"/>
      </w:numPr>
      <w:tabs>
        <w:tab w:val="clear" w:pos="227"/>
      </w:tabs>
      <w:autoSpaceDE/>
      <w:autoSpaceDN/>
      <w:ind w:left="0" w:firstLine="0"/>
    </w:pPr>
    <w:rPr>
      <w:rFonts w:ascii="Times New Roman" w:eastAsia="Times New Roman" w:hAnsi="Times New Roman" w:cs="Times New Roman"/>
      <w:sz w:val="24"/>
      <w:szCs w:val="20"/>
      <w:lang w:val="fr-FR" w:eastAsia="fr-FR"/>
    </w:rPr>
  </w:style>
  <w:style w:type="character" w:styleId="Appelnotedebasdep">
    <w:name w:val="footnote reference"/>
    <w:uiPriority w:val="99"/>
    <w:rsid w:val="002B74A6"/>
    <w:rPr>
      <w:vertAlign w:val="superscript"/>
    </w:rPr>
  </w:style>
  <w:style w:type="paragraph" w:customStyle="1" w:styleId="spip">
    <w:name w:val="spip"/>
    <w:basedOn w:val="Normal"/>
    <w:rsid w:val="002B74A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numbering" w:customStyle="1" w:styleId="Aucuneliste2">
    <w:name w:val="Aucune liste2"/>
    <w:next w:val="Aucuneliste"/>
    <w:uiPriority w:val="99"/>
    <w:semiHidden/>
    <w:unhideWhenUsed/>
    <w:rsid w:val="002B74A6"/>
  </w:style>
  <w:style w:type="numbering" w:customStyle="1" w:styleId="Aucuneliste1111111111">
    <w:name w:val="Aucune liste1111111111"/>
    <w:next w:val="Aucuneliste"/>
    <w:semiHidden/>
    <w:rsid w:val="002B74A6"/>
  </w:style>
  <w:style w:type="table" w:customStyle="1" w:styleId="Grilledutableau1">
    <w:name w:val="Grille du tableau1"/>
    <w:basedOn w:val="TableauNormal"/>
    <w:next w:val="Grilledutableau"/>
    <w:rsid w:val="002B74A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ctorat">
    <w:name w:val="Rectorat"/>
    <w:rsid w:val="002B74A6"/>
    <w:pPr>
      <w:widowControl/>
      <w:autoSpaceDE/>
      <w:autoSpaceDN/>
      <w:spacing w:line="210" w:lineRule="exact"/>
      <w:jc w:val="right"/>
    </w:pPr>
    <w:rPr>
      <w:rFonts w:ascii="Arial Narrow" w:eastAsia="Times New Roman" w:hAnsi="Arial Narrow" w:cs="Times New Roman"/>
      <w:b/>
      <w:noProof/>
      <w:sz w:val="19"/>
      <w:szCs w:val="20"/>
      <w:lang w:val="fr-FR" w:eastAsia="fr-FR"/>
    </w:rPr>
  </w:style>
  <w:style w:type="paragraph" w:customStyle="1" w:styleId="division">
    <w:name w:val="division"/>
    <w:rsid w:val="002B74A6"/>
    <w:pPr>
      <w:widowControl/>
      <w:autoSpaceDE/>
      <w:autoSpaceDN/>
      <w:spacing w:line="210" w:lineRule="exact"/>
      <w:jc w:val="right"/>
    </w:pPr>
    <w:rPr>
      <w:rFonts w:ascii="Arial Narrow" w:eastAsia="Times New Roman" w:hAnsi="Arial Narrow" w:cs="Times New Roman"/>
      <w:b/>
      <w:noProof/>
      <w:sz w:val="16"/>
      <w:szCs w:val="20"/>
      <w:lang w:val="fr-FR" w:eastAsia="fr-FR"/>
    </w:rPr>
  </w:style>
  <w:style w:type="paragraph" w:customStyle="1" w:styleId="coordonnes">
    <w:name w:val="coordonnées"/>
    <w:rsid w:val="002B74A6"/>
    <w:pPr>
      <w:widowControl/>
      <w:autoSpaceDE/>
      <w:autoSpaceDN/>
      <w:spacing w:line="210" w:lineRule="exact"/>
      <w:jc w:val="right"/>
    </w:pPr>
    <w:rPr>
      <w:rFonts w:ascii="Arial Narrow" w:eastAsia="Times New Roman" w:hAnsi="Arial Narrow" w:cs="Times New Roman"/>
      <w:noProof/>
      <w:sz w:val="16"/>
      <w:szCs w:val="20"/>
      <w:lang w:val="fr-FR" w:eastAsia="fr-FR"/>
    </w:rPr>
  </w:style>
  <w:style w:type="character" w:styleId="Marquedecommentaire">
    <w:name w:val="annotation reference"/>
    <w:semiHidden/>
    <w:rsid w:val="002B74A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2B74A6"/>
    <w:pPr>
      <w:widowControl/>
      <w:autoSpaceDE/>
      <w:autoSpaceDN/>
      <w:spacing w:after="200" w:line="276" w:lineRule="auto"/>
    </w:pPr>
    <w:rPr>
      <w:rFonts w:ascii="Calibri" w:eastAsia="Calibri" w:hAnsi="Calibri" w:cs="Times New Roman"/>
      <w:sz w:val="20"/>
      <w:szCs w:val="20"/>
      <w:lang w:val="fr-FR"/>
    </w:rPr>
  </w:style>
  <w:style w:type="character" w:customStyle="1" w:styleId="CommentaireCar">
    <w:name w:val="Commentaire Car"/>
    <w:basedOn w:val="Policepardfaut"/>
    <w:link w:val="Commentaire"/>
    <w:semiHidden/>
    <w:rsid w:val="002B74A6"/>
    <w:rPr>
      <w:rFonts w:ascii="Calibri" w:eastAsia="Calibri" w:hAnsi="Calibri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2B74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2B74A6"/>
    <w:rPr>
      <w:rFonts w:ascii="Calibri" w:eastAsia="Calibri" w:hAnsi="Calibri" w:cs="Times New Roman"/>
      <w:b/>
      <w:bCs/>
      <w:sz w:val="20"/>
      <w:szCs w:val="20"/>
      <w:lang w:val="fr-FR"/>
    </w:rPr>
  </w:style>
  <w:style w:type="character" w:styleId="lev">
    <w:name w:val="Strong"/>
    <w:uiPriority w:val="22"/>
    <w:qFormat/>
    <w:rsid w:val="002B74A6"/>
    <w:rPr>
      <w:b/>
      <w:bCs/>
    </w:rPr>
  </w:style>
  <w:style w:type="character" w:customStyle="1" w:styleId="apple-converted-space">
    <w:name w:val="apple-converted-space"/>
    <w:rsid w:val="002B74A6"/>
  </w:style>
  <w:style w:type="table" w:customStyle="1" w:styleId="Grilledutableau2">
    <w:name w:val="Grille du tableau2"/>
    <w:basedOn w:val="TableauNormal"/>
    <w:next w:val="Grilledutableau"/>
    <w:uiPriority w:val="59"/>
    <w:rsid w:val="002B74A6"/>
    <w:pPr>
      <w:widowControl/>
      <w:autoSpaceDE/>
      <w:autoSpaceDN/>
    </w:pPr>
    <w:rPr>
      <w:rFonts w:ascii="Calibri" w:eastAsia="Calibri" w:hAnsi="Calibri" w:cs="Times New Roman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2B74A6"/>
    <w:pPr>
      <w:suppressAutoHyphens/>
      <w:autoSpaceDE/>
      <w:autoSpaceDN/>
      <w:textAlignment w:val="baseline"/>
    </w:pPr>
    <w:rPr>
      <w:rFonts w:ascii="Liberation Serif" w:eastAsia="SimSun" w:hAnsi="Liberation Serif"/>
      <w:sz w:val="24"/>
      <w:szCs w:val="24"/>
      <w:lang w:val="fr-FR" w:eastAsia="zh-CN" w:bidi="hi-IN"/>
    </w:rPr>
  </w:style>
  <w:style w:type="table" w:customStyle="1" w:styleId="Grilledutableau3">
    <w:name w:val="Grille du tableau3"/>
    <w:basedOn w:val="TableauNormal"/>
    <w:next w:val="Grilledutableau"/>
    <w:rsid w:val="002B74A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ucuneliste3">
    <w:name w:val="Aucune liste3"/>
    <w:next w:val="Aucuneliste"/>
    <w:uiPriority w:val="99"/>
    <w:semiHidden/>
    <w:unhideWhenUsed/>
    <w:rsid w:val="002B74A6"/>
  </w:style>
  <w:style w:type="numbering" w:customStyle="1" w:styleId="Aucuneliste12">
    <w:name w:val="Aucune liste12"/>
    <w:next w:val="Aucuneliste"/>
    <w:uiPriority w:val="99"/>
    <w:semiHidden/>
    <w:unhideWhenUsed/>
    <w:rsid w:val="002B74A6"/>
  </w:style>
  <w:style w:type="numbering" w:customStyle="1" w:styleId="Aucuneliste112">
    <w:name w:val="Aucune liste112"/>
    <w:next w:val="Aucuneliste"/>
    <w:uiPriority w:val="99"/>
    <w:semiHidden/>
    <w:unhideWhenUsed/>
    <w:rsid w:val="002B74A6"/>
  </w:style>
  <w:style w:type="numbering" w:customStyle="1" w:styleId="Aucuneliste1112">
    <w:name w:val="Aucune liste1112"/>
    <w:next w:val="Aucuneliste"/>
    <w:uiPriority w:val="99"/>
    <w:semiHidden/>
    <w:unhideWhenUsed/>
    <w:rsid w:val="002B74A6"/>
  </w:style>
  <w:style w:type="numbering" w:customStyle="1" w:styleId="Aucuneliste11112">
    <w:name w:val="Aucune liste11112"/>
    <w:next w:val="Aucuneliste"/>
    <w:uiPriority w:val="99"/>
    <w:semiHidden/>
    <w:unhideWhenUsed/>
    <w:rsid w:val="002B74A6"/>
  </w:style>
  <w:style w:type="numbering" w:customStyle="1" w:styleId="Aucuneliste111112">
    <w:name w:val="Aucune liste111112"/>
    <w:next w:val="Aucuneliste"/>
    <w:uiPriority w:val="99"/>
    <w:semiHidden/>
    <w:unhideWhenUsed/>
    <w:rsid w:val="002B74A6"/>
  </w:style>
  <w:style w:type="numbering" w:customStyle="1" w:styleId="Aucuneliste1111112">
    <w:name w:val="Aucune liste1111112"/>
    <w:next w:val="Aucuneliste"/>
    <w:uiPriority w:val="99"/>
    <w:semiHidden/>
    <w:unhideWhenUsed/>
    <w:rsid w:val="002B74A6"/>
  </w:style>
  <w:style w:type="numbering" w:customStyle="1" w:styleId="Aucuneliste11111112">
    <w:name w:val="Aucune liste11111112"/>
    <w:next w:val="Aucuneliste"/>
    <w:uiPriority w:val="99"/>
    <w:semiHidden/>
    <w:unhideWhenUsed/>
    <w:rsid w:val="002B74A6"/>
  </w:style>
  <w:style w:type="numbering" w:customStyle="1" w:styleId="Aucuneliste111111112">
    <w:name w:val="Aucune liste111111112"/>
    <w:next w:val="Aucuneliste"/>
    <w:uiPriority w:val="99"/>
    <w:semiHidden/>
    <w:unhideWhenUsed/>
    <w:rsid w:val="002B74A6"/>
  </w:style>
  <w:style w:type="numbering" w:customStyle="1" w:styleId="Aucuneliste1111111112">
    <w:name w:val="Aucune liste1111111112"/>
    <w:next w:val="Aucuneliste"/>
    <w:uiPriority w:val="99"/>
    <w:semiHidden/>
    <w:unhideWhenUsed/>
    <w:rsid w:val="002B74A6"/>
  </w:style>
  <w:style w:type="numbering" w:customStyle="1" w:styleId="Aucuneliste11111111111">
    <w:name w:val="Aucune liste11111111111"/>
    <w:next w:val="Aucuneliste"/>
    <w:semiHidden/>
    <w:rsid w:val="002B74A6"/>
  </w:style>
  <w:style w:type="numbering" w:customStyle="1" w:styleId="Aucuneliste21">
    <w:name w:val="Aucune liste21"/>
    <w:next w:val="Aucuneliste"/>
    <w:uiPriority w:val="99"/>
    <w:semiHidden/>
    <w:unhideWhenUsed/>
    <w:rsid w:val="002B74A6"/>
  </w:style>
  <w:style w:type="numbering" w:customStyle="1" w:styleId="Aucuneliste111111111111">
    <w:name w:val="Aucune liste111111111111"/>
    <w:next w:val="Aucuneliste"/>
    <w:semiHidden/>
    <w:rsid w:val="002B74A6"/>
  </w:style>
  <w:style w:type="paragraph" w:styleId="Rvision">
    <w:name w:val="Revision"/>
    <w:hidden/>
    <w:uiPriority w:val="99"/>
    <w:semiHidden/>
    <w:rsid w:val="002B74A6"/>
    <w:pPr>
      <w:widowControl/>
      <w:autoSpaceDE/>
      <w:autoSpaceDN/>
    </w:pPr>
    <w:rPr>
      <w:rFonts w:ascii="Calibri" w:eastAsia="Calibri" w:hAnsi="Calibri" w:cs="Times New Roman"/>
      <w:lang w:val="fr-FR"/>
    </w:rPr>
  </w:style>
  <w:style w:type="paragraph" w:customStyle="1" w:styleId="codepostale">
    <w:name w:val="code_postale"/>
    <w:basedOn w:val="coordonnes"/>
    <w:rsid w:val="002B74A6"/>
    <w:pPr>
      <w:spacing w:after="100" w:line="140" w:lineRule="exact"/>
    </w:pPr>
    <w:rPr>
      <w:rFonts w:cs="Arial"/>
      <w:b/>
      <w:bCs/>
      <w:noProof w:val="0"/>
      <w:color w:val="000000"/>
      <w:szCs w:val="24"/>
    </w:rPr>
  </w:style>
  <w:style w:type="paragraph" w:customStyle="1" w:styleId="etablissement2">
    <w:name w:val="etablissement2"/>
    <w:basedOn w:val="Normal"/>
    <w:autoRedefine/>
    <w:rsid w:val="002B74A6"/>
    <w:pPr>
      <w:widowControl/>
      <w:autoSpaceDE/>
      <w:autoSpaceDN/>
      <w:spacing w:before="100" w:after="100" w:line="240" w:lineRule="exact"/>
      <w:jc w:val="right"/>
    </w:pPr>
    <w:rPr>
      <w:rFonts w:ascii="Arial Narrow" w:eastAsia="Times New Roman" w:hAnsi="Arial Narrow"/>
      <w:b/>
      <w:bCs/>
      <w:color w:val="000000"/>
      <w:sz w:val="16"/>
      <w:szCs w:val="24"/>
      <w:lang w:val="fr-FR"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B74A6"/>
    <w:rPr>
      <w:color w:val="5770BE" w:themeColor="followedHyperlink"/>
      <w:u w:val="single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2B74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&#233;l&#233;chargements\Fichiers%20t&#233;l&#233;charg&#233;s\MOD_Com_courrier_rectorat_2020.dotx" TargetMode="External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0 xmlns="2c7ddd52-0a06-43b1-a35c-dcb15ea2e3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3A940-A827-4DB4-A57E-7FC9D83A1B88}">
  <ds:schemaRefs>
    <ds:schemaRef ds:uri="http://schemas.microsoft.com/office/2006/metadata/properties"/>
    <ds:schemaRef ds:uri="http://schemas.microsoft.com/office/infopath/2007/PartnerControls"/>
    <ds:schemaRef ds:uri="2c7ddd52-0a06-43b1-a35c-dcb15ea2e3f4"/>
  </ds:schemaRefs>
</ds:datastoreItem>
</file>

<file path=customXml/itemProps2.xml><?xml version="1.0" encoding="utf-8"?>
<ds:datastoreItem xmlns:ds="http://schemas.openxmlformats.org/officeDocument/2006/customXml" ds:itemID="{E7249AB3-8126-4351-B0D3-1E3223A406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C71E4A-9297-4755-B9D4-11E528E9D1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9E90EE-8B3D-4426-865F-E24734A2D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MOD_Com_courrier_rectorat_2020</Template>
  <TotalTime>943</TotalTime>
  <Pages>2</Pages>
  <Words>304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</vt:lpstr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</dc:title>
  <dc:creator>Olivier DELARUE</dc:creator>
  <cp:lastModifiedBy>Olivier Delarue</cp:lastModifiedBy>
  <cp:revision>58</cp:revision>
  <cp:lastPrinted>2023-11-14T10:50:00Z</cp:lastPrinted>
  <dcterms:created xsi:type="dcterms:W3CDTF">2020-11-29T17:43:00Z</dcterms:created>
  <dcterms:modified xsi:type="dcterms:W3CDTF">2024-01-11T22:11:00Z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</Properties>
</file>