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941" w:rsidRPr="00C01C73" w:rsidRDefault="0031165C" w:rsidP="00C01C73">
      <w:pPr>
        <w:pStyle w:val="En-tte"/>
        <w:rPr>
          <w:rFonts w:ascii="Arial" w:hAnsi="Arial" w:cs="Arial"/>
          <w:sz w:val="20"/>
          <w:szCs w:val="20"/>
        </w:rPr>
      </w:pPr>
      <w:r w:rsidRPr="00C01C73">
        <w:rPr>
          <w:rFonts w:ascii="Arial" w:hAnsi="Arial" w:cs="Arial"/>
          <w:b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>
                <wp:simplePos x="0" y="0"/>
                <wp:positionH relativeFrom="column">
                  <wp:posOffset>-1607185</wp:posOffset>
                </wp:positionH>
                <wp:positionV relativeFrom="page">
                  <wp:posOffset>1760220</wp:posOffset>
                </wp:positionV>
                <wp:extent cx="1508760" cy="3352165"/>
                <wp:effectExtent l="0" t="0" r="0" b="6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8760" cy="335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3A09" w:rsidRPr="00763A09" w:rsidRDefault="00763A09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b/>
                                <w:sz w:val="12"/>
                                <w:szCs w:val="16"/>
                              </w:rPr>
                            </w:pPr>
                            <w:r w:rsidRPr="00763A09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0"/>
                                <w:szCs w:val="24"/>
                                <w:lang w:eastAsia="fr-FR"/>
                              </w:rPr>
                              <w:t>ANNEXE 3</w:t>
                            </w:r>
                          </w:p>
                          <w:p w:rsidR="00763A09" w:rsidRDefault="00763A09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8D2BFB">
                              <w:rPr>
                                <w:rFonts w:ascii="Arial" w:eastAsia="Arial" w:hAnsi="Arial" w:cs="Arial"/>
                                <w:b/>
                                <w:sz w:val="16"/>
                                <w:szCs w:val="16"/>
                              </w:rPr>
                              <w:t>Bureau des examens post-bac</w:t>
                            </w:r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8D2BFB">
                              <w:rPr>
                                <w:rFonts w:ascii="Arial" w:eastAsia="Arial" w:hAnsi="Arial" w:cs="Arial"/>
                                <w:b/>
                                <w:sz w:val="16"/>
                                <w:szCs w:val="16"/>
                              </w:rPr>
                              <w:t>DEC 2.2</w:t>
                            </w:r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8D2BFB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Affaire suivie par :</w:t>
                            </w:r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8D2BFB" w:rsidRPr="008D2BFB" w:rsidRDefault="00615705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Cécile MIGNON</w:t>
                            </w:r>
                          </w:p>
                          <w:p w:rsidR="008D2BFB" w:rsidRPr="008D2BFB" w:rsidRDefault="00615705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Tél : 03 28 37 16 10</w:t>
                            </w:r>
                            <w:r w:rsidR="008D2BFB" w:rsidRPr="008D2BFB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8D2BFB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 xml:space="preserve">Mél : </w:t>
                            </w:r>
                            <w:hyperlink r:id="rId8" w:history="1">
                              <w:r w:rsidR="00615705" w:rsidRPr="00FD028B">
                                <w:rPr>
                                  <w:rStyle w:val="Lienhypertexte"/>
                                  <w:rFonts w:ascii="Arial" w:eastAsia="Arial" w:hAnsi="Arial" w:cs="Arial"/>
                                  <w:sz w:val="16"/>
                                  <w:szCs w:val="16"/>
                                </w:rPr>
                                <w:t>cecile.mignon@ac-lille.fr</w:t>
                              </w:r>
                            </w:hyperlink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  <w:p w:rsidR="008D2BFB" w:rsidRPr="001F2551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1F2551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en-US"/>
                              </w:rPr>
                              <w:t xml:space="preserve">Christophe </w:t>
                            </w:r>
                            <w:r w:rsidR="009A1ED0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en-US"/>
                              </w:rPr>
                              <w:t>DELATTRE</w:t>
                            </w:r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8D2BFB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en-US"/>
                              </w:rPr>
                              <w:t>IA-IPR STI</w:t>
                            </w:r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8D2BFB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en-US"/>
                              </w:rPr>
                              <w:t>christophe.</w:t>
                            </w:r>
                            <w:r w:rsidR="009A1ED0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en-US"/>
                              </w:rPr>
                              <w:t>delattre</w:t>
                            </w:r>
                            <w:r w:rsidRPr="008D2BFB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en-US"/>
                              </w:rPr>
                              <w:t>@ac-lille.fr</w:t>
                            </w:r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Times New Roman"/>
                                <w:sz w:val="16"/>
                                <w:szCs w:val="20"/>
                              </w:rPr>
                            </w:pPr>
                            <w:r w:rsidRPr="008D2BFB">
                              <w:rPr>
                                <w:rFonts w:ascii="Arial" w:eastAsia="Arial" w:hAnsi="Arial" w:cs="Times New Roman"/>
                                <w:sz w:val="16"/>
                                <w:szCs w:val="20"/>
                              </w:rPr>
                              <w:t>144 rue de Bavay</w:t>
                            </w:r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Times New Roman"/>
                                <w:sz w:val="16"/>
                                <w:szCs w:val="20"/>
                              </w:rPr>
                            </w:pPr>
                            <w:r w:rsidRPr="008D2BFB">
                              <w:rPr>
                                <w:rFonts w:ascii="Arial" w:eastAsia="Arial" w:hAnsi="Arial" w:cs="Times New Roman"/>
                                <w:sz w:val="16"/>
                                <w:szCs w:val="20"/>
                              </w:rPr>
                              <w:t>BP 709</w:t>
                            </w:r>
                          </w:p>
                          <w:p w:rsidR="008D2BFB" w:rsidRPr="008D2BFB" w:rsidRDefault="008D2BFB" w:rsidP="008D2BFB">
                            <w:pPr>
                              <w:spacing w:after="0" w:line="192" w:lineRule="atLeas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 w:rsidRPr="008D2BFB"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  <w:t>59033 Lille cedex</w:t>
                            </w:r>
                          </w:p>
                          <w:p w:rsidR="0033203F" w:rsidRPr="00E20475" w:rsidRDefault="0033203F" w:rsidP="0033203F">
                            <w:pPr>
                              <w:spacing w:line="210" w:lineRule="exact"/>
                              <w:jc w:val="right"/>
                              <w:rPr>
                                <w:rFonts w:ascii="Arial Narrow" w:hAnsi="Arial Narrow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108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26.55pt;margin-top:138.6pt;width:118.8pt;height:263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" stroked="f">
                <v:textbox inset="3mm,0,0,0">
                  <w:txbxContent>
                    <w:p w:rsidR="00763A09" w:rsidRPr="00763A09" w:rsidRDefault="00763A09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b/>
                          <w:sz w:val="12"/>
                          <w:szCs w:val="16"/>
                        </w:rPr>
                      </w:pPr>
                      <w:r w:rsidRPr="00763A09">
                        <w:rPr>
                          <w:rFonts w:ascii="Arial" w:eastAsia="Times New Roman" w:hAnsi="Arial" w:cs="Arial"/>
                          <w:b/>
                          <w:bCs/>
                          <w:color w:val="000000"/>
                          <w:sz w:val="20"/>
                          <w:szCs w:val="24"/>
                          <w:lang w:eastAsia="fr-FR"/>
                        </w:rPr>
                        <w:t>ANNEXE 3</w:t>
                      </w:r>
                    </w:p>
                    <w:p w:rsidR="00763A09" w:rsidRDefault="00763A09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b/>
                          <w:sz w:val="16"/>
                          <w:szCs w:val="16"/>
                        </w:rPr>
                      </w:pPr>
                      <w:r w:rsidRPr="008D2BFB">
                        <w:rPr>
                          <w:rFonts w:ascii="Arial" w:eastAsia="Arial" w:hAnsi="Arial" w:cs="Arial"/>
                          <w:b/>
                          <w:sz w:val="16"/>
                          <w:szCs w:val="16"/>
                        </w:rPr>
                        <w:t>Bureau des examens post-bac</w:t>
                      </w:r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b/>
                          <w:sz w:val="16"/>
                          <w:szCs w:val="16"/>
                        </w:rPr>
                      </w:pPr>
                      <w:r w:rsidRPr="008D2BFB">
                        <w:rPr>
                          <w:rFonts w:ascii="Arial" w:eastAsia="Arial" w:hAnsi="Arial" w:cs="Arial"/>
                          <w:b/>
                          <w:sz w:val="16"/>
                          <w:szCs w:val="16"/>
                        </w:rPr>
                        <w:t>DEC 2.2</w:t>
                      </w:r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8D2BFB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Affaire suivie par :</w:t>
                      </w:r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</w:p>
                    <w:p w:rsidR="008D2BFB" w:rsidRPr="008D2BFB" w:rsidRDefault="00615705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Cécile MIGNON</w:t>
                      </w:r>
                    </w:p>
                    <w:p w:rsidR="008D2BFB" w:rsidRPr="008D2BFB" w:rsidRDefault="00615705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Tél : 03 28 37 16 10</w:t>
                      </w:r>
                      <w:r w:rsidR="008D2BFB" w:rsidRPr="008D2BFB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8D2BFB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 xml:space="preserve">Mél : </w:t>
                      </w:r>
                      <w:hyperlink r:id="rId9" w:history="1">
                        <w:r w:rsidR="00615705" w:rsidRPr="00FD028B">
                          <w:rPr>
                            <w:rStyle w:val="Lienhypertexte"/>
                            <w:rFonts w:ascii="Arial" w:eastAsia="Arial" w:hAnsi="Arial" w:cs="Arial"/>
                            <w:sz w:val="16"/>
                            <w:szCs w:val="16"/>
                          </w:rPr>
                          <w:t>cecile.mignon@ac-lille.fr</w:t>
                        </w:r>
                      </w:hyperlink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b/>
                          <w:sz w:val="16"/>
                          <w:szCs w:val="16"/>
                        </w:rPr>
                      </w:pPr>
                    </w:p>
                    <w:p w:rsidR="008D2BFB" w:rsidRPr="001F2551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1F2551">
                        <w:rPr>
                          <w:rFonts w:ascii="Arial" w:eastAsia="Arial" w:hAnsi="Arial" w:cs="Arial"/>
                          <w:sz w:val="16"/>
                          <w:szCs w:val="16"/>
                          <w:lang w:val="en-US"/>
                        </w:rPr>
                        <w:t xml:space="preserve">Christophe </w:t>
                      </w:r>
                      <w:r w:rsidR="009A1ED0">
                        <w:rPr>
                          <w:rFonts w:ascii="Arial" w:eastAsia="Arial" w:hAnsi="Arial" w:cs="Arial"/>
                          <w:sz w:val="16"/>
                          <w:szCs w:val="16"/>
                          <w:lang w:val="en-US"/>
                        </w:rPr>
                        <w:t>DELATTRE</w:t>
                      </w:r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8D2BFB">
                        <w:rPr>
                          <w:rFonts w:ascii="Arial" w:eastAsia="Arial" w:hAnsi="Arial" w:cs="Arial"/>
                          <w:sz w:val="16"/>
                          <w:szCs w:val="16"/>
                          <w:lang w:val="en-US"/>
                        </w:rPr>
                        <w:t>IA-IPR STI</w:t>
                      </w:r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sz w:val="16"/>
                          <w:szCs w:val="16"/>
                          <w:lang w:val="en-US"/>
                        </w:rPr>
                      </w:pPr>
                      <w:r w:rsidRPr="008D2BFB">
                        <w:rPr>
                          <w:rFonts w:ascii="Arial" w:eastAsia="Arial" w:hAnsi="Arial" w:cs="Arial"/>
                          <w:sz w:val="16"/>
                          <w:szCs w:val="16"/>
                          <w:lang w:val="en-US"/>
                        </w:rPr>
                        <w:t>christophe.</w:t>
                      </w:r>
                      <w:r w:rsidR="009A1ED0">
                        <w:rPr>
                          <w:rFonts w:ascii="Arial" w:eastAsia="Arial" w:hAnsi="Arial" w:cs="Arial"/>
                          <w:sz w:val="16"/>
                          <w:szCs w:val="16"/>
                          <w:lang w:val="en-US"/>
                        </w:rPr>
                        <w:t>delattre</w:t>
                      </w:r>
                      <w:r w:rsidRPr="008D2BFB">
                        <w:rPr>
                          <w:rFonts w:ascii="Arial" w:eastAsia="Arial" w:hAnsi="Arial" w:cs="Arial"/>
                          <w:sz w:val="16"/>
                          <w:szCs w:val="16"/>
                          <w:lang w:val="en-US"/>
                        </w:rPr>
                        <w:t>@ac-lille.fr</w:t>
                      </w:r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sz w:val="16"/>
                          <w:szCs w:val="16"/>
                          <w:lang w:val="en-US"/>
                        </w:rPr>
                      </w:pPr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Times New Roman"/>
                          <w:sz w:val="16"/>
                          <w:szCs w:val="20"/>
                        </w:rPr>
                      </w:pPr>
                      <w:r w:rsidRPr="008D2BFB">
                        <w:rPr>
                          <w:rFonts w:ascii="Arial" w:eastAsia="Arial" w:hAnsi="Arial" w:cs="Times New Roman"/>
                          <w:sz w:val="16"/>
                          <w:szCs w:val="20"/>
                        </w:rPr>
                        <w:t>144 rue de Bavay</w:t>
                      </w:r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Times New Roman"/>
                          <w:sz w:val="16"/>
                          <w:szCs w:val="20"/>
                        </w:rPr>
                      </w:pPr>
                      <w:r w:rsidRPr="008D2BFB">
                        <w:rPr>
                          <w:rFonts w:ascii="Arial" w:eastAsia="Arial" w:hAnsi="Arial" w:cs="Times New Roman"/>
                          <w:sz w:val="16"/>
                          <w:szCs w:val="20"/>
                        </w:rPr>
                        <w:t>BP 709</w:t>
                      </w:r>
                    </w:p>
                    <w:p w:rsidR="008D2BFB" w:rsidRPr="008D2BFB" w:rsidRDefault="008D2BFB" w:rsidP="008D2BFB">
                      <w:pPr>
                        <w:spacing w:after="0" w:line="192" w:lineRule="atLeas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 w:rsidRPr="008D2BFB"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  <w:t>59033 Lille cedex</w:t>
                      </w:r>
                    </w:p>
                    <w:p w:rsidR="0033203F" w:rsidRPr="00E20475" w:rsidRDefault="0033203F" w:rsidP="0033203F">
                      <w:pPr>
                        <w:spacing w:line="210" w:lineRule="exact"/>
                        <w:jc w:val="right"/>
                        <w:rPr>
                          <w:rFonts w:ascii="Arial Narrow" w:hAnsi="Arial Narrow"/>
                          <w:sz w:val="20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:rsidR="00CC2C45" w:rsidRDefault="00CC2C45" w:rsidP="00261941">
      <w:pPr>
        <w:spacing w:line="280" w:lineRule="atLeast"/>
        <w:rPr>
          <w:rFonts w:ascii="Arial" w:hAnsi="Arial" w:cs="Arial"/>
          <w:sz w:val="20"/>
          <w:szCs w:val="20"/>
          <w:lang w:eastAsia="fr-FR"/>
        </w:rPr>
      </w:pPr>
    </w:p>
    <w:p w:rsidR="008D2BFB" w:rsidRDefault="008D2BFB" w:rsidP="006941B3">
      <w:pPr>
        <w:keepNext/>
        <w:widowControl w:val="0"/>
        <w:suppressAutoHyphens/>
        <w:spacing w:after="0" w:line="240" w:lineRule="auto"/>
        <w:jc w:val="center"/>
        <w:outlineLvl w:val="8"/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</w:pPr>
    </w:p>
    <w:p w:rsidR="008D2BFB" w:rsidRDefault="008D2BFB" w:rsidP="006941B3">
      <w:pPr>
        <w:keepNext/>
        <w:widowControl w:val="0"/>
        <w:suppressAutoHyphens/>
        <w:spacing w:after="0" w:line="240" w:lineRule="auto"/>
        <w:jc w:val="center"/>
        <w:outlineLvl w:val="8"/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</w:pPr>
    </w:p>
    <w:p w:rsidR="007E1969" w:rsidRDefault="00763A09" w:rsidP="00763A09">
      <w:pPr>
        <w:keepNext/>
        <w:widowControl w:val="0"/>
        <w:suppressAutoHyphens/>
        <w:spacing w:after="0" w:line="240" w:lineRule="auto"/>
        <w:outlineLvl w:val="8"/>
        <w:rPr>
          <w:rFonts w:ascii="Arial" w:eastAsia="Times" w:hAnsi="Arial" w:cs="Arial"/>
          <w:b/>
          <w:kern w:val="1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ab/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ab/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ab/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ab/>
      </w:r>
      <w:r w:rsidR="006941B3" w:rsidRPr="006941B3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>BTS</w:t>
      </w:r>
      <w:r w:rsidR="0092597C" w:rsidRPr="006941B3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 xml:space="preserve"> </w:t>
      </w:r>
      <w:r w:rsidR="00485BD8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>A</w:t>
      </w:r>
      <w:r w:rsidR="002D12EB"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  <w:t>éronautique</w:t>
      </w:r>
    </w:p>
    <w:p w:rsidR="0092597C" w:rsidRPr="006941B3" w:rsidRDefault="0092597C" w:rsidP="0092597C">
      <w:pPr>
        <w:spacing w:after="0" w:line="720" w:lineRule="auto"/>
        <w:ind w:right="387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fr-FR"/>
        </w:rPr>
      </w:pPr>
      <w:r w:rsidRPr="008D2BF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S</w:t>
      </w:r>
      <w:r w:rsidR="006941B3" w:rsidRPr="008D2BF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ession</w:t>
      </w:r>
      <w:r w:rsidR="00967215">
        <w:rPr>
          <w:rFonts w:ascii="Arial" w:eastAsia="Times New Roman" w:hAnsi="Arial" w:cs="Arial"/>
          <w:b/>
          <w:bCs/>
          <w:sz w:val="24"/>
          <w:szCs w:val="24"/>
          <w:lang w:eastAsia="fr-FR"/>
        </w:rPr>
        <w:t xml:space="preserve"> 202</w:t>
      </w:r>
      <w:r w:rsidR="002D12E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4</w:t>
      </w:r>
    </w:p>
    <w:p w:rsidR="0071317C" w:rsidRDefault="0092597C" w:rsidP="0071317C">
      <w:pPr>
        <w:spacing w:after="0" w:line="240" w:lineRule="auto"/>
        <w:ind w:left="426" w:right="387"/>
        <w:jc w:val="center"/>
        <w:rPr>
          <w:rFonts w:ascii="Arial" w:eastAsia="Arial" w:hAnsi="Arial" w:cs="Arial"/>
          <w:b/>
          <w:bCs/>
          <w:sz w:val="28"/>
          <w:szCs w:val="28"/>
          <w:u w:val="single"/>
        </w:rPr>
      </w:pPr>
      <w:r w:rsidRPr="0092597C">
        <w:rPr>
          <w:rFonts w:ascii="Arial" w:eastAsia="Arial" w:hAnsi="Arial" w:cs="Arial"/>
          <w:b/>
          <w:bCs/>
          <w:sz w:val="28"/>
          <w:szCs w:val="28"/>
          <w:u w:val="single"/>
        </w:rPr>
        <w:t>CONTRÔLE</w:t>
      </w:r>
      <w:r w:rsidRPr="0092597C">
        <w:rPr>
          <w:rFonts w:ascii="Arial" w:eastAsia="Arial" w:hAnsi="Arial" w:cs="Arial"/>
          <w:b/>
          <w:bCs/>
          <w:spacing w:val="-20"/>
          <w:sz w:val="28"/>
          <w:szCs w:val="28"/>
          <w:u w:val="single"/>
        </w:rPr>
        <w:t xml:space="preserve"> </w:t>
      </w:r>
      <w:r w:rsidRPr="0092597C">
        <w:rPr>
          <w:rFonts w:ascii="Arial" w:eastAsia="Arial" w:hAnsi="Arial" w:cs="Arial"/>
          <w:b/>
          <w:bCs/>
          <w:sz w:val="28"/>
          <w:szCs w:val="28"/>
          <w:u w:val="single"/>
        </w:rPr>
        <w:t>DE</w:t>
      </w:r>
      <w:r w:rsidRPr="0092597C">
        <w:rPr>
          <w:rFonts w:ascii="Arial" w:eastAsia="Arial" w:hAnsi="Arial" w:cs="Arial"/>
          <w:b/>
          <w:bCs/>
          <w:spacing w:val="-19"/>
          <w:sz w:val="28"/>
          <w:szCs w:val="28"/>
          <w:u w:val="single"/>
        </w:rPr>
        <w:t xml:space="preserve"> </w:t>
      </w:r>
      <w:r w:rsidRPr="0092597C">
        <w:rPr>
          <w:rFonts w:ascii="Arial" w:eastAsia="Arial" w:hAnsi="Arial" w:cs="Arial"/>
          <w:b/>
          <w:bCs/>
          <w:sz w:val="28"/>
          <w:szCs w:val="28"/>
          <w:u w:val="single"/>
        </w:rPr>
        <w:t>CONFORMITÉ</w:t>
      </w:r>
    </w:p>
    <w:p w:rsidR="0071317C" w:rsidRDefault="0071317C" w:rsidP="0071317C">
      <w:pPr>
        <w:spacing w:after="0" w:line="240" w:lineRule="auto"/>
        <w:ind w:left="426" w:right="387"/>
        <w:jc w:val="center"/>
        <w:rPr>
          <w:rFonts w:ascii="Arial" w:eastAsia="Arial" w:hAnsi="Arial" w:cs="Arial"/>
          <w:b/>
          <w:bCs/>
          <w:sz w:val="28"/>
          <w:szCs w:val="28"/>
          <w:u w:val="single"/>
        </w:rPr>
      </w:pPr>
    </w:p>
    <w:p w:rsidR="0071317C" w:rsidRDefault="0071317C" w:rsidP="0071317C">
      <w:pPr>
        <w:spacing w:after="0" w:line="240" w:lineRule="auto"/>
        <w:ind w:left="284" w:right="387" w:firstLine="142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Type</w:t>
      </w:r>
      <w:r w:rsidRPr="0071317C">
        <w:rPr>
          <w:rFonts w:ascii="Arial" w:eastAsia="Arial" w:hAnsi="Arial" w:cs="Arial"/>
          <w:b/>
          <w:bCs/>
          <w:sz w:val="24"/>
          <w:szCs w:val="24"/>
        </w:rPr>
        <w:t xml:space="preserve"> d’évaluation :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  </w:t>
      </w:r>
      <w:r w:rsidRPr="0071317C">
        <w:rPr>
          <w:rFonts w:ascii="Arial" w:eastAsia="Arial" w:hAnsi="Arial" w:cs="Arial"/>
          <w:b/>
          <w:bCs/>
          <w:sz w:val="24"/>
          <w:szCs w:val="24"/>
        </w:rPr>
        <w:t xml:space="preserve">  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 </w:t>
      </w:r>
      <w:r w:rsidRPr="0071317C">
        <w:rPr>
          <w:rFonts w:ascii="Arial" w:eastAsia="Arial" w:hAnsi="Arial" w:cs="Arial"/>
          <w:b/>
          <w:bCs/>
          <w:sz w:val="36"/>
          <w:szCs w:val="36"/>
        </w:rPr>
        <w:t>□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en ponctuel          </w:t>
      </w:r>
      <w:r w:rsidRPr="0071317C">
        <w:rPr>
          <w:rFonts w:ascii="Arial" w:eastAsia="Arial" w:hAnsi="Arial" w:cs="Arial"/>
          <w:b/>
          <w:bCs/>
          <w:sz w:val="36"/>
          <w:szCs w:val="36"/>
        </w:rPr>
        <w:t>□</w:t>
      </w:r>
      <w:r>
        <w:rPr>
          <w:rFonts w:ascii="Arial" w:eastAsia="Arial" w:hAnsi="Arial" w:cs="Arial"/>
          <w:b/>
          <w:bCs/>
          <w:sz w:val="24"/>
          <w:szCs w:val="24"/>
        </w:rPr>
        <w:t xml:space="preserve"> en CCF</w:t>
      </w:r>
      <w:bookmarkStart w:id="0" w:name="_GoBack"/>
      <w:bookmarkEnd w:id="0"/>
    </w:p>
    <w:p w:rsidR="0071317C" w:rsidRPr="0071317C" w:rsidRDefault="0071317C" w:rsidP="0071317C">
      <w:pPr>
        <w:spacing w:after="0" w:line="240" w:lineRule="auto"/>
        <w:ind w:left="284" w:right="387" w:firstLine="142"/>
        <w:rPr>
          <w:rFonts w:ascii="Arial" w:eastAsia="Arial" w:hAnsi="Arial" w:cs="Arial"/>
          <w:b/>
          <w:bCs/>
          <w:sz w:val="24"/>
          <w:szCs w:val="24"/>
        </w:rPr>
      </w:pPr>
    </w:p>
    <w:p w:rsidR="006941B3" w:rsidRPr="00DE3CEE" w:rsidRDefault="00E3214C" w:rsidP="00DE3CEE">
      <w:pPr>
        <w:pStyle w:val="Paragraphedeliste"/>
        <w:numPr>
          <w:ilvl w:val="0"/>
          <w:numId w:val="3"/>
        </w:numPr>
        <w:spacing w:after="0" w:line="480" w:lineRule="auto"/>
        <w:ind w:right="387"/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>É</w:t>
      </w:r>
      <w:r w:rsidR="00DE3CEE"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>preuve concernée </w:t>
      </w:r>
    </w:p>
    <w:p w:rsidR="00DE3CEE" w:rsidRDefault="00DE3CEE" w:rsidP="00DE3CEE">
      <w:pPr>
        <w:spacing w:after="0" w:line="240" w:lineRule="auto"/>
        <w:ind w:left="426" w:right="387"/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53292C6E" wp14:editId="6D9A692D">
                <wp:simplePos x="0" y="0"/>
                <wp:positionH relativeFrom="page">
                  <wp:posOffset>2300605</wp:posOffset>
                </wp:positionH>
                <wp:positionV relativeFrom="paragraph">
                  <wp:posOffset>139700</wp:posOffset>
                </wp:positionV>
                <wp:extent cx="118110" cy="118110"/>
                <wp:effectExtent l="5080" t="12065" r="10160" b="12700"/>
                <wp:wrapNone/>
                <wp:docPr id="10" name="Grou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" cy="118110"/>
                          <a:chOff x="3848" y="31"/>
                          <a:chExt cx="186" cy="186"/>
                        </a:xfrm>
                      </wpg:grpSpPr>
                      <wps:wsp>
                        <wps:cNvPr id="11" name="Freeform 5"/>
                        <wps:cNvSpPr>
                          <a:spLocks/>
                        </wps:cNvSpPr>
                        <wps:spPr bwMode="auto">
                          <a:xfrm>
                            <a:off x="3848" y="31"/>
                            <a:ext cx="186" cy="186"/>
                          </a:xfrm>
                          <a:custGeom>
                            <a:avLst/>
                            <a:gdLst>
                              <a:gd name="T0" fmla="+- 0 3848 3848"/>
                              <a:gd name="T1" fmla="*/ T0 w 186"/>
                              <a:gd name="T2" fmla="+- 0 31 31"/>
                              <a:gd name="T3" fmla="*/ 31 h 186"/>
                              <a:gd name="T4" fmla="+- 0 4034 3848"/>
                              <a:gd name="T5" fmla="*/ T4 w 186"/>
                              <a:gd name="T6" fmla="+- 0 31 31"/>
                              <a:gd name="T7" fmla="*/ 31 h 186"/>
                              <a:gd name="T8" fmla="+- 0 4034 3848"/>
                              <a:gd name="T9" fmla="*/ T8 w 186"/>
                              <a:gd name="T10" fmla="+- 0 217 31"/>
                              <a:gd name="T11" fmla="*/ 217 h 186"/>
                              <a:gd name="T12" fmla="+- 0 3848 3848"/>
                              <a:gd name="T13" fmla="*/ T12 w 186"/>
                              <a:gd name="T14" fmla="+- 0 217 31"/>
                              <a:gd name="T15" fmla="*/ 217 h 186"/>
                              <a:gd name="T16" fmla="+- 0 3848 3848"/>
                              <a:gd name="T17" fmla="*/ T16 w 186"/>
                              <a:gd name="T18" fmla="+- 0 31 31"/>
                              <a:gd name="T19" fmla="*/ 31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6" h="186">
                                <a:moveTo>
                                  <a:pt x="0" y="0"/>
                                </a:moveTo>
                                <a:lnTo>
                                  <a:pt x="186" y="0"/>
                                </a:lnTo>
                                <a:lnTo>
                                  <a:pt x="186" y="186"/>
                                </a:lnTo>
                                <a:lnTo>
                                  <a:pt x="0" y="1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A79AB7" id="Groupe 10" o:spid="_x0000_s1026" style="position:absolute;margin-left:181.15pt;margin-top:11pt;width:9.3pt;height:9.3pt;z-index:251667456;mso-position-horizontal-relative:page" coordorigin="3848,31" coordsize="186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">
                <v:shape id="Freeform 5" o:spid="_x0000_s1027" style="position:absolute;left:3848;top:31;width:186;height:186;visibility:visible;mso-wrap-style:square;v-text-anchor:top" coordsize="186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" path="m,l186,r,186l,186,,xe" filled="f" strokeweight=".72pt">
                  <v:path arrowok="t" o:connecttype="custom" o:connectlocs="0,31;186,31;186,217;0,217;0,31" o:connectangles="0,0,0,0,0"/>
                </v:shape>
                <w10:wrap anchorx="page"/>
              </v:group>
            </w:pict>
          </mc:Fallback>
        </mc:AlternateContent>
      </w:r>
    </w:p>
    <w:p w:rsidR="00555CB3" w:rsidRDefault="00E86683" w:rsidP="00555CB3">
      <w:pPr>
        <w:pStyle w:val="Paragraphedeliste"/>
        <w:spacing w:after="0" w:line="240" w:lineRule="auto"/>
        <w:ind w:left="1080"/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fr-FR"/>
        </w:rPr>
        <w:t>U</w:t>
      </w:r>
      <w:r w:rsidR="00555CB3" w:rsidRPr="009720C5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  <w:t xml:space="preserve">6.1 </w:t>
      </w:r>
      <w:r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  <w:t>–</w:t>
      </w:r>
      <w:r w:rsidR="00DE3CEE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  <w:t xml:space="preserve"> </w:t>
      </w:r>
      <w:r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  <w:t>Suivi de production en milieu professionnel</w:t>
      </w:r>
    </w:p>
    <w:p w:rsidR="00DE3CEE" w:rsidRDefault="00DE3CEE" w:rsidP="00555CB3">
      <w:pPr>
        <w:pStyle w:val="Paragraphedeliste"/>
        <w:spacing w:after="0" w:line="240" w:lineRule="auto"/>
        <w:ind w:left="1080"/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</w:pP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A01B621" wp14:editId="5EB4F2F8">
                <wp:simplePos x="0" y="0"/>
                <wp:positionH relativeFrom="page">
                  <wp:posOffset>2300605</wp:posOffset>
                </wp:positionH>
                <wp:positionV relativeFrom="paragraph">
                  <wp:posOffset>142240</wp:posOffset>
                </wp:positionV>
                <wp:extent cx="118110" cy="118110"/>
                <wp:effectExtent l="5080" t="12065" r="10160" b="12700"/>
                <wp:wrapNone/>
                <wp:docPr id="12" name="Grou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" cy="118110"/>
                          <a:chOff x="3848" y="31"/>
                          <a:chExt cx="186" cy="186"/>
                        </a:xfrm>
                      </wpg:grpSpPr>
                      <wps:wsp>
                        <wps:cNvPr id="13" name="Freeform 5"/>
                        <wps:cNvSpPr>
                          <a:spLocks/>
                        </wps:cNvSpPr>
                        <wps:spPr bwMode="auto">
                          <a:xfrm>
                            <a:off x="3848" y="31"/>
                            <a:ext cx="186" cy="186"/>
                          </a:xfrm>
                          <a:custGeom>
                            <a:avLst/>
                            <a:gdLst>
                              <a:gd name="T0" fmla="+- 0 3848 3848"/>
                              <a:gd name="T1" fmla="*/ T0 w 186"/>
                              <a:gd name="T2" fmla="+- 0 31 31"/>
                              <a:gd name="T3" fmla="*/ 31 h 186"/>
                              <a:gd name="T4" fmla="+- 0 4034 3848"/>
                              <a:gd name="T5" fmla="*/ T4 w 186"/>
                              <a:gd name="T6" fmla="+- 0 31 31"/>
                              <a:gd name="T7" fmla="*/ 31 h 186"/>
                              <a:gd name="T8" fmla="+- 0 4034 3848"/>
                              <a:gd name="T9" fmla="*/ T8 w 186"/>
                              <a:gd name="T10" fmla="+- 0 217 31"/>
                              <a:gd name="T11" fmla="*/ 217 h 186"/>
                              <a:gd name="T12" fmla="+- 0 3848 3848"/>
                              <a:gd name="T13" fmla="*/ T12 w 186"/>
                              <a:gd name="T14" fmla="+- 0 217 31"/>
                              <a:gd name="T15" fmla="*/ 217 h 186"/>
                              <a:gd name="T16" fmla="+- 0 3848 3848"/>
                              <a:gd name="T17" fmla="*/ T16 w 186"/>
                              <a:gd name="T18" fmla="+- 0 31 31"/>
                              <a:gd name="T19" fmla="*/ 31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6" h="186">
                                <a:moveTo>
                                  <a:pt x="0" y="0"/>
                                </a:moveTo>
                                <a:lnTo>
                                  <a:pt x="186" y="0"/>
                                </a:lnTo>
                                <a:lnTo>
                                  <a:pt x="186" y="186"/>
                                </a:lnTo>
                                <a:lnTo>
                                  <a:pt x="0" y="1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DCF6DF7" id="Groupe 12" o:spid="_x0000_s1026" style="position:absolute;margin-left:181.15pt;margin-top:11.2pt;width:9.3pt;height:9.3pt;z-index:251669504;mso-position-horizontal-relative:page" coordorigin="3848,31" coordsize="186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">
                <v:shape id="Freeform 5" o:spid="_x0000_s1027" style="position:absolute;left:3848;top:31;width:186;height:186;visibility:visible;mso-wrap-style:square;v-text-anchor:top" coordsize="186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" path="m,l186,r,186l,186,,xe" filled="f" strokeweight=".72pt">
                  <v:path arrowok="t" o:connecttype="custom" o:connectlocs="0,31;186,31;186,217;0,217;0,31" o:connectangles="0,0,0,0,0"/>
                </v:shape>
                <w10:wrap anchorx="page"/>
              </v:group>
            </w:pict>
          </mc:Fallback>
        </mc:AlternateContent>
      </w:r>
    </w:p>
    <w:p w:rsidR="00555CB3" w:rsidRDefault="00DE3CEE" w:rsidP="00DE3CEE">
      <w:pPr>
        <w:pStyle w:val="Paragraphedeliste"/>
        <w:spacing w:after="0" w:line="240" w:lineRule="auto"/>
        <w:ind w:left="1080"/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</w:pPr>
      <w:r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  <w:t>E6.2</w:t>
      </w:r>
      <w:r w:rsidRPr="009720C5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  <w:t xml:space="preserve"> </w:t>
      </w:r>
      <w:r w:rsidR="00E86683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  <w:t>–</w:t>
      </w:r>
      <w:r w:rsidR="00F272DB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  <w:t xml:space="preserve"> </w:t>
      </w:r>
      <w:r w:rsidR="00E86683"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  <w:t>Maintien de navigabilité et documentation technique réalisés en entreprise</w:t>
      </w:r>
    </w:p>
    <w:p w:rsidR="00DE3CEE" w:rsidRPr="00DE3CEE" w:rsidRDefault="00DE3CEE" w:rsidP="00DE3CEE">
      <w:pPr>
        <w:pStyle w:val="Paragraphedeliste"/>
        <w:spacing w:after="0" w:line="240" w:lineRule="auto"/>
        <w:ind w:left="1080"/>
        <w:rPr>
          <w:rFonts w:ascii="Arial" w:eastAsia="Times New Roman" w:hAnsi="Arial" w:cs="Arial"/>
          <w:b/>
          <w:bCs/>
          <w:iCs/>
          <w:color w:val="000000"/>
          <w:sz w:val="20"/>
          <w:szCs w:val="20"/>
          <w:lang w:eastAsia="fr-FR"/>
        </w:rPr>
      </w:pPr>
    </w:p>
    <w:p w:rsidR="00DE3CEE" w:rsidRPr="00DE3CEE" w:rsidRDefault="00DE3CEE" w:rsidP="00DE3CEE">
      <w:pPr>
        <w:pStyle w:val="Corpsdetexte"/>
        <w:numPr>
          <w:ilvl w:val="0"/>
          <w:numId w:val="3"/>
        </w:numPr>
        <w:spacing w:before="136" w:line="479" w:lineRule="auto"/>
        <w:rPr>
          <w:b/>
          <w:lang w:val="fr-FR"/>
        </w:rPr>
      </w:pPr>
      <w:r w:rsidRPr="00DE3CEE">
        <w:rPr>
          <w:b/>
          <w:lang w:val="fr-FR"/>
        </w:rPr>
        <w:t>Identification du candidat</w:t>
      </w:r>
    </w:p>
    <w:p w:rsidR="00DE3CEE" w:rsidRDefault="00DE3CEE" w:rsidP="00DE3CEE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lang w:val="fr-FR"/>
        </w:rPr>
      </w:pPr>
    </w:p>
    <w:p w:rsidR="0092597C" w:rsidRPr="00DE3CEE" w:rsidRDefault="0092597C" w:rsidP="00DE3CEE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lang w:val="fr-FR"/>
        </w:rPr>
      </w:pPr>
      <w:r w:rsidRPr="00D11E58">
        <w:rPr>
          <w:lang w:val="fr-FR"/>
        </w:rPr>
        <w:t>NOM</w:t>
      </w:r>
      <w:r>
        <w:rPr>
          <w:lang w:val="fr-FR"/>
        </w:rPr>
        <w:t> :</w:t>
      </w:r>
      <w:r w:rsidR="00DE3CEE">
        <w:rPr>
          <w:lang w:val="fr-FR"/>
        </w:rPr>
        <w:t xml:space="preserve"> ………………………….</w:t>
      </w:r>
      <w:r>
        <w:rPr>
          <w:lang w:val="fr-FR"/>
        </w:rPr>
        <w:t xml:space="preserve"> </w:t>
      </w:r>
      <w:r w:rsidR="00DE3CEE">
        <w:rPr>
          <w:lang w:val="fr-FR"/>
        </w:rPr>
        <w:t xml:space="preserve"> </w:t>
      </w:r>
      <w:r w:rsidRPr="00D11E58">
        <w:rPr>
          <w:lang w:val="fr-FR"/>
        </w:rPr>
        <w:t>Prénom</w:t>
      </w:r>
      <w:r w:rsidRPr="00D11E58">
        <w:rPr>
          <w:spacing w:val="-2"/>
          <w:lang w:val="fr-FR"/>
        </w:rPr>
        <w:t xml:space="preserve"> </w:t>
      </w:r>
      <w:r w:rsidRPr="00D11E58">
        <w:rPr>
          <w:lang w:val="fr-FR"/>
        </w:rPr>
        <w:t>:</w:t>
      </w:r>
      <w:r>
        <w:rPr>
          <w:lang w:val="fr-FR"/>
        </w:rPr>
        <w:t xml:space="preserve"> </w:t>
      </w:r>
      <w:r w:rsidR="00DE3CEE">
        <w:rPr>
          <w:lang w:val="fr-FR"/>
        </w:rPr>
        <w:t xml:space="preserve">………………… </w:t>
      </w:r>
      <w:r>
        <w:rPr>
          <w:spacing w:val="-1"/>
          <w:lang w:val="fr-FR"/>
        </w:rPr>
        <w:t>N° inscription :</w:t>
      </w:r>
      <w:r w:rsidR="00DE3CEE">
        <w:rPr>
          <w:spacing w:val="-1"/>
          <w:lang w:val="fr-FR"/>
        </w:rPr>
        <w:t xml:space="preserve"> ……………….</w:t>
      </w:r>
    </w:p>
    <w:p w:rsidR="00DE3CEE" w:rsidRDefault="00DE3CEE" w:rsidP="00DE3CEE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62"/>
        </w:tabs>
        <w:spacing w:before="6"/>
        <w:rPr>
          <w:spacing w:val="-1"/>
          <w:lang w:val="fr-FR"/>
        </w:rPr>
      </w:pPr>
    </w:p>
    <w:p w:rsidR="0092597C" w:rsidRDefault="0092597C" w:rsidP="00DE3CEE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62"/>
        </w:tabs>
        <w:spacing w:before="6"/>
        <w:rPr>
          <w:lang w:val="fr-FR"/>
        </w:rPr>
      </w:pPr>
      <w:r w:rsidRPr="00D11E58">
        <w:rPr>
          <w:spacing w:val="-1"/>
          <w:lang w:val="fr-FR"/>
        </w:rPr>
        <w:t>Centre d’épreuve</w:t>
      </w:r>
      <w:r w:rsidR="00555CB3">
        <w:rPr>
          <w:spacing w:val="-1"/>
          <w:lang w:val="fr-FR"/>
        </w:rPr>
        <w:t xml:space="preserve"> </w:t>
      </w:r>
      <w:r w:rsidRPr="00D11E58">
        <w:rPr>
          <w:lang w:val="fr-FR"/>
        </w:rPr>
        <w:t>:</w:t>
      </w:r>
      <w:r>
        <w:rPr>
          <w:lang w:val="fr-FR"/>
        </w:rPr>
        <w:t xml:space="preserve"> </w:t>
      </w:r>
      <w:r w:rsidR="00DE3CEE">
        <w:rPr>
          <w:lang w:val="fr-FR"/>
        </w:rPr>
        <w:t>………………………………………………………………………………</w:t>
      </w:r>
    </w:p>
    <w:p w:rsidR="00DE3CEE" w:rsidRPr="0092597C" w:rsidRDefault="00DE3CEE" w:rsidP="00DE3CEE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762"/>
        </w:tabs>
        <w:spacing w:before="6"/>
        <w:rPr>
          <w:lang w:val="fr-FR"/>
        </w:rPr>
      </w:pPr>
    </w:p>
    <w:p w:rsidR="0092597C" w:rsidRPr="006B39D8" w:rsidRDefault="006B39D8" w:rsidP="006B39D8">
      <w:pPr>
        <w:pStyle w:val="Corpsdetexte"/>
        <w:numPr>
          <w:ilvl w:val="0"/>
          <w:numId w:val="3"/>
        </w:numPr>
        <w:spacing w:before="136" w:line="479" w:lineRule="auto"/>
        <w:rPr>
          <w:b/>
          <w:lang w:val="fr-FR"/>
        </w:rPr>
      </w:pPr>
      <w:r>
        <w:rPr>
          <w:b/>
          <w:lang w:val="fr-FR"/>
        </w:rPr>
        <w:t>Motifs de non-conformité</w:t>
      </w:r>
    </w:p>
    <w:p w:rsidR="0092597C" w:rsidRDefault="0092597C" w:rsidP="0071317C">
      <w:pPr>
        <w:pStyle w:val="Corpsdetexte"/>
        <w:ind w:left="0"/>
        <w:rPr>
          <w:lang w:val="fr-FR"/>
        </w:rPr>
      </w:pPr>
      <w:r w:rsidRPr="00D11E58">
        <w:rPr>
          <w:spacing w:val="-1"/>
          <w:lang w:val="fr-FR"/>
        </w:rPr>
        <w:t>Conformément</w:t>
      </w:r>
      <w:r w:rsidRPr="00D11E58">
        <w:rPr>
          <w:spacing w:val="17"/>
          <w:lang w:val="fr-FR"/>
        </w:rPr>
        <w:t xml:space="preserve"> </w:t>
      </w:r>
      <w:r w:rsidRPr="00D11E58">
        <w:rPr>
          <w:lang w:val="fr-FR"/>
        </w:rPr>
        <w:t>à</w:t>
      </w:r>
      <w:r w:rsidR="00D4295A">
        <w:rPr>
          <w:spacing w:val="17"/>
          <w:lang w:val="fr-FR"/>
        </w:rPr>
        <w:t xml:space="preserve"> </w:t>
      </w:r>
      <w:r w:rsidR="00D4295A" w:rsidRPr="00136369">
        <w:rPr>
          <w:spacing w:val="17"/>
          <w:lang w:val="fr-FR"/>
        </w:rPr>
        <w:t>l’</w:t>
      </w:r>
      <w:r w:rsidR="00D4295A" w:rsidRPr="00136369">
        <w:rPr>
          <w:rFonts w:eastAsia="Arial Narrow" w:cs="Arial"/>
          <w:spacing w:val="-1"/>
          <w:lang w:val="fr-FR"/>
        </w:rPr>
        <w:t>arrêté</w:t>
      </w:r>
      <w:r w:rsidR="00D4295A" w:rsidRPr="00136369">
        <w:rPr>
          <w:rFonts w:eastAsia="Arial Narrow" w:cs="Arial"/>
          <w:spacing w:val="-2"/>
          <w:lang w:val="fr-FR"/>
        </w:rPr>
        <w:t xml:space="preserve"> </w:t>
      </w:r>
      <w:r w:rsidR="00D4295A" w:rsidRPr="00136369">
        <w:rPr>
          <w:rFonts w:eastAsia="Arial Narrow" w:cs="Arial"/>
          <w:lang w:val="fr-FR"/>
        </w:rPr>
        <w:t>du</w:t>
      </w:r>
      <w:r w:rsidR="00D4295A" w:rsidRPr="00136369">
        <w:rPr>
          <w:rFonts w:eastAsia="Arial Narrow" w:cs="Arial"/>
          <w:spacing w:val="-2"/>
          <w:lang w:val="fr-FR"/>
        </w:rPr>
        <w:t xml:space="preserve"> </w:t>
      </w:r>
      <w:r w:rsidR="00D4295A" w:rsidRPr="00136369">
        <w:rPr>
          <w:rFonts w:eastAsia="Arial Narrow" w:cs="Arial"/>
          <w:lang w:val="fr-FR"/>
        </w:rPr>
        <w:t>7</w:t>
      </w:r>
      <w:r w:rsidR="00D4295A" w:rsidRPr="00136369">
        <w:rPr>
          <w:rFonts w:eastAsia="Arial Narrow" w:cs="Arial"/>
          <w:spacing w:val="-2"/>
          <w:lang w:val="fr-FR"/>
        </w:rPr>
        <w:t xml:space="preserve"> </w:t>
      </w:r>
      <w:r w:rsidR="00D4295A" w:rsidRPr="00136369">
        <w:rPr>
          <w:rFonts w:eastAsia="Arial Narrow" w:cs="Arial"/>
          <w:spacing w:val="-1"/>
          <w:lang w:val="fr-FR"/>
        </w:rPr>
        <w:t xml:space="preserve">juin </w:t>
      </w:r>
      <w:r w:rsidR="00D4295A" w:rsidRPr="00136369">
        <w:rPr>
          <w:rFonts w:eastAsia="Arial Narrow" w:cs="Arial"/>
          <w:lang w:val="fr-FR"/>
        </w:rPr>
        <w:t>2016</w:t>
      </w:r>
      <w:r w:rsidRPr="00D11E58">
        <w:rPr>
          <w:lang w:val="fr-FR"/>
        </w:rPr>
        <w:t>,</w:t>
      </w:r>
      <w:r w:rsidRPr="00D11E58">
        <w:rPr>
          <w:spacing w:val="17"/>
          <w:lang w:val="fr-FR"/>
        </w:rPr>
        <w:t xml:space="preserve"> </w:t>
      </w:r>
      <w:r w:rsidRPr="00D11E58">
        <w:rPr>
          <w:spacing w:val="-1"/>
          <w:lang w:val="fr-FR"/>
        </w:rPr>
        <w:t>la</w:t>
      </w:r>
      <w:r w:rsidRPr="00D11E58">
        <w:rPr>
          <w:spacing w:val="17"/>
          <w:lang w:val="fr-FR"/>
        </w:rPr>
        <w:t xml:space="preserve"> </w:t>
      </w:r>
      <w:r w:rsidRPr="00D11E58">
        <w:rPr>
          <w:spacing w:val="-1"/>
          <w:lang w:val="fr-FR"/>
        </w:rPr>
        <w:t>commission</w:t>
      </w:r>
      <w:r w:rsidRPr="00D11E58">
        <w:rPr>
          <w:spacing w:val="17"/>
          <w:lang w:val="fr-FR"/>
        </w:rPr>
        <w:t xml:space="preserve"> </w:t>
      </w:r>
      <w:r w:rsidRPr="00D11E58">
        <w:rPr>
          <w:lang w:val="fr-FR"/>
        </w:rPr>
        <w:t>de</w:t>
      </w:r>
      <w:r w:rsidRPr="00D11E58">
        <w:rPr>
          <w:spacing w:val="16"/>
          <w:lang w:val="fr-FR"/>
        </w:rPr>
        <w:t xml:space="preserve"> </w:t>
      </w:r>
      <w:r w:rsidRPr="00D11E58">
        <w:rPr>
          <w:lang w:val="fr-FR"/>
        </w:rPr>
        <w:t>contrôle</w:t>
      </w:r>
      <w:r w:rsidRPr="00D11E58">
        <w:rPr>
          <w:spacing w:val="17"/>
          <w:lang w:val="fr-FR"/>
        </w:rPr>
        <w:t xml:space="preserve"> </w:t>
      </w:r>
      <w:r w:rsidRPr="00D11E58">
        <w:rPr>
          <w:lang w:val="fr-FR"/>
        </w:rPr>
        <w:t>a</w:t>
      </w:r>
      <w:r w:rsidRPr="00D11E58">
        <w:rPr>
          <w:spacing w:val="16"/>
          <w:lang w:val="fr-FR"/>
        </w:rPr>
        <w:t xml:space="preserve"> </w:t>
      </w:r>
      <w:r w:rsidRPr="00D11E58">
        <w:rPr>
          <w:spacing w:val="-1"/>
          <w:lang w:val="fr-FR"/>
        </w:rPr>
        <w:t>constaté</w:t>
      </w:r>
      <w:r w:rsidRPr="00D11E58">
        <w:rPr>
          <w:spacing w:val="17"/>
          <w:lang w:val="fr-FR"/>
        </w:rPr>
        <w:t xml:space="preserve"> </w:t>
      </w:r>
      <w:r w:rsidRPr="00D11E58">
        <w:rPr>
          <w:lang w:val="fr-FR"/>
        </w:rPr>
        <w:t>le</w:t>
      </w:r>
      <w:r w:rsidRPr="00D11E58">
        <w:rPr>
          <w:spacing w:val="17"/>
          <w:lang w:val="fr-FR"/>
        </w:rPr>
        <w:t xml:space="preserve"> </w:t>
      </w:r>
      <w:r w:rsidRPr="00D11E58">
        <w:rPr>
          <w:lang w:val="fr-FR"/>
        </w:rPr>
        <w:t>(ou</w:t>
      </w:r>
      <w:r w:rsidRPr="00D11E58">
        <w:rPr>
          <w:spacing w:val="47"/>
          <w:lang w:val="fr-FR"/>
        </w:rPr>
        <w:t xml:space="preserve"> </w:t>
      </w:r>
      <w:r w:rsidRPr="00D11E58">
        <w:rPr>
          <w:lang w:val="fr-FR"/>
        </w:rPr>
        <w:t>les)</w:t>
      </w:r>
      <w:r w:rsidRPr="00D11E58">
        <w:rPr>
          <w:spacing w:val="-2"/>
          <w:lang w:val="fr-FR"/>
        </w:rPr>
        <w:t xml:space="preserve"> </w:t>
      </w:r>
      <w:r w:rsidRPr="00D11E58">
        <w:rPr>
          <w:spacing w:val="-1"/>
          <w:lang w:val="fr-FR"/>
        </w:rPr>
        <w:t>cas</w:t>
      </w:r>
      <w:r w:rsidRPr="00D11E58">
        <w:rPr>
          <w:lang w:val="fr-FR"/>
        </w:rPr>
        <w:t xml:space="preserve"> </w:t>
      </w:r>
      <w:r w:rsidRPr="00D11E58">
        <w:rPr>
          <w:spacing w:val="-1"/>
          <w:lang w:val="fr-FR"/>
        </w:rPr>
        <w:t>suivant(s)</w:t>
      </w:r>
      <w:r w:rsidRPr="00D11E58">
        <w:rPr>
          <w:lang w:val="fr-FR"/>
        </w:rPr>
        <w:t xml:space="preserve"> de </w:t>
      </w:r>
      <w:r w:rsidRPr="00D11E58">
        <w:rPr>
          <w:spacing w:val="-1"/>
          <w:lang w:val="fr-FR"/>
        </w:rPr>
        <w:t>non-conformité</w:t>
      </w:r>
      <w:r w:rsidRPr="00D11E58">
        <w:rPr>
          <w:lang w:val="fr-FR"/>
        </w:rPr>
        <w:t xml:space="preserve"> </w:t>
      </w:r>
      <w:r w:rsidRPr="00D11E58">
        <w:rPr>
          <w:spacing w:val="-1"/>
          <w:lang w:val="fr-FR"/>
        </w:rPr>
        <w:t>qui entraîne(nt)</w:t>
      </w:r>
      <w:r w:rsidRPr="00D11E58">
        <w:rPr>
          <w:spacing w:val="-2"/>
          <w:lang w:val="fr-FR"/>
        </w:rPr>
        <w:t xml:space="preserve"> </w:t>
      </w:r>
      <w:r w:rsidRPr="0071317C">
        <w:rPr>
          <w:b/>
          <w:color w:val="FF0000"/>
          <w:spacing w:val="-1"/>
          <w:lang w:val="fr-FR"/>
        </w:rPr>
        <w:t>la</w:t>
      </w:r>
      <w:r w:rsidRPr="0071317C">
        <w:rPr>
          <w:b/>
          <w:color w:val="FF0000"/>
          <w:lang w:val="fr-FR"/>
        </w:rPr>
        <w:t xml:space="preserve"> </w:t>
      </w:r>
      <w:r w:rsidRPr="0071317C">
        <w:rPr>
          <w:b/>
          <w:color w:val="FF0000"/>
          <w:spacing w:val="-1"/>
          <w:lang w:val="fr-FR"/>
        </w:rPr>
        <w:t>non</w:t>
      </w:r>
      <w:r w:rsidRPr="0071317C">
        <w:rPr>
          <w:b/>
          <w:color w:val="FF0000"/>
          <w:lang w:val="fr-FR"/>
        </w:rPr>
        <w:t xml:space="preserve"> </w:t>
      </w:r>
      <w:r w:rsidR="00C76F39" w:rsidRPr="0071317C">
        <w:rPr>
          <w:b/>
          <w:color w:val="FF0000"/>
          <w:spacing w:val="-1"/>
          <w:lang w:val="fr-FR"/>
        </w:rPr>
        <w:t>validité de l’épreuve (NV)</w:t>
      </w:r>
      <w:r w:rsidR="0071317C" w:rsidRPr="0071317C">
        <w:rPr>
          <w:color w:val="FF0000"/>
          <w:spacing w:val="-1"/>
          <w:lang w:val="fr-FR"/>
        </w:rPr>
        <w:t xml:space="preserve"> </w:t>
      </w:r>
      <w:r w:rsidR="0071317C">
        <w:rPr>
          <w:spacing w:val="-1"/>
          <w:lang w:val="fr-FR"/>
        </w:rPr>
        <w:t>- pas de passage possible</w:t>
      </w:r>
      <w:r w:rsidRPr="00D11E58">
        <w:rPr>
          <w:lang w:val="fr-FR"/>
        </w:rPr>
        <w:t>:</w:t>
      </w:r>
    </w:p>
    <w:p w:rsidR="006B39D8" w:rsidRPr="00D11E58" w:rsidRDefault="006B39D8" w:rsidP="006B39D8">
      <w:pPr>
        <w:pStyle w:val="Corpsdetexte"/>
        <w:rPr>
          <w:lang w:val="fr-FR"/>
        </w:rPr>
      </w:pPr>
    </w:p>
    <w:p w:rsidR="0092597C" w:rsidRDefault="0071317C" w:rsidP="0071317C">
      <w:pPr>
        <w:pStyle w:val="Corpsdetexte"/>
        <w:spacing w:before="8"/>
        <w:rPr>
          <w:spacing w:val="-1"/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2072640</wp:posOffset>
                </wp:positionH>
                <wp:positionV relativeFrom="paragraph">
                  <wp:posOffset>27305</wp:posOffset>
                </wp:positionV>
                <wp:extent cx="118110" cy="118110"/>
                <wp:effectExtent l="5080" t="12065" r="10160" b="12700"/>
                <wp:wrapNone/>
                <wp:docPr id="4" name="Grou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" cy="118110"/>
                          <a:chOff x="3848" y="31"/>
                          <a:chExt cx="186" cy="186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3848" y="31"/>
                            <a:ext cx="186" cy="186"/>
                          </a:xfrm>
                          <a:custGeom>
                            <a:avLst/>
                            <a:gdLst>
                              <a:gd name="T0" fmla="+- 0 3848 3848"/>
                              <a:gd name="T1" fmla="*/ T0 w 186"/>
                              <a:gd name="T2" fmla="+- 0 31 31"/>
                              <a:gd name="T3" fmla="*/ 31 h 186"/>
                              <a:gd name="T4" fmla="+- 0 4034 3848"/>
                              <a:gd name="T5" fmla="*/ T4 w 186"/>
                              <a:gd name="T6" fmla="+- 0 31 31"/>
                              <a:gd name="T7" fmla="*/ 31 h 186"/>
                              <a:gd name="T8" fmla="+- 0 4034 3848"/>
                              <a:gd name="T9" fmla="*/ T8 w 186"/>
                              <a:gd name="T10" fmla="+- 0 217 31"/>
                              <a:gd name="T11" fmla="*/ 217 h 186"/>
                              <a:gd name="T12" fmla="+- 0 3848 3848"/>
                              <a:gd name="T13" fmla="*/ T12 w 186"/>
                              <a:gd name="T14" fmla="+- 0 217 31"/>
                              <a:gd name="T15" fmla="*/ 217 h 186"/>
                              <a:gd name="T16" fmla="+- 0 3848 3848"/>
                              <a:gd name="T17" fmla="*/ T16 w 186"/>
                              <a:gd name="T18" fmla="+- 0 31 31"/>
                              <a:gd name="T19" fmla="*/ 31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6" h="186">
                                <a:moveTo>
                                  <a:pt x="0" y="0"/>
                                </a:moveTo>
                                <a:lnTo>
                                  <a:pt x="186" y="0"/>
                                </a:lnTo>
                                <a:lnTo>
                                  <a:pt x="186" y="186"/>
                                </a:lnTo>
                                <a:lnTo>
                                  <a:pt x="0" y="1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0AC8E9" id="Groupe 4" o:spid="_x0000_s1026" style="position:absolute;margin-left:163.2pt;margin-top:2.15pt;width:9.3pt;height:9.3pt;z-index:251661312;mso-position-horizontal-relative:page" coordorigin="3848,31" coordsize="186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">
                <v:shape id="Freeform 5" o:spid="_x0000_s1027" style="position:absolute;left:3848;top:31;width:186;height:186;visibility:visible;mso-wrap-style:square;v-text-anchor:top" coordsize="186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" path="m,l186,r,186l,186,,xe" filled="f" strokeweight=".72pt">
                  <v:path arrowok="t" o:connecttype="custom" o:connectlocs="0,31;186,31;186,217;0,217;0,31" o:connectangles="0,0,0,0,0"/>
                </v:shape>
                <w10:wrap anchorx="page"/>
              </v:group>
            </w:pict>
          </mc:Fallback>
        </mc:AlternateContent>
      </w:r>
      <w:r w:rsidR="0092597C" w:rsidRPr="00D11E58">
        <w:rPr>
          <w:spacing w:val="-1"/>
          <w:lang w:val="fr-FR"/>
        </w:rPr>
        <w:t>Absence</w:t>
      </w:r>
      <w:r w:rsidR="0092597C" w:rsidRPr="00D11E58">
        <w:rPr>
          <w:lang w:val="fr-FR"/>
        </w:rPr>
        <w:t xml:space="preserve"> de</w:t>
      </w:r>
      <w:r w:rsidR="0092597C" w:rsidRPr="00D11E58">
        <w:rPr>
          <w:spacing w:val="-2"/>
          <w:lang w:val="fr-FR"/>
        </w:rPr>
        <w:t xml:space="preserve"> </w:t>
      </w:r>
      <w:r w:rsidR="0092597C" w:rsidRPr="00D11E58">
        <w:rPr>
          <w:spacing w:val="-1"/>
          <w:lang w:val="fr-FR"/>
        </w:rPr>
        <w:t>dossier</w:t>
      </w:r>
      <w:r w:rsidR="0092597C" w:rsidRPr="00A64864">
        <w:rPr>
          <w:b/>
          <w:lang w:val="fr-FR"/>
        </w:rPr>
        <w:t xml:space="preserve"> </w:t>
      </w:r>
      <w:r w:rsidRPr="0071317C">
        <w:rPr>
          <w:b/>
          <w:color w:val="FF0000"/>
          <w:lang w:val="fr-FR"/>
        </w:rPr>
        <w:t>(NV)</w:t>
      </w:r>
    </w:p>
    <w:p w:rsidR="006B39D8" w:rsidRPr="006B39D8" w:rsidRDefault="006B39D8" w:rsidP="006B39D8">
      <w:pPr>
        <w:pStyle w:val="Corpsdetexte"/>
        <w:spacing w:before="8"/>
        <w:ind w:left="1469"/>
        <w:rPr>
          <w:lang w:val="fr-FR"/>
        </w:rPr>
      </w:pPr>
    </w:p>
    <w:p w:rsidR="0092597C" w:rsidRDefault="0092597C" w:rsidP="0071317C">
      <w:pPr>
        <w:pStyle w:val="Corpsdetexte"/>
        <w:rPr>
          <w:spacing w:val="-1"/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2071370</wp:posOffset>
                </wp:positionH>
                <wp:positionV relativeFrom="paragraph">
                  <wp:posOffset>13335</wp:posOffset>
                </wp:positionV>
                <wp:extent cx="118110" cy="118110"/>
                <wp:effectExtent l="5080" t="9525" r="10160" b="5715"/>
                <wp:wrapNone/>
                <wp:docPr id="2" name="Grou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" cy="118110"/>
                          <a:chOff x="3848" y="23"/>
                          <a:chExt cx="186" cy="186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3848" y="23"/>
                            <a:ext cx="186" cy="186"/>
                          </a:xfrm>
                          <a:custGeom>
                            <a:avLst/>
                            <a:gdLst>
                              <a:gd name="T0" fmla="+- 0 3848 3848"/>
                              <a:gd name="T1" fmla="*/ T0 w 186"/>
                              <a:gd name="T2" fmla="+- 0 23 23"/>
                              <a:gd name="T3" fmla="*/ 23 h 186"/>
                              <a:gd name="T4" fmla="+- 0 4034 3848"/>
                              <a:gd name="T5" fmla="*/ T4 w 186"/>
                              <a:gd name="T6" fmla="+- 0 23 23"/>
                              <a:gd name="T7" fmla="*/ 23 h 186"/>
                              <a:gd name="T8" fmla="+- 0 4034 3848"/>
                              <a:gd name="T9" fmla="*/ T8 w 186"/>
                              <a:gd name="T10" fmla="+- 0 209 23"/>
                              <a:gd name="T11" fmla="*/ 209 h 186"/>
                              <a:gd name="T12" fmla="+- 0 3848 3848"/>
                              <a:gd name="T13" fmla="*/ T12 w 186"/>
                              <a:gd name="T14" fmla="+- 0 209 23"/>
                              <a:gd name="T15" fmla="*/ 209 h 186"/>
                              <a:gd name="T16" fmla="+- 0 3848 3848"/>
                              <a:gd name="T17" fmla="*/ T16 w 186"/>
                              <a:gd name="T18" fmla="+- 0 23 23"/>
                              <a:gd name="T19" fmla="*/ 23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6" h="186">
                                <a:moveTo>
                                  <a:pt x="0" y="0"/>
                                </a:moveTo>
                                <a:lnTo>
                                  <a:pt x="186" y="0"/>
                                </a:lnTo>
                                <a:lnTo>
                                  <a:pt x="186" y="186"/>
                                </a:lnTo>
                                <a:lnTo>
                                  <a:pt x="0" y="1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892AEB" id="Groupe 2" o:spid="_x0000_s1026" style="position:absolute;margin-left:163.1pt;margin-top:1.05pt;width:9.3pt;height:9.3pt;z-index:251660288;mso-position-horizontal-relative:page" coordorigin="3848,23" coordsize="186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">
                <v:shape id="Freeform 3" o:spid="_x0000_s1027" style="position:absolute;left:3848;top:23;width:186;height:186;visibility:visible;mso-wrap-style:square;v-text-anchor:top" coordsize="186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" path="m,l186,r,186l,186,,xe" filled="f" strokeweight=".72pt">
                  <v:path arrowok="t" o:connecttype="custom" o:connectlocs="0,23;186,23;186,209;0,209;0,23" o:connectangles="0,0,0,0,0"/>
                </v:shape>
                <w10:wrap anchorx="page"/>
              </v:group>
            </w:pict>
          </mc:Fallback>
        </mc:AlternateContent>
      </w:r>
      <w:r w:rsidRPr="00D11E58">
        <w:rPr>
          <w:spacing w:val="-1"/>
          <w:lang w:val="fr-FR"/>
        </w:rPr>
        <w:t>Dossier</w:t>
      </w:r>
      <w:r w:rsidRPr="00D11E58">
        <w:rPr>
          <w:lang w:val="fr-FR"/>
        </w:rPr>
        <w:t xml:space="preserve"> </w:t>
      </w:r>
      <w:r w:rsidRPr="00D11E58">
        <w:rPr>
          <w:spacing w:val="-1"/>
          <w:lang w:val="fr-FR"/>
        </w:rPr>
        <w:t>déposé</w:t>
      </w:r>
      <w:r w:rsidRPr="00D11E58">
        <w:rPr>
          <w:lang w:val="fr-FR"/>
        </w:rPr>
        <w:t xml:space="preserve"> </w:t>
      </w:r>
      <w:r w:rsidRPr="00D11E58">
        <w:rPr>
          <w:spacing w:val="-1"/>
          <w:lang w:val="fr-FR"/>
        </w:rPr>
        <w:t>au-delà</w:t>
      </w:r>
      <w:r w:rsidRPr="00D11E58">
        <w:rPr>
          <w:lang w:val="fr-FR"/>
        </w:rPr>
        <w:t xml:space="preserve"> </w:t>
      </w:r>
      <w:r w:rsidRPr="00D11E58">
        <w:rPr>
          <w:spacing w:val="-1"/>
          <w:lang w:val="fr-FR"/>
        </w:rPr>
        <w:t>de</w:t>
      </w:r>
      <w:r w:rsidRPr="00D11E58">
        <w:rPr>
          <w:lang w:val="fr-FR"/>
        </w:rPr>
        <w:t xml:space="preserve"> la </w:t>
      </w:r>
      <w:r w:rsidRPr="00D11E58">
        <w:rPr>
          <w:spacing w:val="-1"/>
          <w:lang w:val="fr-FR"/>
        </w:rPr>
        <w:t>date</w:t>
      </w:r>
      <w:r w:rsidRPr="00D11E58">
        <w:rPr>
          <w:lang w:val="fr-FR"/>
        </w:rPr>
        <w:t xml:space="preserve"> </w:t>
      </w:r>
      <w:r w:rsidRPr="00D11E58">
        <w:rPr>
          <w:spacing w:val="-1"/>
          <w:lang w:val="fr-FR"/>
        </w:rPr>
        <w:t>fixée</w:t>
      </w:r>
      <w:r w:rsidRPr="00D11E58">
        <w:rPr>
          <w:lang w:val="fr-FR"/>
        </w:rPr>
        <w:t xml:space="preserve"> </w:t>
      </w:r>
      <w:r w:rsidRPr="00D11E58">
        <w:rPr>
          <w:spacing w:val="-1"/>
          <w:lang w:val="fr-FR"/>
        </w:rPr>
        <w:t>par les</w:t>
      </w:r>
      <w:r w:rsidRPr="00D11E58">
        <w:rPr>
          <w:spacing w:val="1"/>
          <w:lang w:val="fr-FR"/>
        </w:rPr>
        <w:t xml:space="preserve"> </w:t>
      </w:r>
      <w:r w:rsidRPr="00D11E58">
        <w:rPr>
          <w:spacing w:val="-1"/>
          <w:lang w:val="fr-FR"/>
        </w:rPr>
        <w:t>autorités</w:t>
      </w:r>
      <w:r w:rsidR="00351DB0">
        <w:rPr>
          <w:spacing w:val="-1"/>
          <w:lang w:val="fr-FR"/>
        </w:rPr>
        <w:t xml:space="preserve"> </w:t>
      </w:r>
      <w:r w:rsidRPr="00D11E58">
        <w:rPr>
          <w:spacing w:val="-1"/>
          <w:lang w:val="fr-FR"/>
        </w:rPr>
        <w:t xml:space="preserve">académiques </w:t>
      </w:r>
      <w:r w:rsidR="0071317C" w:rsidRPr="0071317C">
        <w:rPr>
          <w:b/>
          <w:color w:val="FF0000"/>
          <w:spacing w:val="-1"/>
          <w:lang w:val="fr-FR"/>
        </w:rPr>
        <w:t>(NV)</w:t>
      </w:r>
    </w:p>
    <w:p w:rsidR="006B39D8" w:rsidRDefault="006B39D8" w:rsidP="0092597C">
      <w:pPr>
        <w:pStyle w:val="Corpsdetexte"/>
        <w:ind w:left="1475" w:hanging="6"/>
        <w:rPr>
          <w:spacing w:val="-1"/>
          <w:lang w:val="fr-FR"/>
        </w:rPr>
      </w:pPr>
    </w:p>
    <w:p w:rsidR="006B39D8" w:rsidRDefault="006B39D8" w:rsidP="00BF1F43">
      <w:pPr>
        <w:pStyle w:val="Corpsdetexte"/>
        <w:rPr>
          <w:spacing w:val="-1"/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CA34042" wp14:editId="5DE4FCEB">
                <wp:simplePos x="0" y="0"/>
                <wp:positionH relativeFrom="page">
                  <wp:posOffset>2070735</wp:posOffset>
                </wp:positionH>
                <wp:positionV relativeFrom="paragraph">
                  <wp:posOffset>9525</wp:posOffset>
                </wp:positionV>
                <wp:extent cx="118110" cy="118110"/>
                <wp:effectExtent l="5080" t="9525" r="10160" b="5715"/>
                <wp:wrapNone/>
                <wp:docPr id="19" name="Grou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" cy="118110"/>
                          <a:chOff x="3848" y="23"/>
                          <a:chExt cx="186" cy="186"/>
                        </a:xfrm>
                      </wpg:grpSpPr>
                      <wps:wsp>
                        <wps:cNvPr id="20" name="Freeform 3"/>
                        <wps:cNvSpPr>
                          <a:spLocks/>
                        </wps:cNvSpPr>
                        <wps:spPr bwMode="auto">
                          <a:xfrm>
                            <a:off x="3848" y="23"/>
                            <a:ext cx="186" cy="186"/>
                          </a:xfrm>
                          <a:custGeom>
                            <a:avLst/>
                            <a:gdLst>
                              <a:gd name="T0" fmla="+- 0 3848 3848"/>
                              <a:gd name="T1" fmla="*/ T0 w 186"/>
                              <a:gd name="T2" fmla="+- 0 23 23"/>
                              <a:gd name="T3" fmla="*/ 23 h 186"/>
                              <a:gd name="T4" fmla="+- 0 4034 3848"/>
                              <a:gd name="T5" fmla="*/ T4 w 186"/>
                              <a:gd name="T6" fmla="+- 0 23 23"/>
                              <a:gd name="T7" fmla="*/ 23 h 186"/>
                              <a:gd name="T8" fmla="+- 0 4034 3848"/>
                              <a:gd name="T9" fmla="*/ T8 w 186"/>
                              <a:gd name="T10" fmla="+- 0 209 23"/>
                              <a:gd name="T11" fmla="*/ 209 h 186"/>
                              <a:gd name="T12" fmla="+- 0 3848 3848"/>
                              <a:gd name="T13" fmla="*/ T12 w 186"/>
                              <a:gd name="T14" fmla="+- 0 209 23"/>
                              <a:gd name="T15" fmla="*/ 209 h 186"/>
                              <a:gd name="T16" fmla="+- 0 3848 3848"/>
                              <a:gd name="T17" fmla="*/ T16 w 186"/>
                              <a:gd name="T18" fmla="+- 0 23 23"/>
                              <a:gd name="T19" fmla="*/ 23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6" h="186">
                                <a:moveTo>
                                  <a:pt x="0" y="0"/>
                                </a:moveTo>
                                <a:lnTo>
                                  <a:pt x="186" y="0"/>
                                </a:lnTo>
                                <a:lnTo>
                                  <a:pt x="186" y="186"/>
                                </a:lnTo>
                                <a:lnTo>
                                  <a:pt x="0" y="1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DDE33F" id="Groupe 19" o:spid="_x0000_s1026" style="position:absolute;margin-left:163.05pt;margin-top:.75pt;width:9.3pt;height:9.3pt;z-index:251671552;mso-position-horizontal-relative:page" coordorigin="3848,23" coordsize="186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">
                <v:shape id="Freeform 3" o:spid="_x0000_s1027" style="position:absolute;left:3848;top:23;width:186;height:186;visibility:visible;mso-wrap-style:square;v-text-anchor:top" coordsize="186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" path="m,l186,r,186l,186,,xe" filled="f" strokeweight=".72pt">
                  <v:path arrowok="t" o:connecttype="custom" o:connectlocs="0,23;186,23;186,209;0,209;0,23" o:connectangles="0,0,0,0,0"/>
                </v:shape>
                <w10:wrap anchorx="page"/>
              </v:group>
            </w:pict>
          </mc:Fallback>
        </mc:AlternateContent>
      </w:r>
      <w:r>
        <w:rPr>
          <w:spacing w:val="-1"/>
          <w:lang w:val="fr-FR"/>
        </w:rPr>
        <w:t xml:space="preserve">Durée </w:t>
      </w:r>
      <w:r w:rsidR="000F5466">
        <w:rPr>
          <w:spacing w:val="-1"/>
          <w:lang w:val="fr-FR"/>
        </w:rPr>
        <w:t>du stage</w:t>
      </w:r>
      <w:r w:rsidR="0071317C">
        <w:rPr>
          <w:spacing w:val="-1"/>
          <w:lang w:val="fr-FR"/>
        </w:rPr>
        <w:t>,</w:t>
      </w:r>
      <w:r w:rsidR="000F5466">
        <w:rPr>
          <w:spacing w:val="-1"/>
          <w:lang w:val="fr-FR"/>
        </w:rPr>
        <w:t xml:space="preserve"> inférieur</w:t>
      </w:r>
      <w:r w:rsidR="0071317C">
        <w:rPr>
          <w:spacing w:val="-1"/>
          <w:lang w:val="fr-FR"/>
        </w:rPr>
        <w:t>e</w:t>
      </w:r>
      <w:r>
        <w:rPr>
          <w:spacing w:val="-1"/>
          <w:lang w:val="fr-FR"/>
        </w:rPr>
        <w:t xml:space="preserve"> à celle requise par la réglementation de l’examen</w:t>
      </w:r>
    </w:p>
    <w:p w:rsidR="006B39D8" w:rsidRDefault="006B39D8" w:rsidP="00BF1F43">
      <w:pPr>
        <w:pStyle w:val="Corpsdetexte"/>
        <w:tabs>
          <w:tab w:val="left" w:pos="1469"/>
        </w:tabs>
        <w:ind w:left="1475" w:hanging="6"/>
        <w:rPr>
          <w:spacing w:val="-1"/>
          <w:lang w:val="fr-FR"/>
        </w:rPr>
      </w:pPr>
    </w:p>
    <w:p w:rsidR="006B39D8" w:rsidRDefault="00BF1F43" w:rsidP="00BF1F43">
      <w:pPr>
        <w:pStyle w:val="Corpsdetexte"/>
        <w:rPr>
          <w:spacing w:val="-1"/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CA34042" wp14:editId="5DE4FCEB">
                <wp:simplePos x="0" y="0"/>
                <wp:positionH relativeFrom="page">
                  <wp:posOffset>2073275</wp:posOffset>
                </wp:positionH>
                <wp:positionV relativeFrom="paragraph">
                  <wp:posOffset>26035</wp:posOffset>
                </wp:positionV>
                <wp:extent cx="118110" cy="118110"/>
                <wp:effectExtent l="5080" t="9525" r="10160" b="5715"/>
                <wp:wrapNone/>
                <wp:docPr id="21" name="Grou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" cy="118110"/>
                          <a:chOff x="3848" y="23"/>
                          <a:chExt cx="186" cy="186"/>
                        </a:xfrm>
                      </wpg:grpSpPr>
                      <wps:wsp>
                        <wps:cNvPr id="22" name="Freeform 3"/>
                        <wps:cNvSpPr>
                          <a:spLocks/>
                        </wps:cNvSpPr>
                        <wps:spPr bwMode="auto">
                          <a:xfrm>
                            <a:off x="3848" y="23"/>
                            <a:ext cx="186" cy="186"/>
                          </a:xfrm>
                          <a:custGeom>
                            <a:avLst/>
                            <a:gdLst>
                              <a:gd name="T0" fmla="+- 0 3848 3848"/>
                              <a:gd name="T1" fmla="*/ T0 w 186"/>
                              <a:gd name="T2" fmla="+- 0 23 23"/>
                              <a:gd name="T3" fmla="*/ 23 h 186"/>
                              <a:gd name="T4" fmla="+- 0 4034 3848"/>
                              <a:gd name="T5" fmla="*/ T4 w 186"/>
                              <a:gd name="T6" fmla="+- 0 23 23"/>
                              <a:gd name="T7" fmla="*/ 23 h 186"/>
                              <a:gd name="T8" fmla="+- 0 4034 3848"/>
                              <a:gd name="T9" fmla="*/ T8 w 186"/>
                              <a:gd name="T10" fmla="+- 0 209 23"/>
                              <a:gd name="T11" fmla="*/ 209 h 186"/>
                              <a:gd name="T12" fmla="+- 0 3848 3848"/>
                              <a:gd name="T13" fmla="*/ T12 w 186"/>
                              <a:gd name="T14" fmla="+- 0 209 23"/>
                              <a:gd name="T15" fmla="*/ 209 h 186"/>
                              <a:gd name="T16" fmla="+- 0 3848 3848"/>
                              <a:gd name="T17" fmla="*/ T16 w 186"/>
                              <a:gd name="T18" fmla="+- 0 23 23"/>
                              <a:gd name="T19" fmla="*/ 23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6" h="186">
                                <a:moveTo>
                                  <a:pt x="0" y="0"/>
                                </a:moveTo>
                                <a:lnTo>
                                  <a:pt x="186" y="0"/>
                                </a:lnTo>
                                <a:lnTo>
                                  <a:pt x="186" y="186"/>
                                </a:lnTo>
                                <a:lnTo>
                                  <a:pt x="0" y="1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E055E9" id="Groupe 21" o:spid="_x0000_s1026" style="position:absolute;margin-left:163.25pt;margin-top:2.05pt;width:9.3pt;height:9.3pt;z-index:251673600;mso-position-horizontal-relative:page" coordorigin="3848,23" coordsize="186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">
                <v:shape id="Freeform 3" o:spid="_x0000_s1027" style="position:absolute;left:3848;top:23;width:186;height:186;visibility:visible;mso-wrap-style:square;v-text-anchor:top" coordsize="186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" path="m,l186,r,186l,186,,xe" filled="f" strokeweight=".72pt">
                  <v:path arrowok="t" o:connecttype="custom" o:connectlocs="0,23;186,23;186,209;0,209;0,23" o:connectangles="0,0,0,0,0"/>
                </v:shape>
                <w10:wrap anchorx="page"/>
              </v:group>
            </w:pict>
          </mc:Fallback>
        </mc:AlternateContent>
      </w:r>
      <w:r w:rsidR="006B39D8">
        <w:rPr>
          <w:spacing w:val="-1"/>
          <w:lang w:val="fr-FR"/>
        </w:rPr>
        <w:t>Attestation de stage non visée ou non signée par les personnes habilitées à cet effet</w:t>
      </w:r>
    </w:p>
    <w:p w:rsidR="00CC2C45" w:rsidRPr="006B39D8" w:rsidRDefault="00CC2C45" w:rsidP="006B39D8">
      <w:pPr>
        <w:pStyle w:val="Corpsdetexte"/>
        <w:tabs>
          <w:tab w:val="left" w:pos="1469"/>
        </w:tabs>
        <w:ind w:left="1475" w:hanging="6"/>
        <w:rPr>
          <w:spacing w:val="-1"/>
          <w:lang w:val="fr-FR"/>
        </w:rPr>
      </w:pPr>
    </w:p>
    <w:p w:rsidR="00BF1F43" w:rsidRDefault="006B39D8" w:rsidP="00BF1F43">
      <w:pPr>
        <w:pStyle w:val="Corpsdetexte"/>
        <w:spacing w:before="74" w:line="360" w:lineRule="auto"/>
        <w:ind w:right="-1"/>
        <w:rPr>
          <w:spacing w:val="-1"/>
          <w:lang w:val="fr-FR"/>
        </w:rPr>
      </w:pPr>
      <w:r>
        <w:rPr>
          <w:noProof/>
          <w:lang w:val="fr-FR" w:eastAsia="fr-FR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page">
                  <wp:posOffset>2072640</wp:posOffset>
                </wp:positionH>
                <wp:positionV relativeFrom="paragraph">
                  <wp:posOffset>56515</wp:posOffset>
                </wp:positionV>
                <wp:extent cx="118110" cy="118110"/>
                <wp:effectExtent l="5080" t="13970" r="10160" b="10795"/>
                <wp:wrapNone/>
                <wp:docPr id="6" name="Grou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8110" cy="118110"/>
                          <a:chOff x="3848" y="97"/>
                          <a:chExt cx="186" cy="186"/>
                        </a:xfrm>
                      </wpg:grpSpPr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3848" y="97"/>
                            <a:ext cx="186" cy="186"/>
                          </a:xfrm>
                          <a:custGeom>
                            <a:avLst/>
                            <a:gdLst>
                              <a:gd name="T0" fmla="+- 0 3848 3848"/>
                              <a:gd name="T1" fmla="*/ T0 w 186"/>
                              <a:gd name="T2" fmla="+- 0 97 97"/>
                              <a:gd name="T3" fmla="*/ 97 h 186"/>
                              <a:gd name="T4" fmla="+- 0 4034 3848"/>
                              <a:gd name="T5" fmla="*/ T4 w 186"/>
                              <a:gd name="T6" fmla="+- 0 97 97"/>
                              <a:gd name="T7" fmla="*/ 97 h 186"/>
                              <a:gd name="T8" fmla="+- 0 4034 3848"/>
                              <a:gd name="T9" fmla="*/ T8 w 186"/>
                              <a:gd name="T10" fmla="+- 0 283 97"/>
                              <a:gd name="T11" fmla="*/ 283 h 186"/>
                              <a:gd name="T12" fmla="+- 0 3848 3848"/>
                              <a:gd name="T13" fmla="*/ T12 w 186"/>
                              <a:gd name="T14" fmla="+- 0 283 97"/>
                              <a:gd name="T15" fmla="*/ 283 h 186"/>
                              <a:gd name="T16" fmla="+- 0 3848 3848"/>
                              <a:gd name="T17" fmla="*/ T16 w 186"/>
                              <a:gd name="T18" fmla="+- 0 97 97"/>
                              <a:gd name="T19" fmla="*/ 97 h 1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86" h="186">
                                <a:moveTo>
                                  <a:pt x="0" y="0"/>
                                </a:moveTo>
                                <a:lnTo>
                                  <a:pt x="186" y="0"/>
                                </a:lnTo>
                                <a:lnTo>
                                  <a:pt x="186" y="186"/>
                                </a:lnTo>
                                <a:lnTo>
                                  <a:pt x="0" y="186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5E7C40" id="Groupe 6" o:spid="_x0000_s1026" style="position:absolute;margin-left:163.2pt;margin-top:4.45pt;width:9.3pt;height:9.3pt;z-index:251663360;mso-position-horizontal-relative:page" coordorigin="3848,97" coordsize="186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">
                <v:shape id="Freeform 7" o:spid="_x0000_s1027" style="position:absolute;left:3848;top:97;width:186;height:186;visibility:visible;mso-wrap-style:square;v-text-anchor:top" coordsize="186,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" path="m,l186,r,186l,186,,xe" filled="f" strokeweight=".72pt">
                  <v:path arrowok="t" o:connecttype="custom" o:connectlocs="0,97;186,97;186,283;0,283;0,97" o:connectangles="0,0,0,0,0"/>
                </v:shape>
                <w10:wrap anchorx="page"/>
              </v:group>
            </w:pict>
          </mc:Fallback>
        </mc:AlternateContent>
      </w:r>
      <w:r w:rsidR="0092597C" w:rsidRPr="00D11E58">
        <w:rPr>
          <w:spacing w:val="-1"/>
          <w:lang w:val="fr-FR"/>
        </w:rPr>
        <w:t xml:space="preserve">Autre(s) </w:t>
      </w:r>
      <w:r w:rsidR="000F5466" w:rsidRPr="00D11E58">
        <w:rPr>
          <w:spacing w:val="-1"/>
          <w:lang w:val="fr-FR"/>
        </w:rPr>
        <w:t>motif (</w:t>
      </w:r>
      <w:r w:rsidR="0092597C" w:rsidRPr="00D11E58">
        <w:rPr>
          <w:spacing w:val="-1"/>
          <w:lang w:val="fr-FR"/>
        </w:rPr>
        <w:t>s</w:t>
      </w:r>
      <w:r w:rsidR="00BF1F43">
        <w:rPr>
          <w:spacing w:val="-1"/>
          <w:lang w:val="fr-FR"/>
        </w:rPr>
        <w:t>) : …</w:t>
      </w:r>
      <w:r w:rsidR="000F5466">
        <w:rPr>
          <w:spacing w:val="-1"/>
          <w:lang w:val="fr-FR"/>
        </w:rPr>
        <w:t>………………………………………………………………</w:t>
      </w:r>
      <w:r w:rsidR="0071317C">
        <w:rPr>
          <w:spacing w:val="-1"/>
          <w:lang w:val="fr-FR"/>
        </w:rPr>
        <w:t>…………</w:t>
      </w:r>
    </w:p>
    <w:p w:rsidR="00967B21" w:rsidRDefault="0071317C" w:rsidP="00407B1B">
      <w:pPr>
        <w:pStyle w:val="Corpsdetexte"/>
        <w:spacing w:before="74" w:after="120" w:line="360" w:lineRule="auto"/>
        <w:ind w:left="476"/>
        <w:rPr>
          <w:spacing w:val="-1"/>
          <w:lang w:val="fr-FR"/>
        </w:rPr>
      </w:pPr>
      <w:r>
        <w:rPr>
          <w:spacing w:val="-1"/>
          <w:lang w:val="fr-FR"/>
        </w:rPr>
        <w:t>………</w:t>
      </w:r>
      <w:r w:rsidR="00BF1F43">
        <w:rPr>
          <w:spacing w:val="-1"/>
          <w:lang w:val="fr-FR"/>
        </w:rPr>
        <w:t>……………………………………………………………………………………….</w:t>
      </w:r>
      <w:r>
        <w:rPr>
          <w:spacing w:val="-1"/>
          <w:lang w:val="fr-FR"/>
        </w:rPr>
        <w:t>…</w:t>
      </w:r>
    </w:p>
    <w:p w:rsidR="00CC2C45" w:rsidRDefault="00E86683" w:rsidP="00A64864">
      <w:pPr>
        <w:spacing w:line="280" w:lineRule="atLeast"/>
        <w:rPr>
          <w:rFonts w:ascii="Arial" w:hAnsi="Arial" w:cs="Arial"/>
          <w:sz w:val="20"/>
          <w:szCs w:val="20"/>
          <w:lang w:eastAsia="fr-FR"/>
        </w:rPr>
      </w:pPr>
      <w:r>
        <w:rPr>
          <w:noProof/>
          <w:spacing w:val="-1"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FC69734" wp14:editId="00A3AFC3">
                <wp:simplePos x="0" y="0"/>
                <wp:positionH relativeFrom="column">
                  <wp:posOffset>2835275</wp:posOffset>
                </wp:positionH>
                <wp:positionV relativeFrom="paragraph">
                  <wp:posOffset>350824</wp:posOffset>
                </wp:positionV>
                <wp:extent cx="2301240" cy="1295400"/>
                <wp:effectExtent l="0" t="0" r="22860" b="19050"/>
                <wp:wrapNone/>
                <wp:docPr id="41" name="Zone de text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1240" cy="1295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278B4" w:rsidRPr="006B39D8" w:rsidRDefault="00A278B4" w:rsidP="00BF1F43">
                            <w:pPr>
                              <w:pStyle w:val="Corpsdetexte"/>
                              <w:ind w:left="0"/>
                              <w:jc w:val="center"/>
                              <w:rPr>
                                <w:i/>
                                <w:spacing w:val="-1"/>
                                <w:sz w:val="16"/>
                                <w:szCs w:val="16"/>
                                <w:lang w:val="fr-FR"/>
                              </w:rPr>
                            </w:pPr>
                            <w:r>
                              <w:rPr>
                                <w:i/>
                                <w:spacing w:val="-1"/>
                                <w:sz w:val="16"/>
                                <w:szCs w:val="16"/>
                                <w:lang w:val="fr-FR"/>
                              </w:rPr>
                              <w:t xml:space="preserve">Cachet de </w:t>
                            </w:r>
                            <w:r w:rsidRPr="006B39D8">
                              <w:rPr>
                                <w:i/>
                                <w:spacing w:val="-1"/>
                                <w:sz w:val="16"/>
                                <w:szCs w:val="16"/>
                                <w:lang w:val="fr-FR"/>
                              </w:rPr>
                              <w:t>l’établissement</w:t>
                            </w:r>
                          </w:p>
                          <w:p w:rsidR="00A278B4" w:rsidRDefault="00A278B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69734" id="Zone de texte 41" o:spid="_x0000_s1027" type="#_x0000_t202" style="position:absolute;margin-left:223.25pt;margin-top:27.6pt;width:181.2pt;height:10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" fillcolor="white [3201]" strokeweight=".5pt">
                <v:textbox>
                  <w:txbxContent>
                    <w:p w:rsidR="00A278B4" w:rsidRPr="006B39D8" w:rsidRDefault="00A278B4" w:rsidP="00BF1F43">
                      <w:pPr>
                        <w:pStyle w:val="Corpsdetexte"/>
                        <w:ind w:left="0"/>
                        <w:jc w:val="center"/>
                        <w:rPr>
                          <w:i/>
                          <w:spacing w:val="-1"/>
                          <w:sz w:val="16"/>
                          <w:szCs w:val="16"/>
                          <w:lang w:val="fr-FR"/>
                        </w:rPr>
                      </w:pPr>
                      <w:r>
                        <w:rPr>
                          <w:i/>
                          <w:spacing w:val="-1"/>
                          <w:sz w:val="16"/>
                          <w:szCs w:val="16"/>
                          <w:lang w:val="fr-FR"/>
                        </w:rPr>
                        <w:t xml:space="preserve">Cachet de </w:t>
                      </w:r>
                      <w:r w:rsidRPr="006B39D8">
                        <w:rPr>
                          <w:i/>
                          <w:spacing w:val="-1"/>
                          <w:sz w:val="16"/>
                          <w:szCs w:val="16"/>
                          <w:lang w:val="fr-FR"/>
                        </w:rPr>
                        <w:t>l’établissement</w:t>
                      </w:r>
                    </w:p>
                    <w:p w:rsidR="00A278B4" w:rsidRDefault="00A278B4"/>
                  </w:txbxContent>
                </v:textbox>
              </v:shape>
            </w:pict>
          </mc:Fallback>
        </mc:AlternateContent>
      </w:r>
      <w:r w:rsidR="0071317C">
        <w:rPr>
          <w:rFonts w:ascii="Arial" w:hAnsi="Arial" w:cs="Arial"/>
          <w:sz w:val="20"/>
          <w:szCs w:val="20"/>
          <w:lang w:eastAsia="fr-FR"/>
        </w:rPr>
        <w:t>Les documents manquants devront parvenir au centre d’épreuve/centre de formation</w:t>
      </w:r>
      <w:r w:rsidR="00407B1B">
        <w:rPr>
          <w:rFonts w:ascii="Arial" w:hAnsi="Arial" w:cs="Arial"/>
          <w:sz w:val="20"/>
          <w:szCs w:val="20"/>
          <w:lang w:eastAsia="fr-FR"/>
        </w:rPr>
        <w:t>, à minima, une semaine avant le début de l’</w:t>
      </w:r>
      <w:r w:rsidR="0006568D">
        <w:rPr>
          <w:rFonts w:ascii="Arial" w:hAnsi="Arial" w:cs="Arial"/>
          <w:sz w:val="20"/>
          <w:szCs w:val="20"/>
          <w:lang w:eastAsia="fr-FR"/>
        </w:rPr>
        <w:t>é</w:t>
      </w:r>
      <w:r w:rsidR="00407B1B">
        <w:rPr>
          <w:rFonts w:ascii="Arial" w:hAnsi="Arial" w:cs="Arial"/>
          <w:sz w:val="20"/>
          <w:szCs w:val="20"/>
          <w:lang w:eastAsia="fr-FR"/>
        </w:rPr>
        <w:t xml:space="preserve">preuve, </w:t>
      </w:r>
      <w:r w:rsidR="0071317C">
        <w:rPr>
          <w:rFonts w:ascii="Arial" w:hAnsi="Arial" w:cs="Arial"/>
          <w:sz w:val="20"/>
          <w:szCs w:val="20"/>
          <w:lang w:eastAsia="fr-FR"/>
        </w:rPr>
        <w:t xml:space="preserve">délai de rigueur. </w:t>
      </w:r>
      <w:r w:rsidR="00A64864">
        <w:rPr>
          <w:rFonts w:ascii="Arial" w:hAnsi="Arial" w:cs="Arial"/>
          <w:sz w:val="20"/>
          <w:szCs w:val="20"/>
          <w:lang w:eastAsia="fr-FR"/>
        </w:rPr>
        <w:tab/>
      </w:r>
    </w:p>
    <w:p w:rsidR="00BF1F43" w:rsidRDefault="00BF1F43" w:rsidP="00A64864">
      <w:pPr>
        <w:spacing w:line="280" w:lineRule="atLeast"/>
        <w:rPr>
          <w:rFonts w:ascii="Arial" w:hAnsi="Arial" w:cs="Arial"/>
          <w:sz w:val="20"/>
          <w:szCs w:val="20"/>
          <w:lang w:eastAsia="fr-FR"/>
        </w:rPr>
      </w:pPr>
    </w:p>
    <w:p w:rsidR="002F7B78" w:rsidRDefault="002F7B78" w:rsidP="00555CB3">
      <w:pPr>
        <w:pStyle w:val="Corpsdetexte"/>
        <w:ind w:left="0"/>
        <w:jc w:val="both"/>
        <w:rPr>
          <w:lang w:val="fr-FR"/>
        </w:rPr>
      </w:pPr>
      <w:r w:rsidRPr="00D11E58">
        <w:rPr>
          <w:lang w:val="fr-FR"/>
        </w:rPr>
        <w:t>Date du</w:t>
      </w:r>
      <w:r w:rsidRPr="00D11E58">
        <w:rPr>
          <w:spacing w:val="-2"/>
          <w:lang w:val="fr-FR"/>
        </w:rPr>
        <w:t xml:space="preserve"> </w:t>
      </w:r>
      <w:r w:rsidRPr="00D11E58">
        <w:rPr>
          <w:lang w:val="fr-FR"/>
        </w:rPr>
        <w:t xml:space="preserve">contrôle : </w:t>
      </w:r>
      <w:r>
        <w:rPr>
          <w:lang w:val="fr-FR"/>
        </w:rPr>
        <w:t>……………………………….</w:t>
      </w:r>
    </w:p>
    <w:p w:rsidR="00555CB3" w:rsidRPr="00555CB3" w:rsidRDefault="00555CB3" w:rsidP="00555CB3">
      <w:pPr>
        <w:pStyle w:val="Corpsdetexte"/>
        <w:ind w:left="0"/>
        <w:jc w:val="both"/>
        <w:rPr>
          <w:lang w:val="fr-FR"/>
        </w:rPr>
      </w:pPr>
    </w:p>
    <w:p w:rsidR="006B39D8" w:rsidRDefault="006B39D8" w:rsidP="00A278B4">
      <w:pPr>
        <w:pStyle w:val="Corpsdetexte"/>
        <w:ind w:left="4820"/>
        <w:rPr>
          <w:spacing w:val="-1"/>
          <w:lang w:val="fr-FR"/>
        </w:rPr>
      </w:pPr>
    </w:p>
    <w:p w:rsidR="00967B21" w:rsidRDefault="00967B21" w:rsidP="00A278B4">
      <w:pPr>
        <w:pStyle w:val="Corpsdetexte"/>
        <w:ind w:left="4820"/>
        <w:rPr>
          <w:spacing w:val="-1"/>
          <w:lang w:val="fr-FR"/>
        </w:rPr>
      </w:pPr>
    </w:p>
    <w:p w:rsidR="00AF3016" w:rsidRPr="00F0326C" w:rsidRDefault="00AF3016" w:rsidP="00261941">
      <w:pPr>
        <w:spacing w:line="280" w:lineRule="atLeast"/>
        <w:rPr>
          <w:rFonts w:ascii="Arial" w:hAnsi="Arial" w:cs="Arial"/>
          <w:sz w:val="20"/>
          <w:szCs w:val="20"/>
          <w:lang w:eastAsia="fr-FR"/>
        </w:rPr>
      </w:pPr>
    </w:p>
    <w:sectPr w:rsidR="00AF3016" w:rsidRPr="00F0326C" w:rsidSect="008D2BFB">
      <w:headerReference w:type="first" r:id="rId10"/>
      <w:pgSz w:w="11906" w:h="16838"/>
      <w:pgMar w:top="1418" w:right="566" w:bottom="426" w:left="3119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495" w:rsidRDefault="001B4495" w:rsidP="005655F2">
      <w:pPr>
        <w:spacing w:after="0" w:line="240" w:lineRule="auto"/>
      </w:pPr>
      <w:r>
        <w:separator/>
      </w:r>
    </w:p>
  </w:endnote>
  <w:endnote w:type="continuationSeparator" w:id="0">
    <w:p w:rsidR="001B4495" w:rsidRDefault="001B4495" w:rsidP="00565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495" w:rsidRDefault="001B4495" w:rsidP="005655F2">
      <w:pPr>
        <w:spacing w:after="0" w:line="240" w:lineRule="auto"/>
      </w:pPr>
      <w:r>
        <w:separator/>
      </w:r>
    </w:p>
  </w:footnote>
  <w:footnote w:type="continuationSeparator" w:id="0">
    <w:p w:rsidR="001B4495" w:rsidRDefault="001B4495" w:rsidP="00565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BFB" w:rsidRDefault="008D2BFB" w:rsidP="008D2BFB">
    <w:pPr>
      <w:widowControl w:val="0"/>
      <w:tabs>
        <w:tab w:val="right" w:pos="9026"/>
      </w:tabs>
      <w:autoSpaceDE w:val="0"/>
      <w:autoSpaceDN w:val="0"/>
      <w:spacing w:after="0" w:line="240" w:lineRule="auto"/>
      <w:jc w:val="right"/>
      <w:rPr>
        <w:rFonts w:ascii="Arial" w:eastAsia="Arial" w:hAnsi="Arial" w:cs="Arial"/>
        <w:b/>
        <w:bCs/>
        <w:sz w:val="24"/>
        <w:szCs w:val="24"/>
      </w:rPr>
    </w:pPr>
  </w:p>
  <w:p w:rsidR="008D2BFB" w:rsidRPr="008D2BFB" w:rsidRDefault="008D2BFB" w:rsidP="008D2BFB">
    <w:pPr>
      <w:widowControl w:val="0"/>
      <w:tabs>
        <w:tab w:val="right" w:pos="9026"/>
      </w:tabs>
      <w:autoSpaceDE w:val="0"/>
      <w:autoSpaceDN w:val="0"/>
      <w:spacing w:after="0" w:line="240" w:lineRule="auto"/>
      <w:jc w:val="right"/>
      <w:rPr>
        <w:rFonts w:ascii="Arial" w:eastAsia="Arial" w:hAnsi="Arial" w:cs="Arial"/>
        <w:b/>
        <w:bCs/>
        <w:sz w:val="24"/>
        <w:szCs w:val="24"/>
      </w:rPr>
    </w:pPr>
    <w:r w:rsidRPr="008D2BFB">
      <w:rPr>
        <w:rFonts w:ascii="Arial" w:eastAsia="Arial" w:hAnsi="Arial" w:cs="Arial"/>
        <w:noProof/>
        <w:lang w:eastAsia="fr-FR"/>
      </w:rPr>
      <w:drawing>
        <wp:anchor distT="0" distB="0" distL="114300" distR="114300" simplePos="0" relativeHeight="251660288" behindDoc="0" locked="0" layoutInCell="1" allowOverlap="1" wp14:anchorId="64F68C51" wp14:editId="6171E7F3">
          <wp:simplePos x="0" y="0"/>
          <wp:positionH relativeFrom="margin">
            <wp:posOffset>-1529715</wp:posOffset>
          </wp:positionH>
          <wp:positionV relativeFrom="paragraph">
            <wp:posOffset>68580</wp:posOffset>
          </wp:positionV>
          <wp:extent cx="876300" cy="869950"/>
          <wp:effectExtent l="0" t="0" r="0" b="6350"/>
          <wp:wrapNone/>
          <wp:docPr id="15" name="Imag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8_logoAC_DIJO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6300" cy="869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D2BFB">
      <w:rPr>
        <w:rFonts w:ascii="Arial" w:eastAsia="Arial" w:hAnsi="Arial" w:cs="Arial"/>
        <w:b/>
        <w:bCs/>
        <w:sz w:val="24"/>
        <w:szCs w:val="24"/>
      </w:rPr>
      <w:t>Rectorat</w:t>
    </w:r>
  </w:p>
  <w:p w:rsidR="008D2BFB" w:rsidRPr="008D2BFB" w:rsidRDefault="008D2BFB" w:rsidP="008D2BFB">
    <w:pPr>
      <w:widowControl w:val="0"/>
      <w:tabs>
        <w:tab w:val="right" w:pos="9026"/>
      </w:tabs>
      <w:autoSpaceDE w:val="0"/>
      <w:autoSpaceDN w:val="0"/>
      <w:spacing w:after="0" w:line="240" w:lineRule="auto"/>
      <w:jc w:val="right"/>
      <w:rPr>
        <w:rFonts w:ascii="Arial" w:eastAsia="Arial" w:hAnsi="Arial" w:cs="Arial"/>
        <w:b/>
        <w:bCs/>
        <w:sz w:val="24"/>
        <w:szCs w:val="24"/>
      </w:rPr>
    </w:pPr>
    <w:r w:rsidRPr="008D2BFB">
      <w:rPr>
        <w:rFonts w:ascii="Arial" w:eastAsia="Arial" w:hAnsi="Arial" w:cs="Arial"/>
        <w:b/>
        <w:bCs/>
        <w:sz w:val="24"/>
        <w:szCs w:val="24"/>
      </w:rPr>
      <w:t>Département des Examens et Concours</w:t>
    </w:r>
  </w:p>
  <w:p w:rsidR="00CC2C45" w:rsidRDefault="00CC2C4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9pt;height:9.5pt;visibility:visible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" o:bullet="t">
        <v:imagedata r:id="rId1" o:title=""/>
      </v:shape>
    </w:pict>
  </w:numPicBullet>
  <w:abstractNum w:abstractNumId="0" w15:restartNumberingAfterBreak="0">
    <w:nsid w:val="0FC81835"/>
    <w:multiLevelType w:val="multilevel"/>
    <w:tmpl w:val="9B50B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71151A"/>
    <w:multiLevelType w:val="hybridMultilevel"/>
    <w:tmpl w:val="879877F8"/>
    <w:lvl w:ilvl="0" w:tplc="040C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321170B6"/>
    <w:multiLevelType w:val="hybridMultilevel"/>
    <w:tmpl w:val="AECA28DA"/>
    <w:lvl w:ilvl="0" w:tplc="A19C693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6499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1ADB4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EEFF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1D00C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3D0D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68C22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CA6B01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F668C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F1D0D80"/>
    <w:multiLevelType w:val="hybridMultilevel"/>
    <w:tmpl w:val="3F04DA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5C"/>
    <w:rsid w:val="00033226"/>
    <w:rsid w:val="0006568D"/>
    <w:rsid w:val="000925E8"/>
    <w:rsid w:val="000F5466"/>
    <w:rsid w:val="00111450"/>
    <w:rsid w:val="00136484"/>
    <w:rsid w:val="00173B25"/>
    <w:rsid w:val="0019073E"/>
    <w:rsid w:val="001B4495"/>
    <w:rsid w:val="001F2551"/>
    <w:rsid w:val="0020373E"/>
    <w:rsid w:val="002473C0"/>
    <w:rsid w:val="00256668"/>
    <w:rsid w:val="00261941"/>
    <w:rsid w:val="002B5DE8"/>
    <w:rsid w:val="002D12EB"/>
    <w:rsid w:val="002F7B78"/>
    <w:rsid w:val="0031165C"/>
    <w:rsid w:val="0033203F"/>
    <w:rsid w:val="00351DB0"/>
    <w:rsid w:val="0037760C"/>
    <w:rsid w:val="003B3F3B"/>
    <w:rsid w:val="003C290E"/>
    <w:rsid w:val="00407B1B"/>
    <w:rsid w:val="00473DFB"/>
    <w:rsid w:val="00485BD8"/>
    <w:rsid w:val="004D3B10"/>
    <w:rsid w:val="00555CB3"/>
    <w:rsid w:val="00560C6E"/>
    <w:rsid w:val="005655F2"/>
    <w:rsid w:val="00565D16"/>
    <w:rsid w:val="00581801"/>
    <w:rsid w:val="005844E0"/>
    <w:rsid w:val="00615705"/>
    <w:rsid w:val="006225F4"/>
    <w:rsid w:val="00642AC4"/>
    <w:rsid w:val="006941B3"/>
    <w:rsid w:val="006B39D8"/>
    <w:rsid w:val="0071317C"/>
    <w:rsid w:val="00717FCD"/>
    <w:rsid w:val="00763A09"/>
    <w:rsid w:val="0077794A"/>
    <w:rsid w:val="00785B4A"/>
    <w:rsid w:val="007B0150"/>
    <w:rsid w:val="007E1969"/>
    <w:rsid w:val="0082669E"/>
    <w:rsid w:val="00857EC7"/>
    <w:rsid w:val="00881843"/>
    <w:rsid w:val="008D2BFB"/>
    <w:rsid w:val="00907286"/>
    <w:rsid w:val="0092597C"/>
    <w:rsid w:val="00967215"/>
    <w:rsid w:val="00967B21"/>
    <w:rsid w:val="009A1ED0"/>
    <w:rsid w:val="009D51E9"/>
    <w:rsid w:val="00A00370"/>
    <w:rsid w:val="00A278B4"/>
    <w:rsid w:val="00A47FB8"/>
    <w:rsid w:val="00A64864"/>
    <w:rsid w:val="00A75D41"/>
    <w:rsid w:val="00AB2B44"/>
    <w:rsid w:val="00AB5DCD"/>
    <w:rsid w:val="00AF3016"/>
    <w:rsid w:val="00B13435"/>
    <w:rsid w:val="00B562A4"/>
    <w:rsid w:val="00B96AA9"/>
    <w:rsid w:val="00BD1D4B"/>
    <w:rsid w:val="00BF1F43"/>
    <w:rsid w:val="00C01C73"/>
    <w:rsid w:val="00C1413C"/>
    <w:rsid w:val="00C76F39"/>
    <w:rsid w:val="00C94857"/>
    <w:rsid w:val="00CA0CFC"/>
    <w:rsid w:val="00CA1C3B"/>
    <w:rsid w:val="00CC2C45"/>
    <w:rsid w:val="00D4295A"/>
    <w:rsid w:val="00D721F8"/>
    <w:rsid w:val="00DE3CEE"/>
    <w:rsid w:val="00DE5213"/>
    <w:rsid w:val="00E3214C"/>
    <w:rsid w:val="00E86683"/>
    <w:rsid w:val="00EE4B69"/>
    <w:rsid w:val="00F0326C"/>
    <w:rsid w:val="00F272DB"/>
    <w:rsid w:val="00F30885"/>
    <w:rsid w:val="00F91D10"/>
    <w:rsid w:val="00FB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77A1FF"/>
  <w15:docId w15:val="{032BAC91-B37E-4951-B4AE-4D8862063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801"/>
  </w:style>
  <w:style w:type="paragraph" w:styleId="Titre2">
    <w:name w:val="heading 2"/>
    <w:basedOn w:val="Normal"/>
    <w:link w:val="Titre2Car"/>
    <w:uiPriority w:val="9"/>
    <w:unhideWhenUsed/>
    <w:qFormat/>
    <w:rsid w:val="002F7B78"/>
    <w:pPr>
      <w:widowControl w:val="0"/>
      <w:spacing w:after="0" w:line="240" w:lineRule="auto"/>
      <w:ind w:left="2698"/>
      <w:outlineLvl w:val="1"/>
    </w:pPr>
    <w:rPr>
      <w:rFonts w:ascii="Arial" w:eastAsia="Arial" w:hAnsi="Arial"/>
      <w:b/>
      <w:bCs/>
      <w:sz w:val="20"/>
      <w:szCs w:val="20"/>
      <w:lang w:val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65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655F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565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655F2"/>
  </w:style>
  <w:style w:type="paragraph" w:styleId="Pieddepage">
    <w:name w:val="footer"/>
    <w:basedOn w:val="Normal"/>
    <w:link w:val="PieddepageCar"/>
    <w:uiPriority w:val="99"/>
    <w:unhideWhenUsed/>
    <w:rsid w:val="005655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655F2"/>
  </w:style>
  <w:style w:type="paragraph" w:customStyle="1" w:styleId="Standard">
    <w:name w:val="Standard"/>
    <w:rsid w:val="00A47FB8"/>
    <w:pPr>
      <w:widowControl w:val="0"/>
      <w:suppressAutoHyphens/>
      <w:autoSpaceDN w:val="0"/>
      <w:spacing w:after="0" w:line="240" w:lineRule="auto"/>
      <w:textAlignment w:val="baseline"/>
    </w:pPr>
    <w:rPr>
      <w:rFonts w:ascii="Times" w:eastAsia="Times" w:hAnsi="Times" w:cs="Times"/>
      <w:kern w:val="3"/>
      <w:sz w:val="24"/>
      <w:szCs w:val="20"/>
    </w:rPr>
  </w:style>
  <w:style w:type="character" w:styleId="Lienhypertexte">
    <w:name w:val="Hyperlink"/>
    <w:basedOn w:val="Policepardfaut"/>
    <w:uiPriority w:val="99"/>
    <w:unhideWhenUsed/>
    <w:rsid w:val="006225F4"/>
    <w:rPr>
      <w:color w:val="0000FF" w:themeColor="hyperlink"/>
      <w:u w:val="single"/>
    </w:rPr>
  </w:style>
  <w:style w:type="paragraph" w:styleId="Corpsdetexte">
    <w:name w:val="Body Text"/>
    <w:basedOn w:val="Normal"/>
    <w:link w:val="CorpsdetexteCar"/>
    <w:uiPriority w:val="1"/>
    <w:qFormat/>
    <w:rsid w:val="0092597C"/>
    <w:pPr>
      <w:widowControl w:val="0"/>
      <w:spacing w:after="0" w:line="240" w:lineRule="auto"/>
      <w:ind w:left="475"/>
    </w:pPr>
    <w:rPr>
      <w:rFonts w:ascii="Arial" w:eastAsia="Arial" w:hAnsi="Arial"/>
      <w:sz w:val="20"/>
      <w:szCs w:val="20"/>
      <w:lang w:val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92597C"/>
    <w:rPr>
      <w:rFonts w:ascii="Arial" w:eastAsia="Arial" w:hAnsi="Arial"/>
      <w:sz w:val="20"/>
      <w:szCs w:val="20"/>
      <w:lang w:val="en-US"/>
    </w:rPr>
  </w:style>
  <w:style w:type="character" w:customStyle="1" w:styleId="Titre2Car">
    <w:name w:val="Titre 2 Car"/>
    <w:basedOn w:val="Policepardfaut"/>
    <w:link w:val="Titre2"/>
    <w:uiPriority w:val="9"/>
    <w:rsid w:val="002F7B78"/>
    <w:rPr>
      <w:rFonts w:ascii="Arial" w:eastAsia="Arial" w:hAnsi="Arial"/>
      <w:b/>
      <w:bCs/>
      <w:sz w:val="20"/>
      <w:szCs w:val="20"/>
      <w:lang w:val="en-US"/>
    </w:rPr>
  </w:style>
  <w:style w:type="paragraph" w:styleId="Paragraphedeliste">
    <w:name w:val="List Paragraph"/>
    <w:basedOn w:val="Normal"/>
    <w:uiPriority w:val="34"/>
    <w:qFormat/>
    <w:rsid w:val="00555C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cile.mignon@ac-lille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ecile.mignon@ac-lille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auvray1\AppData\Local\Temp\courier%20ent&#234;te%20-%20forme%20administrative-1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393428-6ABB-4EAB-8C6F-F069B5224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courier entête - forme administrative-1</Template>
  <TotalTime>5800</TotalTime>
  <Pages>1</Pages>
  <Words>184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</dc:creator>
  <cp:keywords/>
  <dc:description/>
  <cp:lastModifiedBy>Cecile Mignon</cp:lastModifiedBy>
  <cp:revision>10</cp:revision>
  <cp:lastPrinted>2024-01-18T13:37:00Z</cp:lastPrinted>
  <dcterms:created xsi:type="dcterms:W3CDTF">2023-11-16T10:22:00Z</dcterms:created>
  <dcterms:modified xsi:type="dcterms:W3CDTF">2024-01-18T13:39:00Z</dcterms:modified>
</cp:coreProperties>
</file>